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FB5" w:rsidRDefault="008B7FB5" w:rsidP="00D01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5674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7285A" w:rsidRDefault="00D014CF" w:rsidP="008B7FB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014CF" w:rsidRDefault="00D014CF" w:rsidP="00D014C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07783" w:rsidRPr="008B7FB5" w:rsidRDefault="00307783" w:rsidP="00EB10C8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 w:rsidR="00EB10C8"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8B7FB5" w:rsidRPr="000B1B21" w:rsidRDefault="008B7FB5" w:rsidP="000B1B21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0B1B21" w:rsidRPr="000156CB" w:rsidTr="000B1B21">
        <w:tc>
          <w:tcPr>
            <w:tcW w:w="382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0B1B21" w:rsidRPr="000B1B21" w:rsidRDefault="000B1B21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0B1B21" w:rsidTr="000B1B21">
        <w:tc>
          <w:tcPr>
            <w:tcW w:w="3824" w:type="dxa"/>
          </w:tcPr>
          <w:p w:rsidR="000B1B21" w:rsidRDefault="009A487B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اميمة الزبير</w:t>
            </w:r>
          </w:p>
          <w:p w:rsidR="000B1B21" w:rsidRDefault="009A487B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OUMAIMA ZOUBAIR</w:t>
            </w:r>
          </w:p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0B1B21" w:rsidRDefault="009A487B" w:rsidP="000B1B21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LB218152</w:t>
            </w:r>
          </w:p>
        </w:tc>
        <w:tc>
          <w:tcPr>
            <w:tcW w:w="2693" w:type="dxa"/>
          </w:tcPr>
          <w:p w:rsidR="000B1B21" w:rsidRDefault="009A487B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20/10/1998</w:t>
            </w:r>
          </w:p>
          <w:p w:rsidR="000B1B21" w:rsidRDefault="009A487B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بالقصر الكبير العرائش</w:t>
            </w:r>
          </w:p>
        </w:tc>
        <w:tc>
          <w:tcPr>
            <w:tcW w:w="1134" w:type="dxa"/>
          </w:tcPr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0B1B21" w:rsidRDefault="009A487B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محمد بن المختار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بشراء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</w:tc>
        <w:tc>
          <w:tcPr>
            <w:tcW w:w="3544" w:type="dxa"/>
          </w:tcPr>
          <w:p w:rsidR="000B1B21" w:rsidRDefault="000B1B21" w:rsidP="000B1B2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8B7FB5" w:rsidRPr="008B7FB5" w:rsidRDefault="008B7FB5" w:rsidP="008B7FB5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…</w:t>
      </w:r>
      <w:proofErr w:type="gramEnd"/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أشهد بصحته:</w:t>
      </w:r>
    </w:p>
    <w:p w:rsidR="008B7FB5" w:rsidRDefault="008B7FB5" w:rsidP="008B7FB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9A487B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8B7FB5" w:rsidRDefault="008B7FB5" w:rsidP="008B7FB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9A487B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8B7FB5" w:rsidRDefault="008B7FB5" w:rsidP="008B7FB5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="000B1B21"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8B7FB5" w:rsidRPr="003A6245" w:rsidRDefault="008B7FB5" w:rsidP="008B7FB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156CB" w:rsidRDefault="000156CB" w:rsidP="000156CB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</w:rPr>
      </w:pPr>
    </w:p>
    <w:p w:rsidR="00EB10C8" w:rsidRDefault="00EB10C8" w:rsidP="00EB10C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EB10C8" w:rsidRDefault="00EB10C8" w:rsidP="00EB10C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EB10C8" w:rsidRPr="008B7FB5" w:rsidRDefault="00EB10C8" w:rsidP="00EB10C8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EB10C8" w:rsidRPr="000B1B21" w:rsidRDefault="00EB10C8" w:rsidP="00EB10C8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EB10C8" w:rsidRPr="000156CB" w:rsidTr="00AD710B">
        <w:tc>
          <w:tcPr>
            <w:tcW w:w="3824" w:type="dxa"/>
          </w:tcPr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EB10C8" w:rsidRPr="000B1B21" w:rsidRDefault="00EB10C8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EB10C8" w:rsidTr="00AD710B">
        <w:tc>
          <w:tcPr>
            <w:tcW w:w="3824" w:type="dxa"/>
          </w:tcPr>
          <w:p w:rsidR="00EB10C8" w:rsidRDefault="009A487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مريم مليح</w:t>
            </w:r>
          </w:p>
          <w:p w:rsidR="00EB10C8" w:rsidRDefault="00465268" w:rsidP="00EB10C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MERYEM MALYH</w:t>
            </w:r>
          </w:p>
          <w:p w:rsidR="00EB10C8" w:rsidRDefault="00EB10C8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EB10C8" w:rsidRDefault="00465268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CD642713</w:t>
            </w:r>
          </w:p>
        </w:tc>
        <w:tc>
          <w:tcPr>
            <w:tcW w:w="2693" w:type="dxa"/>
          </w:tcPr>
          <w:p w:rsidR="00EB10C8" w:rsidRDefault="00465268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12/12/1998</w:t>
            </w:r>
          </w:p>
          <w:p w:rsidR="00EB10C8" w:rsidRDefault="009A487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بزواغة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فاس</w:t>
            </w:r>
          </w:p>
        </w:tc>
        <w:tc>
          <w:tcPr>
            <w:tcW w:w="1134" w:type="dxa"/>
          </w:tcPr>
          <w:p w:rsidR="00EB10C8" w:rsidRDefault="00EB10C8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EB10C8" w:rsidRDefault="009A487B" w:rsidP="00D00C1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عبدالقادر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عبد السلام و </w:t>
            </w:r>
            <w:r w:rsidR="00D00C10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بديعة بنت محمد</w:t>
            </w:r>
          </w:p>
        </w:tc>
        <w:tc>
          <w:tcPr>
            <w:tcW w:w="3544" w:type="dxa"/>
          </w:tcPr>
          <w:p w:rsidR="00EB10C8" w:rsidRDefault="00EB10C8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EB10C8" w:rsidRPr="008B7FB5" w:rsidRDefault="00EB10C8" w:rsidP="00EB10C8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EB10C8" w:rsidRDefault="00EB10C8" w:rsidP="00EB10C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9A487B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EB10C8" w:rsidRDefault="00EB10C8" w:rsidP="00EB10C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9A487B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EB10C8" w:rsidRDefault="00EB10C8" w:rsidP="00EB10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8353A2" w:rsidRDefault="008353A2" w:rsidP="008353A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D026E" w:rsidRDefault="00AD026E" w:rsidP="00E20950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026E" w:rsidRDefault="00AD026E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0807EF" w:rsidRDefault="000807EF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0807EF" w:rsidRDefault="000807EF" w:rsidP="000807E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0807EF" w:rsidRPr="008B7FB5" w:rsidRDefault="000807EF" w:rsidP="000807EF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0807EF" w:rsidRPr="000B1B21" w:rsidRDefault="000807EF" w:rsidP="000807EF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0807EF" w:rsidRPr="000156CB" w:rsidTr="00AD710B">
        <w:tc>
          <w:tcPr>
            <w:tcW w:w="3824" w:type="dxa"/>
          </w:tcPr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0807EF" w:rsidRPr="000B1B21" w:rsidRDefault="000807EF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0807EF" w:rsidTr="00AD710B">
        <w:tc>
          <w:tcPr>
            <w:tcW w:w="3824" w:type="dxa"/>
          </w:tcPr>
          <w:p w:rsidR="000807EF" w:rsidRDefault="005548ED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حمزة طاهي </w:t>
            </w:r>
          </w:p>
          <w:p w:rsidR="000807EF" w:rsidRDefault="005548ED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HAMZA TAHI</w:t>
            </w:r>
          </w:p>
          <w:p w:rsidR="000807EF" w:rsidRDefault="000807EF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0807EF" w:rsidRDefault="000807EF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0807EF" w:rsidRDefault="005548ED" w:rsidP="000807EF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EE802454</w:t>
            </w:r>
            <w:r w:rsidR="000807E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 xml:space="preserve"> </w:t>
            </w:r>
          </w:p>
        </w:tc>
        <w:tc>
          <w:tcPr>
            <w:tcW w:w="2693" w:type="dxa"/>
          </w:tcPr>
          <w:p w:rsidR="000807EF" w:rsidRDefault="005548ED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28/03/1998</w:t>
            </w:r>
          </w:p>
          <w:p w:rsidR="000807EF" w:rsidRDefault="005548ED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بالدار البيضاء انفا</w:t>
            </w:r>
          </w:p>
        </w:tc>
        <w:tc>
          <w:tcPr>
            <w:tcW w:w="1134" w:type="dxa"/>
          </w:tcPr>
          <w:p w:rsidR="000807EF" w:rsidRDefault="000807EF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0807EF" w:rsidRDefault="005548ED" w:rsidP="000807E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ابن محمد بن المعطي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حفيظة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  <w:p w:rsidR="000807EF" w:rsidRDefault="000807EF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0807EF" w:rsidRDefault="000807EF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0807EF" w:rsidRPr="008B7FB5" w:rsidRDefault="000807EF" w:rsidP="000807EF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0807EF" w:rsidRDefault="000807EF" w:rsidP="000807E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5548ED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0807EF" w:rsidRDefault="000807EF" w:rsidP="000807E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5548ED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0807EF" w:rsidRDefault="000807EF" w:rsidP="000807E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8B7FB5" w:rsidRDefault="008B7FB5" w:rsidP="008B7FB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8B7FB5" w:rsidRDefault="008B7FB5" w:rsidP="008B7FB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DD5437" w:rsidRDefault="00DD5437" w:rsidP="00DD543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5437" w:rsidRDefault="00DD5437" w:rsidP="00DD543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5437" w:rsidRPr="008B7FB5" w:rsidRDefault="00DD5437" w:rsidP="00DD543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DD5437" w:rsidRPr="000B1B21" w:rsidRDefault="00DD5437" w:rsidP="00DD5437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DD5437" w:rsidRPr="000156CB" w:rsidTr="00AD710B">
        <w:tc>
          <w:tcPr>
            <w:tcW w:w="382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5437" w:rsidTr="00AD710B">
        <w:tc>
          <w:tcPr>
            <w:tcW w:w="3824" w:type="dxa"/>
          </w:tcPr>
          <w:p w:rsidR="00DD5437" w:rsidRDefault="005548ED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سعد المساعد</w:t>
            </w:r>
          </w:p>
          <w:p w:rsidR="00DD5437" w:rsidRDefault="005548ED" w:rsidP="00DD543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SAAD AL MOUSSAYD</w:t>
            </w:r>
          </w:p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DD5437" w:rsidRDefault="005548ED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EE811555</w:t>
            </w:r>
          </w:p>
        </w:tc>
        <w:tc>
          <w:tcPr>
            <w:tcW w:w="2693" w:type="dxa"/>
          </w:tcPr>
          <w:p w:rsidR="00DD5437" w:rsidRDefault="005548ED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23/01/1999</w:t>
            </w:r>
          </w:p>
          <w:p w:rsidR="00DD5437" w:rsidRDefault="005548ED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بالمنارة 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كليز</w:t>
            </w:r>
            <w:proofErr w:type="spellEnd"/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مراكش</w:t>
            </w:r>
          </w:p>
        </w:tc>
        <w:tc>
          <w:tcPr>
            <w:tcW w:w="1134" w:type="dxa"/>
          </w:tcPr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DD5437" w:rsidRDefault="005548ED" w:rsidP="00DD543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ابن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عبدالله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الحبيب و سعيدة بنت محمد</w:t>
            </w:r>
          </w:p>
        </w:tc>
        <w:tc>
          <w:tcPr>
            <w:tcW w:w="3544" w:type="dxa"/>
          </w:tcPr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5437" w:rsidRPr="008B7FB5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5437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5548ED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D5437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5548ED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5437" w:rsidRDefault="00DD5437" w:rsidP="00DD543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E56748" w:rsidRDefault="00E56748" w:rsidP="00DD543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D5437" w:rsidRDefault="00DD5437" w:rsidP="00E5674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5437" w:rsidRDefault="00DD5437" w:rsidP="00DD543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5437" w:rsidRPr="008B7FB5" w:rsidRDefault="00DD5437" w:rsidP="00DD543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DD5437" w:rsidRPr="000B1B21" w:rsidRDefault="00DD5437" w:rsidP="00DD5437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DD5437" w:rsidRPr="000156CB" w:rsidTr="00AD710B">
        <w:tc>
          <w:tcPr>
            <w:tcW w:w="382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DD5437" w:rsidRPr="000B1B21" w:rsidRDefault="00DD5437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5437" w:rsidTr="00AD710B">
        <w:tc>
          <w:tcPr>
            <w:tcW w:w="3824" w:type="dxa"/>
          </w:tcPr>
          <w:p w:rsidR="00DD5437" w:rsidRDefault="00D865F9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ياسين ابو يعلى</w:t>
            </w:r>
          </w:p>
          <w:p w:rsidR="00DD5437" w:rsidRDefault="00D865F9" w:rsidP="00DD543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YASSINE ABOUYAALA</w:t>
            </w:r>
          </w:p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DD5437" w:rsidRDefault="00D865F9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AE106550</w:t>
            </w:r>
          </w:p>
        </w:tc>
        <w:tc>
          <w:tcPr>
            <w:tcW w:w="2693" w:type="dxa"/>
          </w:tcPr>
          <w:p w:rsidR="00DD5437" w:rsidRDefault="00D865F9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16/03/1998</w:t>
            </w:r>
          </w:p>
          <w:p w:rsidR="00DD5437" w:rsidRDefault="00D865F9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بسلا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تابريكت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سلا</w:t>
            </w:r>
          </w:p>
        </w:tc>
        <w:tc>
          <w:tcPr>
            <w:tcW w:w="1134" w:type="dxa"/>
          </w:tcPr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DD5437" w:rsidRDefault="00D865F9" w:rsidP="00D865F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ابن ادريس بن علي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نعيمة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</w:tc>
        <w:tc>
          <w:tcPr>
            <w:tcW w:w="3544" w:type="dxa"/>
          </w:tcPr>
          <w:p w:rsidR="00DD5437" w:rsidRDefault="00DD5437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5437" w:rsidRPr="008B7FB5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5437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D865F9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D5437" w:rsidRDefault="00DD5437" w:rsidP="00DD543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D865F9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5437" w:rsidRDefault="00DD5437" w:rsidP="00DD543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AD710B" w:rsidRDefault="00AD710B" w:rsidP="00AD71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710B" w:rsidRDefault="00AD710B" w:rsidP="00AD71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D710B" w:rsidRDefault="00AD710B" w:rsidP="00AD71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D710B" w:rsidRPr="008B7FB5" w:rsidRDefault="00AD710B" w:rsidP="00AD710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>-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الإدارةـ</w:t>
      </w:r>
    </w:p>
    <w:p w:rsidR="00AD710B" w:rsidRPr="000B1B21" w:rsidRDefault="00AD710B" w:rsidP="00AD710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268"/>
        <w:gridCol w:w="3544"/>
      </w:tblGrid>
      <w:tr w:rsidR="00AD710B" w:rsidRPr="000156CB" w:rsidTr="00AD710B">
        <w:tc>
          <w:tcPr>
            <w:tcW w:w="3824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268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D710B" w:rsidTr="00AD710B">
        <w:tc>
          <w:tcPr>
            <w:tcW w:w="3824" w:type="dxa"/>
          </w:tcPr>
          <w:p w:rsidR="00AD710B" w:rsidRDefault="002C0E79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اسماعيل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البقالي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القاسمي</w:t>
            </w:r>
          </w:p>
          <w:p w:rsidR="00AD710B" w:rsidRDefault="00D865F9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ISMAIL BAKKALI-KASMI</w:t>
            </w:r>
          </w:p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</w:p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AD710B" w:rsidRDefault="00D865F9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L630085</w:t>
            </w:r>
          </w:p>
        </w:tc>
        <w:tc>
          <w:tcPr>
            <w:tcW w:w="2693" w:type="dxa"/>
          </w:tcPr>
          <w:p w:rsidR="00AD710B" w:rsidRDefault="00D865F9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09/06/1999</w:t>
            </w:r>
          </w:p>
          <w:p w:rsidR="00AD710B" w:rsidRDefault="002C0E79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بتطوان</w:t>
            </w:r>
          </w:p>
        </w:tc>
        <w:tc>
          <w:tcPr>
            <w:tcW w:w="1134" w:type="dxa"/>
          </w:tcPr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268" w:type="dxa"/>
          </w:tcPr>
          <w:p w:rsidR="00AD710B" w:rsidRDefault="002C0E79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ابن اسامة بن محمد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اسية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</w:tc>
        <w:tc>
          <w:tcPr>
            <w:tcW w:w="3544" w:type="dxa"/>
          </w:tcPr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D710B" w:rsidRPr="008B7FB5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D710B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2C0E79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D710B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2C0E79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D710B" w:rsidRDefault="00AD710B" w:rsidP="00AD710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AD710B" w:rsidRDefault="00AD710B" w:rsidP="00AD71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710B" w:rsidRDefault="00AD710B" w:rsidP="00A271E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D710B" w:rsidRDefault="00AD710B" w:rsidP="00AD710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D710B" w:rsidRPr="008B7FB5" w:rsidRDefault="00AD710B" w:rsidP="0061303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 w:rsidR="0061303E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 w:rsidR="0061303E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 w:rsidR="0061303E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D710B" w:rsidRPr="000B1B21" w:rsidRDefault="00AD710B" w:rsidP="00AD710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693"/>
        <w:gridCol w:w="3119"/>
      </w:tblGrid>
      <w:tr w:rsidR="00AD710B" w:rsidRPr="000156CB" w:rsidTr="00F05922">
        <w:tc>
          <w:tcPr>
            <w:tcW w:w="3824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693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AD710B" w:rsidRPr="000B1B21" w:rsidRDefault="00AD710B" w:rsidP="00AD710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D710B" w:rsidTr="00F05922">
        <w:tc>
          <w:tcPr>
            <w:tcW w:w="3824" w:type="dxa"/>
          </w:tcPr>
          <w:p w:rsidR="0061303E" w:rsidRDefault="0061303E" w:rsidP="006130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حنان حموتي</w:t>
            </w:r>
          </w:p>
          <w:p w:rsidR="0061303E" w:rsidRDefault="0061303E" w:rsidP="006130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HANANE HAMMOUTI</w:t>
            </w:r>
          </w:p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AD710B" w:rsidRDefault="0061303E" w:rsidP="00F05922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F597965</w:t>
            </w:r>
            <w:r w:rsidR="00F05922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 xml:space="preserve">   </w:t>
            </w:r>
          </w:p>
        </w:tc>
        <w:tc>
          <w:tcPr>
            <w:tcW w:w="2693" w:type="dxa"/>
          </w:tcPr>
          <w:p w:rsidR="00AD710B" w:rsidRDefault="0061303E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25/09/1998</w:t>
            </w:r>
          </w:p>
          <w:p w:rsidR="00AD710B" w:rsidRDefault="0061303E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وجدة</w:t>
            </w:r>
          </w:p>
        </w:tc>
        <w:tc>
          <w:tcPr>
            <w:tcW w:w="1134" w:type="dxa"/>
          </w:tcPr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693" w:type="dxa"/>
          </w:tcPr>
          <w:p w:rsidR="00F05922" w:rsidRPr="00F05922" w:rsidRDefault="0061303E" w:rsidP="006130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الوسيني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بونوار</w:t>
            </w:r>
            <w:proofErr w:type="spellEnd"/>
          </w:p>
          <w:p w:rsidR="00AD710B" w:rsidRDefault="0061303E" w:rsidP="00F0592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الزهراء بنت محمد</w:t>
            </w:r>
          </w:p>
        </w:tc>
        <w:tc>
          <w:tcPr>
            <w:tcW w:w="3119" w:type="dxa"/>
          </w:tcPr>
          <w:p w:rsidR="00AD710B" w:rsidRDefault="00AD710B" w:rsidP="00AD710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D710B" w:rsidRPr="008B7FB5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D710B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61303E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D710B" w:rsidRDefault="00AD710B" w:rsidP="00AD710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61303E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8353A2" w:rsidRDefault="00AD710B" w:rsidP="00AD710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F05922" w:rsidRDefault="00F05922" w:rsidP="00F05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05922" w:rsidRDefault="00F05922" w:rsidP="00F05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05922" w:rsidRDefault="00F05922" w:rsidP="00F05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05922" w:rsidRDefault="00F05922" w:rsidP="00F05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F05922" w:rsidRDefault="00F05922" w:rsidP="00F05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F05922" w:rsidRPr="008B7FB5" w:rsidRDefault="00F05922" w:rsidP="0061303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</w:t>
      </w:r>
      <w:r w:rsidR="0061303E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61303E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 w:rsidR="0061303E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61303E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 w:rsidR="0061303E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61303E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F05922" w:rsidRPr="000B1B21" w:rsidRDefault="00F05922" w:rsidP="00F0592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693"/>
        <w:gridCol w:w="3119"/>
      </w:tblGrid>
      <w:tr w:rsidR="00F05922" w:rsidRPr="000156CB" w:rsidTr="008145FD">
        <w:tc>
          <w:tcPr>
            <w:tcW w:w="3824" w:type="dxa"/>
          </w:tcPr>
          <w:p w:rsidR="00F05922" w:rsidRPr="000B1B21" w:rsidRDefault="00F05922" w:rsidP="008145FD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F05922" w:rsidRPr="000B1B21" w:rsidRDefault="00F05922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F05922" w:rsidRPr="000B1B21" w:rsidRDefault="00F05922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693" w:type="dxa"/>
          </w:tcPr>
          <w:p w:rsidR="00F05922" w:rsidRPr="000B1B21" w:rsidRDefault="00F05922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F05922" w:rsidRPr="000B1B21" w:rsidRDefault="00F05922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F05922" w:rsidRPr="000B1B21" w:rsidRDefault="00F05922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F05922" w:rsidTr="008145FD">
        <w:tc>
          <w:tcPr>
            <w:tcW w:w="3824" w:type="dxa"/>
          </w:tcPr>
          <w:p w:rsidR="00912456" w:rsidRDefault="0061303E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هند الطالبي</w:t>
            </w:r>
          </w:p>
          <w:p w:rsidR="00383756" w:rsidRDefault="0061303E" w:rsidP="0038375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HIND TALBI</w:t>
            </w:r>
          </w:p>
          <w:p w:rsidR="00F05922" w:rsidRDefault="00F05922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F05922" w:rsidRDefault="0061303E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FL92602</w:t>
            </w:r>
          </w:p>
        </w:tc>
        <w:tc>
          <w:tcPr>
            <w:tcW w:w="2693" w:type="dxa"/>
          </w:tcPr>
          <w:p w:rsidR="00F05922" w:rsidRDefault="0061303E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1998</w:t>
            </w:r>
            <w:r w:rsidR="002E5E3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14/05/</w:t>
            </w:r>
          </w:p>
          <w:p w:rsidR="00F05922" w:rsidRDefault="0061303E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بوعنان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 فكيك</w:t>
            </w:r>
          </w:p>
        </w:tc>
        <w:tc>
          <w:tcPr>
            <w:tcW w:w="1134" w:type="dxa"/>
          </w:tcPr>
          <w:p w:rsidR="00F05922" w:rsidRDefault="00F05922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693" w:type="dxa"/>
          </w:tcPr>
          <w:p w:rsidR="00F05922" w:rsidRPr="00F05922" w:rsidRDefault="0061303E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العربي بن علي</w:t>
            </w:r>
          </w:p>
          <w:p w:rsidR="00F05922" w:rsidRDefault="0061303E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نجات بنت بوجمعة</w:t>
            </w:r>
          </w:p>
        </w:tc>
        <w:tc>
          <w:tcPr>
            <w:tcW w:w="3119" w:type="dxa"/>
          </w:tcPr>
          <w:p w:rsidR="00F05922" w:rsidRDefault="00F05922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F05922" w:rsidRPr="008B7FB5" w:rsidRDefault="00F05922" w:rsidP="00F0592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F05922" w:rsidRDefault="00F05922" w:rsidP="00F05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896ACD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F05922" w:rsidRDefault="00F05922" w:rsidP="00F05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896ACD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F05922" w:rsidRDefault="00F05922" w:rsidP="00F05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9B0B14" w:rsidRDefault="009B0B14" w:rsidP="009B0B14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9B0B14" w:rsidRDefault="009B0B14" w:rsidP="009B0B14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9B0B14" w:rsidRDefault="009B0B14" w:rsidP="00E5674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9B0B14" w:rsidRDefault="009B0B14" w:rsidP="009B0B1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9B0B14" w:rsidRPr="008B7FB5" w:rsidRDefault="009B0B14" w:rsidP="009B0B14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9B0B14" w:rsidRPr="000B1B21" w:rsidRDefault="009B0B14" w:rsidP="009B0B14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693"/>
        <w:gridCol w:w="3119"/>
      </w:tblGrid>
      <w:tr w:rsidR="009B0B14" w:rsidRPr="000156CB" w:rsidTr="008145FD">
        <w:tc>
          <w:tcPr>
            <w:tcW w:w="3824" w:type="dxa"/>
          </w:tcPr>
          <w:p w:rsidR="009B0B14" w:rsidRPr="000B1B21" w:rsidRDefault="009B0B14" w:rsidP="008145FD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9B0B14" w:rsidRPr="000B1B21" w:rsidRDefault="009B0B14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9B0B14" w:rsidRPr="000B1B21" w:rsidRDefault="009B0B14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693" w:type="dxa"/>
          </w:tcPr>
          <w:p w:rsidR="009B0B14" w:rsidRPr="000B1B21" w:rsidRDefault="009B0B14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9B0B14" w:rsidRPr="000B1B21" w:rsidRDefault="009B0B14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9B0B14" w:rsidRPr="000B1B21" w:rsidRDefault="009B0B14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9B0B14" w:rsidTr="008145FD">
        <w:tc>
          <w:tcPr>
            <w:tcW w:w="3824" w:type="dxa"/>
          </w:tcPr>
          <w:p w:rsidR="009B0B14" w:rsidRDefault="009B0B14" w:rsidP="009B0B14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حمزة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فرشاخ</w:t>
            </w:r>
            <w:proofErr w:type="spellEnd"/>
          </w:p>
          <w:p w:rsidR="009B0B14" w:rsidRDefault="009B0B14" w:rsidP="009B0B14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HAMZA FARCHAKH</w:t>
            </w:r>
          </w:p>
          <w:p w:rsidR="009B0B14" w:rsidRDefault="009B0B14" w:rsidP="009B0B1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9B0B14" w:rsidRDefault="009B0B14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V354754</w:t>
            </w:r>
          </w:p>
        </w:tc>
        <w:tc>
          <w:tcPr>
            <w:tcW w:w="2693" w:type="dxa"/>
          </w:tcPr>
          <w:p w:rsidR="009B0B14" w:rsidRDefault="009B0B14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28/04/1999</w:t>
            </w:r>
          </w:p>
          <w:p w:rsidR="009B0B14" w:rsidRDefault="009B0B14" w:rsidP="009B0B1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الخنيفرة</w:t>
            </w:r>
            <w:proofErr w:type="spellEnd"/>
          </w:p>
        </w:tc>
        <w:tc>
          <w:tcPr>
            <w:tcW w:w="1134" w:type="dxa"/>
          </w:tcPr>
          <w:p w:rsidR="009B0B14" w:rsidRDefault="009B0B14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693" w:type="dxa"/>
          </w:tcPr>
          <w:p w:rsidR="009B0B14" w:rsidRPr="00F05922" w:rsidRDefault="009B0B14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محمد بن المصطفى </w:t>
            </w:r>
          </w:p>
          <w:p w:rsidR="009B0B14" w:rsidRDefault="009B0B14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رحمة بنت ميمون</w:t>
            </w:r>
          </w:p>
        </w:tc>
        <w:tc>
          <w:tcPr>
            <w:tcW w:w="3119" w:type="dxa"/>
          </w:tcPr>
          <w:p w:rsidR="009B0B14" w:rsidRDefault="009B0B14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9B0B14" w:rsidRPr="008B7FB5" w:rsidRDefault="009B0B14" w:rsidP="009B0B14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9B0B14" w:rsidRDefault="009B0B14" w:rsidP="009B0B14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9B0B14" w:rsidRDefault="009B0B14" w:rsidP="009B0B14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9B0B14" w:rsidRDefault="009B0B14" w:rsidP="009B0B14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9B0B14" w:rsidRDefault="009B0B14" w:rsidP="009B0B14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05922" w:rsidRDefault="00F05922" w:rsidP="00F05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83756" w:rsidRDefault="00383756" w:rsidP="00E5674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383756" w:rsidRDefault="00383756" w:rsidP="00383756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83756" w:rsidRPr="008B7FB5" w:rsidRDefault="00383756" w:rsidP="00896ACD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</w:t>
      </w:r>
      <w:r w:rsidR="00896ACD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="00896ACD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 w:rsidR="00896A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896ACD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 w:rsidR="00896A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896ACD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383756" w:rsidRPr="000B1B21" w:rsidRDefault="00383756" w:rsidP="00383756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463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693"/>
        <w:gridCol w:w="3119"/>
      </w:tblGrid>
      <w:tr w:rsidR="00383756" w:rsidRPr="000156CB" w:rsidTr="008145FD">
        <w:tc>
          <w:tcPr>
            <w:tcW w:w="3824" w:type="dxa"/>
          </w:tcPr>
          <w:p w:rsidR="00383756" w:rsidRPr="000B1B21" w:rsidRDefault="00383756" w:rsidP="008145FD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383756" w:rsidRPr="000B1B21" w:rsidRDefault="00383756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383756" w:rsidRPr="000B1B21" w:rsidRDefault="00383756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693" w:type="dxa"/>
          </w:tcPr>
          <w:p w:rsidR="00383756" w:rsidRPr="000B1B21" w:rsidRDefault="00383756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383756" w:rsidRPr="000B1B21" w:rsidRDefault="00383756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383756" w:rsidRPr="000B1B21" w:rsidRDefault="00383756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383756" w:rsidTr="008145FD">
        <w:tc>
          <w:tcPr>
            <w:tcW w:w="3824" w:type="dxa"/>
          </w:tcPr>
          <w:p w:rsidR="002E5E36" w:rsidRDefault="002E5E36" w:rsidP="0038375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>محمد أمين الشايب</w:t>
            </w:r>
          </w:p>
          <w:p w:rsidR="00383756" w:rsidRPr="00805045" w:rsidRDefault="00805045" w:rsidP="002E5E3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805045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MOHAMMED AMINE CHAIEB</w:t>
            </w:r>
          </w:p>
          <w:p w:rsidR="00383756" w:rsidRDefault="00383756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383756" w:rsidRDefault="00805045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DO54790</w:t>
            </w:r>
          </w:p>
        </w:tc>
        <w:tc>
          <w:tcPr>
            <w:tcW w:w="2693" w:type="dxa"/>
          </w:tcPr>
          <w:p w:rsidR="002E5E36" w:rsidRDefault="00805045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31/08/1999</w:t>
            </w:r>
          </w:p>
          <w:p w:rsidR="00383756" w:rsidRDefault="002E5E36" w:rsidP="0080504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80504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سيدي سليمان</w:t>
            </w:r>
          </w:p>
        </w:tc>
        <w:tc>
          <w:tcPr>
            <w:tcW w:w="1134" w:type="dxa"/>
          </w:tcPr>
          <w:p w:rsidR="00383756" w:rsidRDefault="00383756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693" w:type="dxa"/>
          </w:tcPr>
          <w:p w:rsidR="00ED0E3B" w:rsidRPr="00ED0E3B" w:rsidRDefault="00805045" w:rsidP="00ED0E3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العزيز بن حمدون</w:t>
            </w:r>
          </w:p>
          <w:p w:rsidR="00383756" w:rsidRDefault="00805045" w:rsidP="00ED0E3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بنت محمد</w:t>
            </w:r>
          </w:p>
        </w:tc>
        <w:tc>
          <w:tcPr>
            <w:tcW w:w="3119" w:type="dxa"/>
          </w:tcPr>
          <w:p w:rsidR="00383756" w:rsidRDefault="00383756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383756" w:rsidRPr="008B7FB5" w:rsidRDefault="00383756" w:rsidP="00383756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383756" w:rsidRDefault="00383756" w:rsidP="00383756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E6324E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383756" w:rsidRDefault="00383756" w:rsidP="00383756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E6324E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383756" w:rsidRDefault="00383756" w:rsidP="00383756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383756" w:rsidRDefault="00383756" w:rsidP="00383756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D0E3B" w:rsidRDefault="00ED0E3B" w:rsidP="00ED0E3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D0E3B" w:rsidRDefault="00ED0E3B" w:rsidP="00ED0E3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D0E3B" w:rsidRDefault="00ED0E3B" w:rsidP="00ED0E3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ED0E3B" w:rsidRDefault="00ED0E3B" w:rsidP="00ED0E3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ED0E3B" w:rsidRPr="008B7FB5" w:rsidRDefault="00ED0E3B" w:rsidP="00E6324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وزارة الاقتصاد والمالية وإصلاح الإدارة</w:t>
      </w:r>
      <w:r w:rsidR="00E6324E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="00E6324E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 w:rsidR="00E6324E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E6324E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 w:rsidR="00E6324E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E6324E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ED0E3B" w:rsidRPr="000B1B21" w:rsidRDefault="00ED0E3B" w:rsidP="00ED0E3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977"/>
        <w:gridCol w:w="3119"/>
      </w:tblGrid>
      <w:tr w:rsidR="00ED0E3B" w:rsidRPr="000156CB" w:rsidTr="00ED0E3B">
        <w:tc>
          <w:tcPr>
            <w:tcW w:w="3824" w:type="dxa"/>
          </w:tcPr>
          <w:p w:rsidR="00ED0E3B" w:rsidRPr="000B1B21" w:rsidRDefault="00ED0E3B" w:rsidP="008145FD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ED0E3B" w:rsidRPr="000B1B21" w:rsidRDefault="00ED0E3B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ED0E3B" w:rsidRPr="000B1B21" w:rsidRDefault="00ED0E3B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977" w:type="dxa"/>
          </w:tcPr>
          <w:p w:rsidR="00ED0E3B" w:rsidRPr="000B1B21" w:rsidRDefault="00ED0E3B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ED0E3B" w:rsidRPr="000B1B21" w:rsidRDefault="00ED0E3B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ED0E3B" w:rsidRPr="000B1B21" w:rsidRDefault="00ED0E3B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ED0E3B" w:rsidTr="00ED0E3B">
        <w:tc>
          <w:tcPr>
            <w:tcW w:w="3824" w:type="dxa"/>
          </w:tcPr>
          <w:p w:rsidR="00ED0E3B" w:rsidRDefault="00E6324E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ياسين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بودشيش</w:t>
            </w:r>
            <w:proofErr w:type="spellEnd"/>
          </w:p>
          <w:p w:rsidR="00E6324E" w:rsidRDefault="00E6324E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YASSINE BOUDCHICHE</w:t>
            </w:r>
          </w:p>
          <w:p w:rsidR="00ED0E3B" w:rsidRDefault="00E6324E" w:rsidP="00E6324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 xml:space="preserve"> </w:t>
            </w:r>
            <w:r w:rsidR="00ED0E3B"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رقم بطاقة التعريف الوطنية</w:t>
            </w: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 xml:space="preserve"> </w:t>
            </w:r>
            <w:proofErr w:type="gramStart"/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 xml:space="preserve"> </w:t>
            </w:r>
            <w:r w:rsidR="00ED0E3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ED0E3B" w:rsidRDefault="00E6324E" w:rsidP="00ED0E3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D243869</w:t>
            </w:r>
          </w:p>
        </w:tc>
        <w:tc>
          <w:tcPr>
            <w:tcW w:w="2693" w:type="dxa"/>
          </w:tcPr>
          <w:p w:rsidR="00ED0E3B" w:rsidRDefault="00E6324E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14/01/1996</w:t>
            </w:r>
          </w:p>
          <w:p w:rsidR="00ED0E3B" w:rsidRDefault="00E6324E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ب مكناس</w:t>
            </w:r>
          </w:p>
        </w:tc>
        <w:tc>
          <w:tcPr>
            <w:tcW w:w="1134" w:type="dxa"/>
          </w:tcPr>
          <w:p w:rsidR="00ED0E3B" w:rsidRDefault="00ED0E3B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977" w:type="dxa"/>
          </w:tcPr>
          <w:p w:rsidR="00ED0E3B" w:rsidRDefault="00E6324E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بوشتى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محمد</w:t>
            </w:r>
          </w:p>
          <w:p w:rsidR="00ED0E3B" w:rsidRDefault="00E6324E" w:rsidP="00ED0E3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 xml:space="preserve">نزهة بنت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الدريوش</w:t>
            </w:r>
            <w:proofErr w:type="spellEnd"/>
          </w:p>
        </w:tc>
        <w:tc>
          <w:tcPr>
            <w:tcW w:w="3119" w:type="dxa"/>
          </w:tcPr>
          <w:p w:rsidR="00ED0E3B" w:rsidRDefault="00ED0E3B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ED0E3B" w:rsidRPr="008B7FB5" w:rsidRDefault="00ED0E3B" w:rsidP="00ED0E3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ED0E3B" w:rsidRDefault="00ED0E3B" w:rsidP="00ED0E3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D00D93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ED0E3B" w:rsidRDefault="00ED0E3B" w:rsidP="00ED0E3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D00D93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ED0E3B" w:rsidRDefault="00ED0E3B" w:rsidP="00ED0E3B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 ـ</w:t>
      </w:r>
    </w:p>
    <w:p w:rsidR="00701657" w:rsidRDefault="00701657" w:rsidP="0070165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701657" w:rsidRDefault="00701657" w:rsidP="0070165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56748" w:rsidRDefault="00E56748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701657" w:rsidRDefault="00701657" w:rsidP="0070165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701657" w:rsidRDefault="00701657" w:rsidP="0070165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701657" w:rsidRPr="008B7FB5" w:rsidRDefault="00701657" w:rsidP="00D83D75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="00D83D75" w:rsidRPr="00D83D75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="00D83D75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 w:rsidR="00D83D75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D83D75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 w:rsidR="00D83D75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D83D75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701657" w:rsidRPr="000B1B21" w:rsidRDefault="00701657" w:rsidP="00701657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824"/>
        <w:gridCol w:w="2693"/>
        <w:gridCol w:w="1134"/>
        <w:gridCol w:w="2977"/>
        <w:gridCol w:w="3119"/>
      </w:tblGrid>
      <w:tr w:rsidR="00701657" w:rsidRPr="000156CB" w:rsidTr="008145FD">
        <w:tc>
          <w:tcPr>
            <w:tcW w:w="3824" w:type="dxa"/>
          </w:tcPr>
          <w:p w:rsidR="00701657" w:rsidRPr="000B1B21" w:rsidRDefault="00701657" w:rsidP="008145FD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693" w:type="dxa"/>
          </w:tcPr>
          <w:p w:rsidR="00701657" w:rsidRPr="000B1B21" w:rsidRDefault="00701657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701657" w:rsidRPr="000B1B21" w:rsidRDefault="00701657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977" w:type="dxa"/>
          </w:tcPr>
          <w:p w:rsidR="00701657" w:rsidRPr="000B1B21" w:rsidRDefault="00701657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701657" w:rsidRPr="000B1B21" w:rsidRDefault="00701657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701657" w:rsidRPr="000B1B21" w:rsidRDefault="00701657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701657" w:rsidTr="008145FD">
        <w:tc>
          <w:tcPr>
            <w:tcW w:w="3824" w:type="dxa"/>
          </w:tcPr>
          <w:p w:rsidR="00D83D75" w:rsidRDefault="00D83D75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الزهرا</w:t>
            </w:r>
            <w:r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  <w:lang w:bidi="ar-MA"/>
              </w:rPr>
              <w:t>ء</w:t>
            </w: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المغلي</w:t>
            </w:r>
          </w:p>
          <w:p w:rsidR="00701657" w:rsidRPr="00D83D75" w:rsidRDefault="00D83D75" w:rsidP="00D83D75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</w:pPr>
            <w:r w:rsidRPr="00D83D75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>FATIMA ZAHRAE MGHOLLI</w:t>
            </w:r>
          </w:p>
          <w:p w:rsidR="00701657" w:rsidRDefault="00701657" w:rsidP="0070165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701657" w:rsidRDefault="00D83D75" w:rsidP="00701657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FE19591</w:t>
            </w:r>
          </w:p>
        </w:tc>
        <w:tc>
          <w:tcPr>
            <w:tcW w:w="2693" w:type="dxa"/>
          </w:tcPr>
          <w:p w:rsidR="00701657" w:rsidRDefault="00D83D75" w:rsidP="003D0573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23/05/1999</w:t>
            </w:r>
          </w:p>
          <w:p w:rsidR="00701657" w:rsidRDefault="00D83D75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المرينيين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فاس</w:t>
            </w:r>
          </w:p>
        </w:tc>
        <w:tc>
          <w:tcPr>
            <w:tcW w:w="1134" w:type="dxa"/>
          </w:tcPr>
          <w:p w:rsidR="00701657" w:rsidRDefault="00701657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977" w:type="dxa"/>
          </w:tcPr>
          <w:p w:rsidR="00701657" w:rsidRDefault="00D83D75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بوشتى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العربي</w:t>
            </w:r>
          </w:p>
          <w:p w:rsidR="003D0573" w:rsidRDefault="00D83D75" w:rsidP="003D0573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زهور بنت محمد</w:t>
            </w:r>
          </w:p>
        </w:tc>
        <w:tc>
          <w:tcPr>
            <w:tcW w:w="3119" w:type="dxa"/>
          </w:tcPr>
          <w:p w:rsidR="00701657" w:rsidRDefault="00701657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701657" w:rsidRPr="008B7FB5" w:rsidRDefault="00701657" w:rsidP="0070165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701657" w:rsidRDefault="00701657" w:rsidP="0070165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D83D75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701657" w:rsidRDefault="00701657" w:rsidP="0070165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D83D75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F05922" w:rsidRDefault="00701657" w:rsidP="00701657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F6292F" w:rsidRDefault="00F6292F" w:rsidP="00F6292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6292F" w:rsidRDefault="00F6292F" w:rsidP="00F6292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026E" w:rsidRDefault="00AD026E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6292F" w:rsidRDefault="00F6292F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F6292F" w:rsidRDefault="00F6292F" w:rsidP="00F6292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F6292F" w:rsidRPr="008B7FB5" w:rsidRDefault="00732875" w:rsidP="00732875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                      </w:t>
      </w:r>
      <w:r w:rsidR="00F6292F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F6292F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F6292F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F6292F" w:rsidRPr="000B1B21" w:rsidRDefault="00F6292F" w:rsidP="00F6292F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977"/>
        <w:gridCol w:w="3119"/>
      </w:tblGrid>
      <w:tr w:rsidR="00F6292F" w:rsidRPr="000156CB" w:rsidTr="00F6292F">
        <w:tc>
          <w:tcPr>
            <w:tcW w:w="3966" w:type="dxa"/>
          </w:tcPr>
          <w:p w:rsidR="00F6292F" w:rsidRPr="000B1B21" w:rsidRDefault="00F6292F" w:rsidP="008145FD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F6292F" w:rsidRPr="000B1B21" w:rsidRDefault="00F6292F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F6292F" w:rsidRPr="000B1B21" w:rsidRDefault="00F6292F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977" w:type="dxa"/>
          </w:tcPr>
          <w:p w:rsidR="00F6292F" w:rsidRPr="000B1B21" w:rsidRDefault="00F6292F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F6292F" w:rsidRPr="000B1B21" w:rsidRDefault="00F6292F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F6292F" w:rsidRPr="000B1B21" w:rsidRDefault="00F6292F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F6292F" w:rsidTr="00F6292F">
        <w:tc>
          <w:tcPr>
            <w:tcW w:w="3966" w:type="dxa"/>
          </w:tcPr>
          <w:p w:rsidR="00732875" w:rsidRDefault="00732875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الياس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حسيسو</w:t>
            </w:r>
            <w:proofErr w:type="spellEnd"/>
          </w:p>
          <w:p w:rsidR="00F6292F" w:rsidRDefault="00732875" w:rsidP="00732875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ILYAS HSISSOU</w:t>
            </w:r>
          </w:p>
          <w:p w:rsidR="00F6292F" w:rsidRDefault="00F6292F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F6292F" w:rsidRDefault="00732875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IA189868</w:t>
            </w:r>
          </w:p>
        </w:tc>
        <w:tc>
          <w:tcPr>
            <w:tcW w:w="2551" w:type="dxa"/>
          </w:tcPr>
          <w:p w:rsidR="00F6292F" w:rsidRDefault="00732875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22/06/1999</w:t>
            </w:r>
          </w:p>
          <w:p w:rsidR="00F6292F" w:rsidRDefault="00732875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بني ملال</w:t>
            </w:r>
          </w:p>
        </w:tc>
        <w:tc>
          <w:tcPr>
            <w:tcW w:w="1134" w:type="dxa"/>
          </w:tcPr>
          <w:p w:rsidR="00F6292F" w:rsidRDefault="00F6292F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977" w:type="dxa"/>
          </w:tcPr>
          <w:p w:rsidR="007E3D1F" w:rsidRPr="007E3D1F" w:rsidRDefault="00732875" w:rsidP="007E3D1F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باسو بن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همون</w:t>
            </w:r>
            <w:proofErr w:type="spellEnd"/>
          </w:p>
          <w:p w:rsidR="00F6292F" w:rsidRDefault="00732875" w:rsidP="007E3D1F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فاتحة بنت حمادي</w:t>
            </w:r>
          </w:p>
        </w:tc>
        <w:tc>
          <w:tcPr>
            <w:tcW w:w="3119" w:type="dxa"/>
          </w:tcPr>
          <w:p w:rsidR="00F6292F" w:rsidRDefault="00F6292F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F6292F" w:rsidRPr="008B7FB5" w:rsidRDefault="00F6292F" w:rsidP="00F6292F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F6292F" w:rsidRDefault="00F6292F" w:rsidP="00F6292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732875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F6292F" w:rsidRDefault="00F6292F" w:rsidP="00F6292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732875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F6292F" w:rsidRDefault="00F6292F" w:rsidP="00F6292F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F6292F" w:rsidRDefault="00F6292F" w:rsidP="00F6292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F6292F" w:rsidRDefault="00F6292F" w:rsidP="00F6292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026E" w:rsidRDefault="00AD026E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7F694C" w:rsidRDefault="007F694C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7F694C" w:rsidRDefault="007F694C" w:rsidP="007F694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7F694C" w:rsidRPr="008B7FB5" w:rsidRDefault="00732875" w:rsidP="00732875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</w:t>
      </w:r>
      <w:r w:rsidR="007F694C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7F694C" w:rsidRPr="000B1B21" w:rsidRDefault="007F694C" w:rsidP="007F694C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977"/>
        <w:gridCol w:w="3119"/>
      </w:tblGrid>
      <w:tr w:rsidR="007F694C" w:rsidRPr="000156CB" w:rsidTr="008145FD">
        <w:tc>
          <w:tcPr>
            <w:tcW w:w="3966" w:type="dxa"/>
          </w:tcPr>
          <w:p w:rsidR="007F694C" w:rsidRPr="000B1B21" w:rsidRDefault="007F694C" w:rsidP="008145FD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7F694C" w:rsidRPr="000B1B21" w:rsidRDefault="007F694C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7F694C" w:rsidRPr="000B1B21" w:rsidRDefault="007F694C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977" w:type="dxa"/>
          </w:tcPr>
          <w:p w:rsidR="007F694C" w:rsidRPr="000B1B21" w:rsidRDefault="007F694C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7F694C" w:rsidRPr="000B1B21" w:rsidRDefault="007F694C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7F694C" w:rsidRPr="000B1B21" w:rsidRDefault="007F694C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7F694C" w:rsidTr="008145FD">
        <w:tc>
          <w:tcPr>
            <w:tcW w:w="3966" w:type="dxa"/>
          </w:tcPr>
          <w:p w:rsidR="007F694C" w:rsidRDefault="00732875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نجاة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أبكار</w:t>
            </w:r>
            <w:proofErr w:type="spellEnd"/>
          </w:p>
          <w:p w:rsidR="007F694C" w:rsidRDefault="00732875" w:rsidP="001B2D71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NAJAT ABAKAR</w:t>
            </w:r>
          </w:p>
          <w:p w:rsidR="007F694C" w:rsidRDefault="007F694C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7F694C" w:rsidRDefault="00732875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P348240</w:t>
            </w:r>
          </w:p>
        </w:tc>
        <w:tc>
          <w:tcPr>
            <w:tcW w:w="2551" w:type="dxa"/>
          </w:tcPr>
          <w:p w:rsidR="007F694C" w:rsidRDefault="00732875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18/09/1999</w:t>
            </w:r>
          </w:p>
          <w:p w:rsidR="001B2D71" w:rsidRDefault="00732875" w:rsidP="001B2D7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ورزازات</w:t>
            </w:r>
            <w:proofErr w:type="spellEnd"/>
          </w:p>
          <w:p w:rsidR="007F694C" w:rsidRDefault="007F694C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134" w:type="dxa"/>
          </w:tcPr>
          <w:p w:rsidR="007F694C" w:rsidRDefault="007F694C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977" w:type="dxa"/>
          </w:tcPr>
          <w:p w:rsidR="007F694C" w:rsidRDefault="00732875" w:rsidP="00110C60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ابراهيم بن مبارك</w:t>
            </w:r>
          </w:p>
          <w:p w:rsidR="001B2D71" w:rsidRDefault="00732875" w:rsidP="001B2D71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تلكماس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</w:t>
            </w:r>
            <w:r w:rsidR="001818B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محمد</w:t>
            </w:r>
          </w:p>
          <w:p w:rsidR="00110C60" w:rsidRDefault="00110C60" w:rsidP="00110C6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119" w:type="dxa"/>
          </w:tcPr>
          <w:p w:rsidR="007F694C" w:rsidRDefault="007F694C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7F694C" w:rsidRPr="008B7FB5" w:rsidRDefault="007F694C" w:rsidP="007F694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7F694C" w:rsidRDefault="007F694C" w:rsidP="007F694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732875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7F694C" w:rsidRDefault="007F694C" w:rsidP="007F694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61303E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7F694C" w:rsidRDefault="007F694C" w:rsidP="007F694C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 w:rsidR="001818B8" w:rsidRPr="001818B8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="001818B8"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 w:rsidR="001818B8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</w:p>
    <w:p w:rsidR="001B2D71" w:rsidRPr="001818B8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B2D71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026E" w:rsidRDefault="00AD026E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B2D71" w:rsidRDefault="001B2D71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1B2D71" w:rsidRDefault="001B2D71" w:rsidP="001B2D71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1B2D71" w:rsidRPr="008B7FB5" w:rsidRDefault="00226EF9" w:rsidP="00226EF9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            </w:t>
      </w:r>
      <w:r w:rsidR="001B2D71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1B2D71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1B2D71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1B2D71" w:rsidRPr="000B1B21" w:rsidRDefault="001B2D71" w:rsidP="001B2D71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977"/>
        <w:gridCol w:w="3119"/>
      </w:tblGrid>
      <w:tr w:rsidR="001B2D71" w:rsidRPr="000156CB" w:rsidTr="008145FD">
        <w:tc>
          <w:tcPr>
            <w:tcW w:w="3966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977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1B2D71" w:rsidTr="008145FD">
        <w:tc>
          <w:tcPr>
            <w:tcW w:w="3966" w:type="dxa"/>
          </w:tcPr>
          <w:p w:rsidR="008145FD" w:rsidRDefault="00226EF9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خالد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الكرارى</w:t>
            </w:r>
            <w:proofErr w:type="spellEnd"/>
          </w:p>
          <w:p w:rsidR="001B2D71" w:rsidRDefault="008145FD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KHALID LEGRARA</w:t>
            </w:r>
          </w:p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1B2D71" w:rsidRDefault="008145FD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EB185686</w:t>
            </w:r>
          </w:p>
        </w:tc>
        <w:tc>
          <w:tcPr>
            <w:tcW w:w="2551" w:type="dxa"/>
          </w:tcPr>
          <w:p w:rsidR="001B2D71" w:rsidRDefault="008145FD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11/11/1997</w:t>
            </w:r>
          </w:p>
          <w:p w:rsidR="001B2D71" w:rsidRDefault="00226EF9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ايمنتانوت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شيشاوة</w:t>
            </w:r>
          </w:p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1134" w:type="dxa"/>
          </w:tcPr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977" w:type="dxa"/>
          </w:tcPr>
          <w:p w:rsidR="00226EF9" w:rsidRDefault="00226EF9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محمد</w:t>
            </w:r>
          </w:p>
          <w:p w:rsidR="001B2D71" w:rsidRDefault="00226EF9" w:rsidP="00226EF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زهرة بنت محمد</w:t>
            </w:r>
          </w:p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119" w:type="dxa"/>
          </w:tcPr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1B2D71" w:rsidRPr="008B7FB5" w:rsidRDefault="001B2D71" w:rsidP="001B2D71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1B2D71" w:rsidRDefault="001B2D71" w:rsidP="001B2D71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8145FD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1B2D71" w:rsidRDefault="001B2D71" w:rsidP="001B2D71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8145FD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1B2D71" w:rsidRDefault="001B2D71" w:rsidP="001B2D71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1B2D71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B2D71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B2D71" w:rsidRDefault="001B2D71" w:rsidP="001B2D71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1B2D71" w:rsidRDefault="001B2D71" w:rsidP="001B2D71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1B2D71" w:rsidRDefault="001B2D71" w:rsidP="001B2D71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1B2D71" w:rsidRPr="008B7FB5" w:rsidRDefault="001B2D71" w:rsidP="00226EF9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الإدارة</w:t>
      </w:r>
      <w:r w:rsidR="00226EF9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="00226EF9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 w:rsidR="00226EF9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226EF9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 w:rsidR="00226EF9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226EF9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1B2D71" w:rsidRPr="000B1B21" w:rsidRDefault="001B2D71" w:rsidP="001B2D71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977"/>
        <w:gridCol w:w="3119"/>
      </w:tblGrid>
      <w:tr w:rsidR="001B2D71" w:rsidRPr="000156CB" w:rsidTr="008145FD">
        <w:tc>
          <w:tcPr>
            <w:tcW w:w="3966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977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119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1B2D71" w:rsidTr="008145FD">
        <w:tc>
          <w:tcPr>
            <w:tcW w:w="3966" w:type="dxa"/>
          </w:tcPr>
          <w:p w:rsidR="00226EF9" w:rsidRDefault="00226EF9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سراء ناجي</w:t>
            </w:r>
          </w:p>
          <w:p w:rsidR="001B2D71" w:rsidRDefault="00226EF9" w:rsidP="00226EF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SARRAE NAJI</w:t>
            </w:r>
          </w:p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1B2D71" w:rsidRDefault="00226EF9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L631423</w:t>
            </w:r>
          </w:p>
        </w:tc>
        <w:tc>
          <w:tcPr>
            <w:tcW w:w="2551" w:type="dxa"/>
          </w:tcPr>
          <w:p w:rsidR="001B2D71" w:rsidRDefault="00226EF9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17/02/2000</w:t>
            </w:r>
          </w:p>
          <w:p w:rsidR="001B2D71" w:rsidRDefault="00226EF9" w:rsidP="001B2D7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صلالة سلطنة عمان</w:t>
            </w:r>
          </w:p>
        </w:tc>
        <w:tc>
          <w:tcPr>
            <w:tcW w:w="1134" w:type="dxa"/>
          </w:tcPr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977" w:type="dxa"/>
          </w:tcPr>
          <w:p w:rsidR="001B2D71" w:rsidRDefault="00226EF9" w:rsidP="001B2D71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ابراهيم</w:t>
            </w:r>
          </w:p>
          <w:p w:rsidR="001B2D71" w:rsidRDefault="00226EF9" w:rsidP="001B2D7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مليكة بنت أيوب</w:t>
            </w:r>
          </w:p>
        </w:tc>
        <w:tc>
          <w:tcPr>
            <w:tcW w:w="3119" w:type="dxa"/>
          </w:tcPr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1B2D71" w:rsidRPr="008B7FB5" w:rsidRDefault="001B2D71" w:rsidP="001B2D71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1B2D71" w:rsidRDefault="001B2D71" w:rsidP="001B2D71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226EF9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1B2D71" w:rsidRDefault="001B2D71" w:rsidP="001B2D71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226EF9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1B2D71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1B2D71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B2D71" w:rsidRDefault="001B2D71" w:rsidP="001B2D71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1B2D71" w:rsidRDefault="001B2D71" w:rsidP="001B2D71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1B2D71" w:rsidRDefault="001B2D71" w:rsidP="001B2D71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1B2D71" w:rsidRDefault="001B2D71" w:rsidP="001B2D71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1B2D71" w:rsidRPr="008B7FB5" w:rsidRDefault="00226EF9" w:rsidP="00226EF9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</w:t>
      </w:r>
      <w:r w:rsidR="001B2D71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1B2D71" w:rsidRPr="000B1B21" w:rsidRDefault="001B2D71" w:rsidP="001B2D71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1B2D71" w:rsidRPr="000156CB" w:rsidTr="00416182">
        <w:tc>
          <w:tcPr>
            <w:tcW w:w="3966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1B2D71" w:rsidRPr="000B1B21" w:rsidRDefault="001B2D71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1B2D71" w:rsidTr="00416182">
        <w:tc>
          <w:tcPr>
            <w:tcW w:w="3966" w:type="dxa"/>
          </w:tcPr>
          <w:p w:rsidR="001B2D71" w:rsidRDefault="00226EF9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اكرام الغاوي </w:t>
            </w:r>
          </w:p>
          <w:p w:rsidR="001B2D71" w:rsidRDefault="00226EF9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IKRAM EL GHAOUI</w:t>
            </w:r>
          </w:p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 w:rsidR="00226EF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1B2D71" w:rsidRDefault="00226EF9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Y476992</w:t>
            </w:r>
          </w:p>
        </w:tc>
        <w:tc>
          <w:tcPr>
            <w:tcW w:w="2551" w:type="dxa"/>
          </w:tcPr>
          <w:p w:rsidR="001B2D71" w:rsidRDefault="00226EF9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23/09/1999</w:t>
            </w:r>
          </w:p>
          <w:p w:rsidR="001B2D71" w:rsidRDefault="00226EF9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بني ملال</w:t>
            </w:r>
          </w:p>
        </w:tc>
        <w:tc>
          <w:tcPr>
            <w:tcW w:w="1134" w:type="dxa"/>
          </w:tcPr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1B2D71" w:rsidRDefault="00226EF9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بوشتة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محمد</w:t>
            </w:r>
          </w:p>
          <w:p w:rsidR="00416182" w:rsidRDefault="00226EF9" w:rsidP="00416182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يطو بنت الغازي</w:t>
            </w:r>
          </w:p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1B2D71" w:rsidRDefault="001B2D71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1B2D71" w:rsidRPr="008B7FB5" w:rsidRDefault="001B2D71" w:rsidP="001B2D71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1B2D71" w:rsidRDefault="001B2D71" w:rsidP="001B2D71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226EF9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1B2D71" w:rsidRDefault="001B2D71" w:rsidP="001B2D71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226EF9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1B2D71" w:rsidRDefault="001B2D71" w:rsidP="001B2D71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D70B7C" w:rsidRDefault="00D70B7C" w:rsidP="00D70B7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70B7C" w:rsidRDefault="00D70B7C" w:rsidP="00D70B7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70B7C" w:rsidRDefault="00D70B7C" w:rsidP="00D70B7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D70B7C" w:rsidRDefault="00D70B7C" w:rsidP="00D70B7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70B7C" w:rsidRDefault="00D70B7C" w:rsidP="00D70B7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70B7C" w:rsidRPr="008B7FB5" w:rsidRDefault="00540187" w:rsidP="0054018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="00D70B7C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="00D70B7C"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70B7C" w:rsidRPr="000B1B21" w:rsidRDefault="00D70B7C" w:rsidP="00D70B7C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D70B7C" w:rsidRPr="000156CB" w:rsidTr="008145FD">
        <w:tc>
          <w:tcPr>
            <w:tcW w:w="3966" w:type="dxa"/>
          </w:tcPr>
          <w:p w:rsidR="00D70B7C" w:rsidRPr="000B1B21" w:rsidRDefault="00D70B7C" w:rsidP="008145FD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D70B7C" w:rsidRPr="000B1B21" w:rsidRDefault="00D70B7C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D70B7C" w:rsidRPr="000B1B21" w:rsidRDefault="00D70B7C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D70B7C" w:rsidRPr="000B1B21" w:rsidRDefault="00D70B7C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70B7C" w:rsidRPr="000B1B21" w:rsidRDefault="00D70B7C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D70B7C" w:rsidRPr="000B1B21" w:rsidRDefault="00D70B7C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70B7C" w:rsidTr="008145FD">
        <w:tc>
          <w:tcPr>
            <w:tcW w:w="3966" w:type="dxa"/>
          </w:tcPr>
          <w:p w:rsidR="00D70B7C" w:rsidRDefault="00540187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اكرام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الحنصالي</w:t>
            </w:r>
            <w:proofErr w:type="spellEnd"/>
          </w:p>
          <w:p w:rsidR="00D70B7C" w:rsidRDefault="00540187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IKRAM EL HANSALI</w:t>
            </w:r>
          </w:p>
          <w:p w:rsidR="00D70B7C" w:rsidRDefault="00D70B7C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D70B7C" w:rsidRDefault="00540187" w:rsidP="008145FD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ID90395</w:t>
            </w:r>
          </w:p>
        </w:tc>
        <w:tc>
          <w:tcPr>
            <w:tcW w:w="2551" w:type="dxa"/>
          </w:tcPr>
          <w:p w:rsidR="00D70B7C" w:rsidRDefault="00540187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24/10/1998</w:t>
            </w:r>
          </w:p>
          <w:p w:rsidR="00D70B7C" w:rsidRDefault="00540187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سوق السبت أولاد النمة الفقيه بن صالح </w:t>
            </w:r>
          </w:p>
        </w:tc>
        <w:tc>
          <w:tcPr>
            <w:tcW w:w="1134" w:type="dxa"/>
          </w:tcPr>
          <w:p w:rsidR="00D70B7C" w:rsidRDefault="00D70B7C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D70B7C" w:rsidRDefault="00540187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علي بن ناصر</w:t>
            </w:r>
          </w:p>
          <w:p w:rsidR="00D70B7C" w:rsidRDefault="00540187" w:rsidP="008145F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حفيظة بنت الميلودي</w:t>
            </w:r>
          </w:p>
          <w:p w:rsidR="00D70B7C" w:rsidRDefault="00D70B7C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D70B7C" w:rsidRDefault="00D70B7C" w:rsidP="008145F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70B7C" w:rsidRPr="008B7FB5" w:rsidRDefault="00D70B7C" w:rsidP="00D70B7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70B7C" w:rsidRDefault="00D70B7C" w:rsidP="00D70B7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 w:rsidR="00540187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70B7C" w:rsidRDefault="00D70B7C" w:rsidP="00D70B7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 w:rsidR="00540187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70B7C" w:rsidRDefault="00D70B7C" w:rsidP="00D70B7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F6292F" w:rsidRDefault="00F6292F" w:rsidP="00F6292F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EB5FD5" w:rsidRDefault="00EB5FD5" w:rsidP="00EB5FD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D026E" w:rsidRDefault="00AD026E" w:rsidP="00AD026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EB5FD5" w:rsidRDefault="00EB5FD5" w:rsidP="00EB5FD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EB5FD5" w:rsidRDefault="00EB5FD5" w:rsidP="00EB5FD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EB5FD5" w:rsidRPr="008B7FB5" w:rsidRDefault="00EB5FD5" w:rsidP="00EB5FD5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EB5FD5" w:rsidRPr="000B1B21" w:rsidRDefault="00EB5FD5" w:rsidP="00EB5FD5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EB5FD5" w:rsidRPr="000156CB" w:rsidTr="00EB5FD5">
        <w:tc>
          <w:tcPr>
            <w:tcW w:w="3966" w:type="dxa"/>
          </w:tcPr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EB5FD5" w:rsidTr="00EB5FD5">
        <w:tc>
          <w:tcPr>
            <w:tcW w:w="3966" w:type="dxa"/>
          </w:tcPr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هدى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الصغيوار</w:t>
            </w:r>
            <w:proofErr w:type="spellEnd"/>
          </w:p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HOUDA SGHIOUAR</w:t>
            </w:r>
          </w:p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EB5FD5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K542252</w:t>
            </w:r>
          </w:p>
        </w:tc>
        <w:tc>
          <w:tcPr>
            <w:tcW w:w="2551" w:type="dxa"/>
          </w:tcPr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03/03/1998</w:t>
            </w:r>
          </w:p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طنجة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اصيلة </w:t>
            </w:r>
          </w:p>
        </w:tc>
        <w:tc>
          <w:tcPr>
            <w:tcW w:w="1134" w:type="dxa"/>
          </w:tcPr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عبدالكريم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بوشعيب و سعيدة بنت احمد</w:t>
            </w:r>
          </w:p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EB5FD5" w:rsidRPr="008B7FB5" w:rsidRDefault="00EB5FD5" w:rsidP="00EB5FD5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EB5FD5" w:rsidRDefault="00EB5FD5" w:rsidP="00EB5FD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EB5FD5" w:rsidRDefault="00EB5FD5" w:rsidP="00EB5FD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EB5FD5" w:rsidRDefault="00EB5FD5" w:rsidP="00EB5FD5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EB5FD5" w:rsidRDefault="00EB5FD5" w:rsidP="00EB5FD5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B5FD5" w:rsidRDefault="00EB5FD5" w:rsidP="00EB5FD5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B5FD5" w:rsidRDefault="00EB5FD5" w:rsidP="00EB5FD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B5FD5" w:rsidRDefault="00EB5FD5" w:rsidP="00EB5FD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EB5FD5" w:rsidRDefault="00EB5FD5" w:rsidP="00EB5FD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EB5FD5" w:rsidRPr="008B7FB5" w:rsidRDefault="00EB5FD5" w:rsidP="00EB5FD5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EB5FD5" w:rsidRPr="000B1B21" w:rsidRDefault="00EB5FD5" w:rsidP="00EB5FD5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EB5FD5" w:rsidRPr="000156CB" w:rsidTr="00EB5FD5">
        <w:tc>
          <w:tcPr>
            <w:tcW w:w="3966" w:type="dxa"/>
          </w:tcPr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EB5FD5" w:rsidRPr="000B1B21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EB5FD5" w:rsidTr="00EB5FD5">
        <w:tc>
          <w:tcPr>
            <w:tcW w:w="3966" w:type="dxa"/>
          </w:tcPr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سارة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حفوظي</w:t>
            </w:r>
            <w:proofErr w:type="spellEnd"/>
          </w:p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SARA HAFFOUDI</w:t>
            </w:r>
          </w:p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EB5FD5" w:rsidRDefault="00EB5FD5" w:rsidP="00EB5FD5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KB141562</w:t>
            </w:r>
          </w:p>
        </w:tc>
        <w:tc>
          <w:tcPr>
            <w:tcW w:w="2551" w:type="dxa"/>
          </w:tcPr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11/07/1997</w:t>
            </w:r>
          </w:p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اكوراي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الحاجب </w:t>
            </w:r>
          </w:p>
        </w:tc>
        <w:tc>
          <w:tcPr>
            <w:tcW w:w="1134" w:type="dxa"/>
          </w:tcPr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EB5FD5" w:rsidRDefault="00E60A6F" w:rsidP="00EB5FD5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الحسن بن محمد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حادة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علال</w:t>
            </w:r>
          </w:p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EB5FD5" w:rsidRDefault="00EB5FD5" w:rsidP="00EB5FD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EB5FD5" w:rsidRPr="008B7FB5" w:rsidRDefault="00EB5FD5" w:rsidP="00EB5FD5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EB5FD5" w:rsidRDefault="00EB5FD5" w:rsidP="00EB5FD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EB5FD5" w:rsidRDefault="00EB5FD5" w:rsidP="00EB5FD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EB5FD5" w:rsidRDefault="00EB5FD5" w:rsidP="00EB5FD5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E60A6F" w:rsidRDefault="00E60A6F" w:rsidP="00E60A6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E60A6F" w:rsidRDefault="00E60A6F" w:rsidP="00E60A6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D026E" w:rsidRDefault="00AD026E" w:rsidP="00EE4BC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E60A6F" w:rsidRDefault="00E60A6F" w:rsidP="00E60A6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E60A6F" w:rsidRDefault="00E60A6F" w:rsidP="00E60A6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E60A6F" w:rsidRPr="008B7FB5" w:rsidRDefault="00E60A6F" w:rsidP="00E60A6F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E60A6F" w:rsidRPr="000B1B21" w:rsidRDefault="00E60A6F" w:rsidP="00E60A6F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E60A6F" w:rsidRPr="000156CB" w:rsidTr="009F733E">
        <w:tc>
          <w:tcPr>
            <w:tcW w:w="3966" w:type="dxa"/>
          </w:tcPr>
          <w:p w:rsidR="00E60A6F" w:rsidRPr="000B1B21" w:rsidRDefault="00E60A6F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E60A6F" w:rsidRPr="000B1B21" w:rsidRDefault="00E60A6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E60A6F" w:rsidRPr="000B1B21" w:rsidRDefault="00E60A6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E60A6F" w:rsidRPr="000B1B21" w:rsidRDefault="00E60A6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E60A6F" w:rsidRPr="000B1B21" w:rsidRDefault="00E60A6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E60A6F" w:rsidRPr="000B1B21" w:rsidRDefault="00E60A6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E60A6F" w:rsidTr="009F733E">
        <w:tc>
          <w:tcPr>
            <w:tcW w:w="3966" w:type="dxa"/>
          </w:tcPr>
          <w:p w:rsidR="00E60A6F" w:rsidRDefault="00E60A6F" w:rsidP="00E60A6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يسرى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كراونة</w:t>
            </w:r>
            <w:proofErr w:type="spellEnd"/>
          </w:p>
          <w:p w:rsidR="00E60A6F" w:rsidRDefault="00E60A6F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YOUSRA GRAOU NA</w:t>
            </w:r>
          </w:p>
          <w:p w:rsidR="00E60A6F" w:rsidRDefault="00E60A6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E60A6F" w:rsidRDefault="00E60A6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CD700558</w:t>
            </w:r>
          </w:p>
        </w:tc>
        <w:tc>
          <w:tcPr>
            <w:tcW w:w="2551" w:type="dxa"/>
          </w:tcPr>
          <w:p w:rsidR="00E60A6F" w:rsidRDefault="00E60A6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19/05/1998</w:t>
            </w:r>
          </w:p>
          <w:p w:rsidR="00E60A6F" w:rsidRDefault="00E60A6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بالمنزل صفرو </w:t>
            </w:r>
          </w:p>
        </w:tc>
        <w:tc>
          <w:tcPr>
            <w:tcW w:w="1134" w:type="dxa"/>
          </w:tcPr>
          <w:p w:rsidR="00E60A6F" w:rsidRDefault="00E60A6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E60A6F" w:rsidRDefault="00E60A6F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عبد الوهاب بن سعيد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خديجة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  <w:p w:rsidR="00E60A6F" w:rsidRDefault="00E60A6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E60A6F" w:rsidRDefault="00E60A6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E60A6F" w:rsidRPr="008B7FB5" w:rsidRDefault="00E60A6F" w:rsidP="00E60A6F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E60A6F" w:rsidRDefault="00E60A6F" w:rsidP="00E60A6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E60A6F" w:rsidRDefault="00E60A6F" w:rsidP="00E60A6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E60A6F" w:rsidRDefault="00E60A6F" w:rsidP="00E60A6F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E60A6F" w:rsidRPr="00E60A6F" w:rsidRDefault="00E60A6F" w:rsidP="00E60A6F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EB5FD5" w:rsidRPr="00EB5FD5" w:rsidRDefault="00EB5FD5" w:rsidP="00EB5FD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D026E" w:rsidRDefault="00AD026E" w:rsidP="00AD026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5F1ABC" w:rsidRDefault="005F1ABC" w:rsidP="005F1AB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5F1ABC" w:rsidRDefault="005F1ABC" w:rsidP="005F1AB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5F1ABC" w:rsidRPr="008B7FB5" w:rsidRDefault="005F1ABC" w:rsidP="005F1ABC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5F1ABC" w:rsidRPr="000B1B21" w:rsidRDefault="005F1ABC" w:rsidP="005F1ABC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5F1ABC" w:rsidRPr="000156CB" w:rsidTr="009F733E">
        <w:tc>
          <w:tcPr>
            <w:tcW w:w="3966" w:type="dxa"/>
          </w:tcPr>
          <w:p w:rsidR="005F1ABC" w:rsidRPr="000B1B21" w:rsidRDefault="005F1ABC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5F1ABC" w:rsidRPr="000B1B21" w:rsidRDefault="005F1AB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5F1ABC" w:rsidRPr="000B1B21" w:rsidRDefault="005F1AB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5F1ABC" w:rsidRPr="000B1B21" w:rsidRDefault="005F1AB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5F1ABC" w:rsidRPr="000B1B21" w:rsidRDefault="005F1AB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5F1ABC" w:rsidRPr="000B1B21" w:rsidRDefault="005F1AB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5F1ABC" w:rsidTr="009F733E">
        <w:tc>
          <w:tcPr>
            <w:tcW w:w="3966" w:type="dxa"/>
          </w:tcPr>
          <w:p w:rsidR="005F1ABC" w:rsidRDefault="0023773C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يسرى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اقروط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5F1ABC" w:rsidRDefault="0023773C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YOUSRA AQARROUT</w:t>
            </w:r>
          </w:p>
          <w:p w:rsidR="005F1ABC" w:rsidRDefault="005F1AB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5F1ABC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D888485</w:t>
            </w:r>
          </w:p>
        </w:tc>
        <w:tc>
          <w:tcPr>
            <w:tcW w:w="2551" w:type="dxa"/>
          </w:tcPr>
          <w:p w:rsidR="005F1AB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19/12/1999</w:t>
            </w:r>
          </w:p>
          <w:p w:rsidR="005F1AB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بمكناس</w:t>
            </w:r>
            <w:r w:rsidR="005F1ABC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</w:tc>
        <w:tc>
          <w:tcPr>
            <w:tcW w:w="1134" w:type="dxa"/>
          </w:tcPr>
          <w:p w:rsidR="005F1ABC" w:rsidRDefault="005F1AB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5F1ABC" w:rsidRDefault="0023773C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محمد بن قدور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سميرة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  <w:p w:rsidR="005F1ABC" w:rsidRDefault="005F1AB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5F1ABC" w:rsidRDefault="005F1AB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5F1ABC" w:rsidRPr="008B7FB5" w:rsidRDefault="005F1ABC" w:rsidP="005F1AB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5F1ABC" w:rsidRDefault="005F1ABC" w:rsidP="005F1AB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5F1ABC" w:rsidRDefault="005F1ABC" w:rsidP="005F1AB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5F1ABC" w:rsidRDefault="005F1ABC" w:rsidP="005F1AB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5F1ABC" w:rsidRDefault="005F1ABC" w:rsidP="005F1AB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23773C" w:rsidRDefault="0023773C" w:rsidP="0023773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23773C" w:rsidRDefault="0023773C" w:rsidP="0023773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23773C" w:rsidRDefault="0023773C" w:rsidP="0023773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23773C" w:rsidRDefault="0023773C" w:rsidP="0023773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23773C" w:rsidRPr="008B7FB5" w:rsidRDefault="0023773C" w:rsidP="0023773C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23773C" w:rsidRPr="000B1B21" w:rsidRDefault="0023773C" w:rsidP="0023773C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23773C" w:rsidRPr="000156CB" w:rsidTr="009F733E">
        <w:tc>
          <w:tcPr>
            <w:tcW w:w="3966" w:type="dxa"/>
          </w:tcPr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23773C" w:rsidTr="009F733E">
        <w:tc>
          <w:tcPr>
            <w:tcW w:w="3966" w:type="dxa"/>
          </w:tcPr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دنيا الرافعي</w:t>
            </w:r>
          </w:p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DOUNIA ERRAFEI</w:t>
            </w:r>
          </w:p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23773C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KB166606</w:t>
            </w:r>
          </w:p>
        </w:tc>
        <w:tc>
          <w:tcPr>
            <w:tcW w:w="2551" w:type="dxa"/>
          </w:tcPr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15/06/1998</w:t>
            </w:r>
          </w:p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بطنجة طنجة اصيلة </w:t>
            </w:r>
          </w:p>
        </w:tc>
        <w:tc>
          <w:tcPr>
            <w:tcW w:w="1134" w:type="dxa"/>
          </w:tcPr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23773C" w:rsidRDefault="0023773C" w:rsidP="0023773C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العابدي بن الحبشي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عواطف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حدو</w:t>
            </w:r>
          </w:p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23773C" w:rsidRPr="008B7FB5" w:rsidRDefault="0023773C" w:rsidP="0023773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23773C" w:rsidRDefault="0023773C" w:rsidP="0023773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23773C" w:rsidRDefault="0023773C" w:rsidP="0023773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23773C" w:rsidRDefault="0023773C" w:rsidP="0023773C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23773C" w:rsidRDefault="0023773C" w:rsidP="0023773C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23773C" w:rsidRDefault="0023773C" w:rsidP="0023773C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23773C" w:rsidRDefault="0023773C" w:rsidP="0023773C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23773C" w:rsidRDefault="0023773C" w:rsidP="0023773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23773C" w:rsidRDefault="0023773C" w:rsidP="0023773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23773C" w:rsidRPr="008B7FB5" w:rsidRDefault="0023773C" w:rsidP="0023773C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23773C" w:rsidRPr="000B1B21" w:rsidRDefault="0023773C" w:rsidP="0023773C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23773C" w:rsidRPr="000156CB" w:rsidTr="009F733E">
        <w:tc>
          <w:tcPr>
            <w:tcW w:w="3966" w:type="dxa"/>
          </w:tcPr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23773C" w:rsidRPr="000B1B21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23773C" w:rsidTr="009F733E">
        <w:tc>
          <w:tcPr>
            <w:tcW w:w="3966" w:type="dxa"/>
          </w:tcPr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العبيد</w:t>
            </w:r>
          </w:p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FATIMA EL AABID</w:t>
            </w:r>
          </w:p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23773C" w:rsidRDefault="0023773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LA17</w:t>
            </w:r>
            <w:r w:rsidR="003E05E2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6970</w:t>
            </w:r>
          </w:p>
        </w:tc>
        <w:tc>
          <w:tcPr>
            <w:tcW w:w="2551" w:type="dxa"/>
          </w:tcPr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19/12/1999</w:t>
            </w:r>
          </w:p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بالعرائش</w:t>
            </w:r>
          </w:p>
        </w:tc>
        <w:tc>
          <w:tcPr>
            <w:tcW w:w="1134" w:type="dxa"/>
          </w:tcPr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امحمد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محمد ومسعود بنت حماد</w:t>
            </w:r>
          </w:p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23773C" w:rsidRDefault="0023773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23773C" w:rsidRPr="008B7FB5" w:rsidRDefault="0023773C" w:rsidP="0023773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23773C" w:rsidRDefault="0023773C" w:rsidP="0023773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23773C" w:rsidRDefault="0023773C" w:rsidP="0023773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23773C" w:rsidRDefault="0023773C" w:rsidP="0023773C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3E05E2" w:rsidRDefault="003E05E2" w:rsidP="003E05E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E05E2" w:rsidRDefault="003E05E2" w:rsidP="003E05E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E05E2" w:rsidRDefault="003E05E2" w:rsidP="003E05E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E05E2" w:rsidRDefault="003E05E2" w:rsidP="003E05E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3E05E2" w:rsidRDefault="003E05E2" w:rsidP="003E05E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E05E2" w:rsidRPr="008B7FB5" w:rsidRDefault="003E05E2" w:rsidP="003E05E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3E05E2" w:rsidRPr="000B1B21" w:rsidRDefault="003E05E2" w:rsidP="003E05E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3E05E2" w:rsidRPr="000156CB" w:rsidTr="009F733E">
        <w:tc>
          <w:tcPr>
            <w:tcW w:w="3966" w:type="dxa"/>
          </w:tcPr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3E05E2" w:rsidTr="009F733E">
        <w:tc>
          <w:tcPr>
            <w:tcW w:w="3966" w:type="dxa"/>
          </w:tcPr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نادية العزوزي </w:t>
            </w:r>
          </w:p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NADIA EL AZZOUZI</w:t>
            </w:r>
          </w:p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3E05E2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KB49865</w:t>
            </w:r>
          </w:p>
        </w:tc>
        <w:tc>
          <w:tcPr>
            <w:tcW w:w="2551" w:type="dxa"/>
          </w:tcPr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05/12/1987</w:t>
            </w:r>
          </w:p>
          <w:p w:rsidR="003E05E2" w:rsidRDefault="003E05E2" w:rsidP="003E05E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بني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عمارت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الحسيمة</w:t>
            </w:r>
          </w:p>
        </w:tc>
        <w:tc>
          <w:tcPr>
            <w:tcW w:w="1134" w:type="dxa"/>
          </w:tcPr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3E05E2" w:rsidRDefault="003E05E2" w:rsidP="003E05E2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احمد بن شعيب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جميلة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احمد</w:t>
            </w:r>
          </w:p>
          <w:p w:rsidR="003E05E2" w:rsidRPr="003E05E2" w:rsidRDefault="003E05E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3E05E2" w:rsidRPr="008B7FB5" w:rsidRDefault="003E05E2" w:rsidP="003E05E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3E05E2" w:rsidRDefault="003E05E2" w:rsidP="003E05E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3E05E2" w:rsidRDefault="003E05E2" w:rsidP="003E05E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3E05E2" w:rsidRDefault="003E05E2" w:rsidP="003E05E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3E05E2" w:rsidRPr="003E05E2" w:rsidRDefault="003E05E2" w:rsidP="003E05E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23773C" w:rsidRPr="0023773C" w:rsidRDefault="0023773C" w:rsidP="0023773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3E05E2" w:rsidRDefault="003E05E2" w:rsidP="003E05E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3E05E2" w:rsidRDefault="003E05E2" w:rsidP="003E05E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3E05E2" w:rsidRDefault="003E05E2" w:rsidP="003E05E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E05E2" w:rsidRPr="008B7FB5" w:rsidRDefault="003E05E2" w:rsidP="003E05E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3E05E2" w:rsidRPr="000B1B21" w:rsidRDefault="003E05E2" w:rsidP="003E05E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3E05E2" w:rsidRPr="000156CB" w:rsidTr="009F733E">
        <w:tc>
          <w:tcPr>
            <w:tcW w:w="3966" w:type="dxa"/>
          </w:tcPr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3E05E2" w:rsidRPr="000B1B21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3E05E2" w:rsidTr="009F733E">
        <w:tc>
          <w:tcPr>
            <w:tcW w:w="3966" w:type="dxa"/>
          </w:tcPr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يوسف ملالي</w:t>
            </w:r>
          </w:p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YOUSSEF MALLALI</w:t>
            </w:r>
          </w:p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3E05E2" w:rsidRDefault="003E05E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D888484</w:t>
            </w:r>
          </w:p>
        </w:tc>
        <w:tc>
          <w:tcPr>
            <w:tcW w:w="2551" w:type="dxa"/>
          </w:tcPr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18/07/1999</w:t>
            </w:r>
          </w:p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بمكناس </w:t>
            </w:r>
          </w:p>
        </w:tc>
        <w:tc>
          <w:tcPr>
            <w:tcW w:w="1134" w:type="dxa"/>
          </w:tcPr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ابن عادل بن محمد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خديجة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قدور</w:t>
            </w:r>
          </w:p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3E05E2" w:rsidRDefault="003E05E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3E05E2" w:rsidRPr="008B7FB5" w:rsidRDefault="003E05E2" w:rsidP="003E05E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3E05E2" w:rsidRDefault="003E05E2" w:rsidP="003E05E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3E05E2" w:rsidRDefault="003E05E2" w:rsidP="003E05E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3E05E2" w:rsidRDefault="003E05E2" w:rsidP="003E05E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3E05E2" w:rsidRDefault="003E05E2" w:rsidP="003E05E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DF7682" w:rsidRDefault="00DF7682" w:rsidP="00DF768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DF7682" w:rsidRDefault="00DF7682" w:rsidP="00DF768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DF7682" w:rsidRDefault="00DF7682" w:rsidP="00DF768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F7682" w:rsidRDefault="00DF7682" w:rsidP="00DF768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F7682" w:rsidRPr="008B7FB5" w:rsidRDefault="00DF7682" w:rsidP="00DF768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F7682" w:rsidRPr="000B1B21" w:rsidRDefault="00DF7682" w:rsidP="00DF768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DF7682" w:rsidRPr="000156CB" w:rsidTr="009F733E">
        <w:tc>
          <w:tcPr>
            <w:tcW w:w="3966" w:type="dxa"/>
          </w:tcPr>
          <w:p w:rsidR="00DF7682" w:rsidRPr="000B1B21" w:rsidRDefault="00DF7682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DF7682" w:rsidRPr="000B1B21" w:rsidRDefault="00DF768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DF7682" w:rsidRPr="000B1B21" w:rsidRDefault="00DF768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DF7682" w:rsidRPr="000B1B21" w:rsidRDefault="00DF768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F7682" w:rsidRPr="000B1B21" w:rsidRDefault="00DF768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DF7682" w:rsidRPr="000B1B21" w:rsidRDefault="00DF768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F7682" w:rsidTr="009F733E">
        <w:tc>
          <w:tcPr>
            <w:tcW w:w="3966" w:type="dxa"/>
          </w:tcPr>
          <w:p w:rsidR="00DF7682" w:rsidRDefault="00DF768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صفاء ايت عمران </w:t>
            </w:r>
          </w:p>
          <w:p w:rsidR="00DF7682" w:rsidRDefault="00DF768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SAFAA AIT IMRAN</w:t>
            </w:r>
          </w:p>
          <w:p w:rsidR="00DF7682" w:rsidRDefault="00DF768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DF7682" w:rsidRDefault="00DF768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LE26458</w:t>
            </w:r>
          </w:p>
        </w:tc>
        <w:tc>
          <w:tcPr>
            <w:tcW w:w="2551" w:type="dxa"/>
          </w:tcPr>
          <w:p w:rsidR="00DF7682" w:rsidRDefault="00DF768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22/11/1998</w:t>
            </w:r>
          </w:p>
          <w:p w:rsidR="00DF7682" w:rsidRDefault="00DF7682" w:rsidP="00DF768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بتمروت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شفشاون</w:t>
            </w:r>
          </w:p>
        </w:tc>
        <w:tc>
          <w:tcPr>
            <w:tcW w:w="1134" w:type="dxa"/>
          </w:tcPr>
          <w:p w:rsidR="00DF7682" w:rsidRDefault="00DF768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DF7682" w:rsidRDefault="00DF768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محمد بن المكي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حكيمة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  <w:p w:rsidR="00DF7682" w:rsidRDefault="00DF768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DF7682" w:rsidRDefault="00DF768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F7682" w:rsidRPr="008B7FB5" w:rsidRDefault="00DF7682" w:rsidP="00DF768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F7682" w:rsidRDefault="00DF7682" w:rsidP="00DF768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F7682" w:rsidRDefault="00DF7682" w:rsidP="00DF768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F7682" w:rsidRDefault="00DF7682" w:rsidP="00DF768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DF7682" w:rsidRDefault="00DF7682" w:rsidP="00DF768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72BB2" w:rsidRDefault="00972BB2" w:rsidP="00972BB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72BB2" w:rsidRDefault="00972BB2" w:rsidP="00972BB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72BB2" w:rsidRDefault="00972BB2" w:rsidP="00972BB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972BB2" w:rsidRDefault="00972BB2" w:rsidP="00972BB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972BB2" w:rsidRPr="008B7FB5" w:rsidRDefault="00972BB2" w:rsidP="00972BB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972BB2" w:rsidRPr="000B1B21" w:rsidRDefault="00972BB2" w:rsidP="00972BB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972BB2" w:rsidRPr="000156CB" w:rsidTr="009F733E">
        <w:tc>
          <w:tcPr>
            <w:tcW w:w="3966" w:type="dxa"/>
          </w:tcPr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972BB2" w:rsidTr="009F733E">
        <w:tc>
          <w:tcPr>
            <w:tcW w:w="3966" w:type="dxa"/>
          </w:tcPr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ءاية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الميموني</w:t>
            </w:r>
            <w:proofErr w:type="spellEnd"/>
          </w:p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AYA EL MAIMOUNI</w:t>
            </w:r>
          </w:p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972BB2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L580569</w:t>
            </w:r>
          </w:p>
        </w:tc>
        <w:tc>
          <w:tcPr>
            <w:tcW w:w="2551" w:type="dxa"/>
          </w:tcPr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29/02/2000</w:t>
            </w:r>
          </w:p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تطوان</w:t>
            </w:r>
          </w:p>
        </w:tc>
        <w:tc>
          <w:tcPr>
            <w:tcW w:w="1134" w:type="dxa"/>
          </w:tcPr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بنت محمد بن السعيد وحنان بنت محمد</w:t>
            </w:r>
          </w:p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972BB2" w:rsidRPr="008B7FB5" w:rsidRDefault="00972BB2" w:rsidP="00972BB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972BB2" w:rsidRDefault="00972BB2" w:rsidP="00972BB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972BB2" w:rsidRDefault="00972BB2" w:rsidP="00972BB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972BB2" w:rsidRDefault="00972BB2" w:rsidP="00972BB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972BB2" w:rsidRDefault="00972BB2" w:rsidP="00972BB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B0263F" w:rsidRDefault="00B0263F" w:rsidP="00B0263F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972BB2" w:rsidRDefault="00972BB2" w:rsidP="00972BB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972BB2" w:rsidRDefault="00972BB2" w:rsidP="00972BB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972BB2" w:rsidRDefault="00972BB2" w:rsidP="00972BB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972BB2" w:rsidRPr="008B7FB5" w:rsidRDefault="00972BB2" w:rsidP="00972BB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972BB2" w:rsidRPr="000B1B21" w:rsidRDefault="00972BB2" w:rsidP="00972BB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972BB2" w:rsidRPr="000156CB" w:rsidTr="009F733E">
        <w:tc>
          <w:tcPr>
            <w:tcW w:w="3966" w:type="dxa"/>
          </w:tcPr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972BB2" w:rsidRPr="000B1B21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972BB2" w:rsidTr="009F733E">
        <w:tc>
          <w:tcPr>
            <w:tcW w:w="3966" w:type="dxa"/>
          </w:tcPr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صفاء ايت عمران </w:t>
            </w:r>
          </w:p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SAFAA AIT IMRAN</w:t>
            </w:r>
          </w:p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972BB2" w:rsidRDefault="00972BB2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LE26458</w:t>
            </w:r>
          </w:p>
        </w:tc>
        <w:tc>
          <w:tcPr>
            <w:tcW w:w="2551" w:type="dxa"/>
          </w:tcPr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22/11/1998</w:t>
            </w:r>
          </w:p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بتمروت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شفشاون</w:t>
            </w:r>
          </w:p>
        </w:tc>
        <w:tc>
          <w:tcPr>
            <w:tcW w:w="1134" w:type="dxa"/>
          </w:tcPr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محمد بن المكي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حكيمة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972BB2" w:rsidRDefault="00972BB2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972BB2" w:rsidRPr="008B7FB5" w:rsidRDefault="00972BB2" w:rsidP="00972BB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972BB2" w:rsidRDefault="00972BB2" w:rsidP="00972BB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972BB2" w:rsidRDefault="00972BB2" w:rsidP="00972BB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972BB2" w:rsidRDefault="00972BB2" w:rsidP="00972BB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972BB2" w:rsidRPr="00DF7682" w:rsidRDefault="00972BB2" w:rsidP="00972BB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72BB2" w:rsidRPr="00972BB2" w:rsidRDefault="00972BB2" w:rsidP="00972BB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72BB2" w:rsidRPr="00DF7682" w:rsidRDefault="00972BB2" w:rsidP="00972BB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B0263F" w:rsidRDefault="00B0263F" w:rsidP="00B0263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B0263F" w:rsidRDefault="00B0263F" w:rsidP="00B0263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B0263F" w:rsidRPr="008B7FB5" w:rsidRDefault="00B0263F" w:rsidP="00B0263F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B0263F" w:rsidRPr="000B1B21" w:rsidRDefault="00B0263F" w:rsidP="00B0263F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B0263F" w:rsidRPr="000156CB" w:rsidTr="009F733E">
        <w:tc>
          <w:tcPr>
            <w:tcW w:w="3966" w:type="dxa"/>
          </w:tcPr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B0263F" w:rsidTr="009F733E">
        <w:tc>
          <w:tcPr>
            <w:tcW w:w="3966" w:type="dxa"/>
          </w:tcPr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مريم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الحراتي</w:t>
            </w:r>
            <w:proofErr w:type="spellEnd"/>
          </w:p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MERIEM EL HARRATI</w:t>
            </w:r>
          </w:p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B0263F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K391650</w:t>
            </w:r>
          </w:p>
        </w:tc>
        <w:tc>
          <w:tcPr>
            <w:tcW w:w="2551" w:type="dxa"/>
          </w:tcPr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05/09/1983</w:t>
            </w:r>
          </w:p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طنجة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اصيلة</w:t>
            </w:r>
          </w:p>
        </w:tc>
        <w:tc>
          <w:tcPr>
            <w:tcW w:w="1134" w:type="dxa"/>
          </w:tcPr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لمجاهد بن العياشي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رحمة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B0263F" w:rsidRPr="008B7FB5" w:rsidRDefault="00B0263F" w:rsidP="00B0263F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B0263F" w:rsidRDefault="00B0263F" w:rsidP="00B0263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B0263F" w:rsidRDefault="00B0263F" w:rsidP="00B0263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B0263F" w:rsidRDefault="00B0263F" w:rsidP="00B0263F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B0263F" w:rsidRPr="00DF7682" w:rsidRDefault="00B0263F" w:rsidP="00B0263F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72BB2" w:rsidRDefault="00972BB2" w:rsidP="00972BB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D026E" w:rsidRDefault="00AD026E" w:rsidP="00AD026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B0263F" w:rsidRDefault="00B0263F" w:rsidP="00B0263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B0263F" w:rsidRDefault="00B0263F" w:rsidP="00B0263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B0263F" w:rsidRPr="008B7FB5" w:rsidRDefault="00B0263F" w:rsidP="00B0263F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B0263F" w:rsidRPr="000B1B21" w:rsidRDefault="00B0263F" w:rsidP="00B0263F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B0263F" w:rsidRPr="000156CB" w:rsidTr="009F733E">
        <w:tc>
          <w:tcPr>
            <w:tcW w:w="3966" w:type="dxa"/>
          </w:tcPr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B0263F" w:rsidRPr="000B1B21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B0263F" w:rsidTr="009F733E">
        <w:tc>
          <w:tcPr>
            <w:tcW w:w="3966" w:type="dxa"/>
          </w:tcPr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زينب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فرحاتي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B0263F" w:rsidRDefault="00C55CF4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ZINEB FARHATI</w:t>
            </w:r>
          </w:p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B0263F" w:rsidRDefault="00B0263F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XA129235</w:t>
            </w:r>
          </w:p>
        </w:tc>
        <w:tc>
          <w:tcPr>
            <w:tcW w:w="2551" w:type="dxa"/>
          </w:tcPr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03/08/1999</w:t>
            </w:r>
          </w:p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تيفلت الخميسات</w:t>
            </w:r>
          </w:p>
        </w:tc>
        <w:tc>
          <w:tcPr>
            <w:tcW w:w="1134" w:type="dxa"/>
          </w:tcPr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بوطيب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وفاء</w:t>
            </w:r>
            <w:proofErr w:type="gramEnd"/>
          </w:p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B0263F" w:rsidRDefault="00B0263F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B0263F" w:rsidRPr="008B7FB5" w:rsidRDefault="00B0263F" w:rsidP="00B0263F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B0263F" w:rsidRDefault="00B0263F" w:rsidP="00B0263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B0263F" w:rsidRDefault="00B0263F" w:rsidP="00B0263F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B0263F" w:rsidRDefault="00B0263F" w:rsidP="00B0263F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B0263F" w:rsidRPr="00DF7682" w:rsidRDefault="00B0263F" w:rsidP="00B0263F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B0263F" w:rsidRDefault="00B0263F" w:rsidP="00B0263F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D026E" w:rsidRDefault="00AD026E" w:rsidP="00936FF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C55CF4" w:rsidRDefault="00C55CF4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55CF4" w:rsidRDefault="00C55CF4" w:rsidP="00C55CF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55CF4" w:rsidRPr="008B7FB5" w:rsidRDefault="00C55CF4" w:rsidP="00C55CF4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C55CF4" w:rsidRPr="000B1B21" w:rsidRDefault="00C55CF4" w:rsidP="00C55CF4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C55CF4" w:rsidRPr="000156CB" w:rsidTr="009F733E">
        <w:tc>
          <w:tcPr>
            <w:tcW w:w="3966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55CF4" w:rsidTr="009F733E">
        <w:tc>
          <w:tcPr>
            <w:tcW w:w="3966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>نادية العافية</w:t>
            </w:r>
          </w:p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NADIA EL AFIA</w:t>
            </w:r>
          </w:p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C55CF4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LC329242</w:t>
            </w:r>
          </w:p>
        </w:tc>
        <w:tc>
          <w:tcPr>
            <w:tcW w:w="2551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30/04/1999</w:t>
            </w:r>
          </w:p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باب تازة شفشاون</w:t>
            </w:r>
          </w:p>
        </w:tc>
        <w:tc>
          <w:tcPr>
            <w:tcW w:w="1134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عبدالله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عبد السلام و فاطمة بنت عبد السلام</w:t>
            </w:r>
          </w:p>
          <w:p w:rsidR="00C55CF4" w:rsidRP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55CF4" w:rsidRPr="008B7FB5" w:rsidRDefault="00C55CF4" w:rsidP="00C55CF4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C55CF4" w:rsidRDefault="00C55CF4" w:rsidP="00C55CF4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C55CF4" w:rsidRDefault="00C55CF4" w:rsidP="00C55CF4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C55CF4" w:rsidRDefault="00C55CF4" w:rsidP="00C55CF4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C55CF4" w:rsidRPr="00DF7682" w:rsidRDefault="00C55CF4" w:rsidP="00C55CF4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55CF4" w:rsidRDefault="00C55CF4" w:rsidP="00C55CF4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D026E" w:rsidRDefault="00AD026E" w:rsidP="00AD026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55CF4" w:rsidRDefault="00C55CF4" w:rsidP="00C55CF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55CF4" w:rsidRDefault="00C55CF4" w:rsidP="00C55CF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55CF4" w:rsidRPr="008B7FB5" w:rsidRDefault="00C55CF4" w:rsidP="00C55CF4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C55CF4" w:rsidRPr="000B1B21" w:rsidRDefault="00C55CF4" w:rsidP="00C55CF4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C55CF4" w:rsidRPr="000156CB" w:rsidTr="009F733E">
        <w:tc>
          <w:tcPr>
            <w:tcW w:w="3966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55CF4" w:rsidTr="009F733E">
        <w:tc>
          <w:tcPr>
            <w:tcW w:w="3966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حفصة اولاد الحاج احمد</w:t>
            </w:r>
          </w:p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HAFSSA AOULAD HAJ AHMED</w:t>
            </w:r>
          </w:p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C55CF4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LC318602</w:t>
            </w:r>
          </w:p>
        </w:tc>
        <w:tc>
          <w:tcPr>
            <w:tcW w:w="2551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25/12/1999</w:t>
            </w:r>
          </w:p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فيفي شفشاون</w:t>
            </w:r>
          </w:p>
        </w:tc>
        <w:tc>
          <w:tcPr>
            <w:tcW w:w="1134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C55CF4" w:rsidRDefault="00C55CF4" w:rsidP="00C55CF4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احمد بن العربي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نزهة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سليمان</w:t>
            </w:r>
          </w:p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55CF4" w:rsidRPr="008B7FB5" w:rsidRDefault="00C55CF4" w:rsidP="00C55CF4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C55CF4" w:rsidRDefault="00C55CF4" w:rsidP="00C55CF4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C55CF4" w:rsidRDefault="00C55CF4" w:rsidP="00C55CF4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C55CF4" w:rsidRDefault="00C55CF4" w:rsidP="00C55CF4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C55CF4" w:rsidRPr="00DF7682" w:rsidRDefault="00C55CF4" w:rsidP="00C55CF4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55CF4" w:rsidRDefault="00C55CF4" w:rsidP="00C55CF4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C55CF4" w:rsidRDefault="00C55CF4" w:rsidP="00C55CF4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C55CF4" w:rsidRDefault="00C55CF4" w:rsidP="00C55CF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55CF4" w:rsidRDefault="00C55CF4" w:rsidP="00C55CF4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55CF4" w:rsidRPr="008B7FB5" w:rsidRDefault="00C55CF4" w:rsidP="00C55CF4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C55CF4" w:rsidRPr="000B1B21" w:rsidRDefault="00C55CF4" w:rsidP="00C55CF4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C55CF4" w:rsidRPr="000156CB" w:rsidTr="009F733E">
        <w:tc>
          <w:tcPr>
            <w:tcW w:w="3966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C55CF4" w:rsidRPr="000B1B21" w:rsidRDefault="00C55CF4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55CF4" w:rsidTr="009F733E">
        <w:tc>
          <w:tcPr>
            <w:tcW w:w="3966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سلمى مساعد</w:t>
            </w:r>
          </w:p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SALMA MOUSSAID</w:t>
            </w:r>
          </w:p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C55CF4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CD702160</w:t>
            </w:r>
          </w:p>
        </w:tc>
        <w:tc>
          <w:tcPr>
            <w:tcW w:w="2551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26/09/1999</w:t>
            </w:r>
          </w:p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المرينيين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فاس</w:t>
            </w:r>
          </w:p>
        </w:tc>
        <w:tc>
          <w:tcPr>
            <w:tcW w:w="1134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بنت احمد بن محمد وفاطمة بنت سعيد</w:t>
            </w:r>
          </w:p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C55CF4" w:rsidRDefault="00C55CF4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55CF4" w:rsidRPr="008B7FB5" w:rsidRDefault="00C55CF4" w:rsidP="00C55CF4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C55CF4" w:rsidRDefault="00C55CF4" w:rsidP="00C55CF4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C55CF4" w:rsidRDefault="00C55CF4" w:rsidP="00C55CF4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C55CF4" w:rsidRDefault="00C55CF4" w:rsidP="00C55CF4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C55CF4" w:rsidRPr="00DF7682" w:rsidRDefault="00C55CF4" w:rsidP="00C55CF4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55CF4" w:rsidRDefault="00C55CF4" w:rsidP="00C55CF4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D026E" w:rsidRDefault="00AD026E" w:rsidP="00AD026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F075D" w:rsidRDefault="00AF075D" w:rsidP="00AF075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F075D" w:rsidRDefault="00AF075D" w:rsidP="00AF075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F075D" w:rsidRPr="008B7FB5" w:rsidRDefault="00AF075D" w:rsidP="00AF075D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F075D" w:rsidRPr="000B1B21" w:rsidRDefault="00AF075D" w:rsidP="00AF075D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F075D" w:rsidRPr="000156CB" w:rsidTr="009F733E">
        <w:tc>
          <w:tcPr>
            <w:tcW w:w="3966" w:type="dxa"/>
          </w:tcPr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F075D" w:rsidTr="009F733E">
        <w:tc>
          <w:tcPr>
            <w:tcW w:w="3966" w:type="dxa"/>
          </w:tcPr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ايوب المنجد</w:t>
            </w:r>
          </w:p>
          <w:p w:rsidR="00AF075D" w:rsidRDefault="00AF075D" w:rsidP="00AF075D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AYOUB EL MOUNJID</w:t>
            </w:r>
          </w:p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AF075D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Z615433</w:t>
            </w:r>
          </w:p>
        </w:tc>
        <w:tc>
          <w:tcPr>
            <w:tcW w:w="2551" w:type="dxa"/>
          </w:tcPr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22/03/1999</w:t>
            </w:r>
          </w:p>
          <w:p w:rsidR="00AF075D" w:rsidRDefault="00AF075D" w:rsidP="00AF075D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تازة</w:t>
            </w:r>
          </w:p>
        </w:tc>
        <w:tc>
          <w:tcPr>
            <w:tcW w:w="1134" w:type="dxa"/>
          </w:tcPr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ابن لحسن بن لحسن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زبيدة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F075D" w:rsidRPr="008B7FB5" w:rsidRDefault="00AF075D" w:rsidP="00AF07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F075D" w:rsidRDefault="00AF075D" w:rsidP="00AF07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F075D" w:rsidRDefault="00AF075D" w:rsidP="00AF07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F075D" w:rsidRDefault="00AF075D" w:rsidP="00AF075D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AF075D" w:rsidRPr="00DF7682" w:rsidRDefault="00AF075D" w:rsidP="00AF075D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F075D" w:rsidRDefault="00AF075D" w:rsidP="00AF075D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AD026E" w:rsidRDefault="00AD026E" w:rsidP="00AD026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AF075D" w:rsidRDefault="00AF075D" w:rsidP="00AF075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F075D" w:rsidRDefault="00AF075D" w:rsidP="00AF075D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F075D" w:rsidRPr="008B7FB5" w:rsidRDefault="00AF075D" w:rsidP="00AF075D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F075D" w:rsidRPr="000B1B21" w:rsidRDefault="00AF075D" w:rsidP="00AF075D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F075D" w:rsidRPr="000156CB" w:rsidTr="009F733E">
        <w:tc>
          <w:tcPr>
            <w:tcW w:w="3966" w:type="dxa"/>
          </w:tcPr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AF075D" w:rsidRPr="000B1B21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F075D" w:rsidTr="009F733E">
        <w:tc>
          <w:tcPr>
            <w:tcW w:w="3966" w:type="dxa"/>
          </w:tcPr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شيماء اشريني</w:t>
            </w:r>
          </w:p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CHAIMA ACHRINI</w:t>
            </w:r>
          </w:p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AF075D" w:rsidRDefault="00AF075D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AA39782</w:t>
            </w:r>
          </w:p>
        </w:tc>
        <w:tc>
          <w:tcPr>
            <w:tcW w:w="2551" w:type="dxa"/>
          </w:tcPr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16/07/1995</w:t>
            </w:r>
          </w:p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الرباط حسان الرباط</w:t>
            </w:r>
          </w:p>
        </w:tc>
        <w:tc>
          <w:tcPr>
            <w:tcW w:w="1134" w:type="dxa"/>
          </w:tcPr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ميلود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ليلى</w:t>
            </w:r>
            <w:proofErr w:type="gramEnd"/>
          </w:p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F075D" w:rsidRDefault="00AF075D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F075D" w:rsidRPr="008B7FB5" w:rsidRDefault="00AF075D" w:rsidP="00AF075D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F075D" w:rsidRDefault="00AF075D" w:rsidP="00AF07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F075D" w:rsidRDefault="00AF075D" w:rsidP="00AF075D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F075D" w:rsidRDefault="00AF075D" w:rsidP="00AF075D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AF075D" w:rsidRPr="00DF7682" w:rsidRDefault="00AF075D" w:rsidP="00AF075D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F075D" w:rsidRPr="00AF075D" w:rsidRDefault="00AF075D" w:rsidP="00AF075D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D026E" w:rsidRDefault="00AD026E" w:rsidP="00E9532A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4069C" w:rsidRDefault="0034069C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34069C" w:rsidRDefault="0034069C" w:rsidP="0034069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4069C" w:rsidRPr="008B7FB5" w:rsidRDefault="0034069C" w:rsidP="0034069C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34069C" w:rsidRPr="000B1B21" w:rsidRDefault="0034069C" w:rsidP="0034069C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34069C" w:rsidRPr="000156CB" w:rsidTr="009F733E">
        <w:tc>
          <w:tcPr>
            <w:tcW w:w="3966" w:type="dxa"/>
          </w:tcPr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34069C" w:rsidTr="009F733E">
        <w:tc>
          <w:tcPr>
            <w:tcW w:w="3966" w:type="dxa"/>
          </w:tcPr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امال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لخديم</w:t>
            </w:r>
            <w:proofErr w:type="spellEnd"/>
          </w:p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AMAL LAKHDIM</w:t>
            </w:r>
          </w:p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34069C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CN32500</w:t>
            </w:r>
          </w:p>
        </w:tc>
        <w:tc>
          <w:tcPr>
            <w:tcW w:w="2551" w:type="dxa"/>
          </w:tcPr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28/09/1999</w:t>
            </w:r>
          </w:p>
          <w:p w:rsidR="0034069C" w:rsidRDefault="0034069C" w:rsidP="0034069C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كيكو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بولمان</w:t>
            </w:r>
          </w:p>
        </w:tc>
        <w:tc>
          <w:tcPr>
            <w:tcW w:w="1134" w:type="dxa"/>
          </w:tcPr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ادريس بن لحسين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الهام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ادريس</w:t>
            </w:r>
          </w:p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34069C" w:rsidRPr="008B7FB5" w:rsidRDefault="0034069C" w:rsidP="0034069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34069C" w:rsidRDefault="0034069C" w:rsidP="0034069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34069C" w:rsidRDefault="0034069C" w:rsidP="0034069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34069C" w:rsidRDefault="0034069C" w:rsidP="0034069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34069C" w:rsidRPr="00DF7682" w:rsidRDefault="0034069C" w:rsidP="0034069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34069C" w:rsidRPr="00AF075D" w:rsidRDefault="0034069C" w:rsidP="0034069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34069C" w:rsidRDefault="0034069C" w:rsidP="0034069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AD026E" w:rsidRDefault="00AD026E" w:rsidP="0034069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4069C" w:rsidRDefault="0034069C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34069C" w:rsidRDefault="0034069C" w:rsidP="0034069C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4069C" w:rsidRPr="008B7FB5" w:rsidRDefault="0034069C" w:rsidP="0034069C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34069C" w:rsidRPr="000B1B21" w:rsidRDefault="0034069C" w:rsidP="0034069C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34069C" w:rsidRPr="000156CB" w:rsidTr="009F733E">
        <w:tc>
          <w:tcPr>
            <w:tcW w:w="3966" w:type="dxa"/>
          </w:tcPr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34069C" w:rsidRPr="000B1B21" w:rsidRDefault="0034069C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34069C" w:rsidTr="009F733E">
        <w:tc>
          <w:tcPr>
            <w:tcW w:w="3966" w:type="dxa"/>
          </w:tcPr>
          <w:p w:rsidR="0034069C" w:rsidRDefault="009F733E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ليلى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الخزري</w:t>
            </w:r>
            <w:proofErr w:type="spellEnd"/>
          </w:p>
          <w:p w:rsidR="0034069C" w:rsidRDefault="009F733E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LAILA EL KHAZRI</w:t>
            </w:r>
          </w:p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34069C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LA175575</w:t>
            </w:r>
          </w:p>
        </w:tc>
        <w:tc>
          <w:tcPr>
            <w:tcW w:w="2551" w:type="dxa"/>
          </w:tcPr>
          <w:p w:rsidR="0034069C" w:rsidRDefault="009F733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19/04/1999</w:t>
            </w:r>
          </w:p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9F733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غياثة</w:t>
            </w:r>
            <w:proofErr w:type="spellEnd"/>
            <w:r w:rsidR="009F733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الغربية تازة</w:t>
            </w:r>
          </w:p>
        </w:tc>
        <w:tc>
          <w:tcPr>
            <w:tcW w:w="1134" w:type="dxa"/>
          </w:tcPr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34069C" w:rsidRDefault="009F733E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محمد بن حمو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خديجة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حمو</w:t>
            </w:r>
          </w:p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34069C" w:rsidRDefault="0034069C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34069C" w:rsidRPr="008B7FB5" w:rsidRDefault="0034069C" w:rsidP="0034069C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34069C" w:rsidRDefault="0034069C" w:rsidP="0034069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34069C" w:rsidRDefault="0034069C" w:rsidP="0034069C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34069C" w:rsidRDefault="0034069C" w:rsidP="0034069C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9F733E" w:rsidRDefault="009F733E" w:rsidP="009F733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D026E" w:rsidRDefault="00AD026E" w:rsidP="00AD026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F733E" w:rsidRDefault="009F733E" w:rsidP="009F733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9F733E" w:rsidRDefault="009F733E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9F733E" w:rsidRPr="008B7FB5" w:rsidRDefault="009F733E" w:rsidP="009F733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9F733E" w:rsidRPr="000B1B21" w:rsidRDefault="009F733E" w:rsidP="009F733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9F733E" w:rsidRPr="000156CB" w:rsidTr="009F733E">
        <w:tc>
          <w:tcPr>
            <w:tcW w:w="3966" w:type="dxa"/>
          </w:tcPr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9F733E" w:rsidTr="009F733E">
        <w:tc>
          <w:tcPr>
            <w:tcW w:w="3966" w:type="dxa"/>
          </w:tcPr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ياسمين العطار</w:t>
            </w:r>
          </w:p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YASSMINE ELATTAR</w:t>
            </w:r>
          </w:p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9F733E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ID95977</w:t>
            </w:r>
          </w:p>
        </w:tc>
        <w:tc>
          <w:tcPr>
            <w:tcW w:w="2551" w:type="dxa"/>
          </w:tcPr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24/08/1999</w:t>
            </w:r>
          </w:p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سوق السبت اولاد نمة الفقيه بن صالح</w:t>
            </w:r>
          </w:p>
        </w:tc>
        <w:tc>
          <w:tcPr>
            <w:tcW w:w="1134" w:type="dxa"/>
          </w:tcPr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المولودي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الحسن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سميرة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عبد القادر</w:t>
            </w:r>
          </w:p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9F733E" w:rsidRPr="008B7FB5" w:rsidRDefault="009F733E" w:rsidP="009F733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9F733E" w:rsidRDefault="009F733E" w:rsidP="009F733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9F733E" w:rsidRDefault="009F733E" w:rsidP="009F733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9F733E" w:rsidRDefault="009F733E" w:rsidP="009F733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9F733E" w:rsidRPr="00DF7682" w:rsidRDefault="009F733E" w:rsidP="009F733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F733E" w:rsidRDefault="009F733E" w:rsidP="009F733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AD026E" w:rsidRDefault="00AD026E" w:rsidP="00002CC8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9F733E" w:rsidRDefault="009F733E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9F733E" w:rsidRDefault="009F733E" w:rsidP="009F733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9F733E" w:rsidRPr="008B7FB5" w:rsidRDefault="009F733E" w:rsidP="009F733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9F733E" w:rsidRPr="000B1B21" w:rsidRDefault="009F733E" w:rsidP="009F733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9F733E" w:rsidRPr="000156CB" w:rsidTr="009F733E">
        <w:tc>
          <w:tcPr>
            <w:tcW w:w="3966" w:type="dxa"/>
          </w:tcPr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9F733E" w:rsidRPr="000B1B21" w:rsidRDefault="009F733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9F733E" w:rsidTr="009F733E">
        <w:tc>
          <w:tcPr>
            <w:tcW w:w="3966" w:type="dxa"/>
          </w:tcPr>
          <w:p w:rsidR="009F733E" w:rsidRDefault="004F452E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فاطمة الزهراء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امايو</w:t>
            </w:r>
            <w:proofErr w:type="spellEnd"/>
          </w:p>
          <w:p w:rsidR="009F733E" w:rsidRDefault="004F452E" w:rsidP="009F733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FATIMA EZZAHRAA AMAYOU</w:t>
            </w:r>
          </w:p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9F733E" w:rsidRDefault="004F452E" w:rsidP="009F733E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KB159695</w:t>
            </w:r>
          </w:p>
        </w:tc>
        <w:tc>
          <w:tcPr>
            <w:tcW w:w="2551" w:type="dxa"/>
          </w:tcPr>
          <w:p w:rsidR="009F733E" w:rsidRDefault="004F452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10/06/1998</w:t>
            </w:r>
          </w:p>
          <w:p w:rsidR="009F733E" w:rsidRDefault="009F733E" w:rsidP="004F452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4F452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بني فغلوم شفشاون</w:t>
            </w:r>
          </w:p>
        </w:tc>
        <w:tc>
          <w:tcPr>
            <w:tcW w:w="1134" w:type="dxa"/>
          </w:tcPr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9F733E" w:rsidRDefault="009F733E" w:rsidP="004F452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</w:t>
            </w:r>
            <w:r w:rsidR="004F452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الرحيم بن عبد السلام وتورية بنت محمد</w:t>
            </w:r>
          </w:p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9F733E" w:rsidRDefault="009F733E" w:rsidP="009F733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9F733E" w:rsidRPr="008B7FB5" w:rsidRDefault="009F733E" w:rsidP="009F733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9F733E" w:rsidRDefault="009F733E" w:rsidP="009F733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9F733E" w:rsidRDefault="009F733E" w:rsidP="009F733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9F733E" w:rsidRDefault="009F733E" w:rsidP="009F733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9F733E" w:rsidRDefault="009F733E" w:rsidP="009F733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4F452E" w:rsidRDefault="004F452E" w:rsidP="004F452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4F452E" w:rsidRDefault="004F452E" w:rsidP="004F452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4F452E" w:rsidRDefault="004F452E" w:rsidP="004F452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4F452E" w:rsidRDefault="004F452E" w:rsidP="004F452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4F452E" w:rsidRPr="008B7FB5" w:rsidRDefault="004F452E" w:rsidP="004F452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4F452E" w:rsidRPr="000B1B21" w:rsidRDefault="004F452E" w:rsidP="004F452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4F452E" w:rsidRPr="000156CB" w:rsidTr="006B50CB">
        <w:tc>
          <w:tcPr>
            <w:tcW w:w="3966" w:type="dxa"/>
          </w:tcPr>
          <w:p w:rsidR="004F452E" w:rsidRPr="000B1B21" w:rsidRDefault="004F452E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4F452E" w:rsidRPr="000B1B21" w:rsidRDefault="004F452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4F452E" w:rsidRPr="000B1B21" w:rsidRDefault="004F452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4F452E" w:rsidRPr="000B1B21" w:rsidRDefault="004F452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4F452E" w:rsidRPr="000B1B21" w:rsidRDefault="004F452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4F452E" w:rsidRPr="000B1B21" w:rsidRDefault="004F452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4F452E" w:rsidTr="006B50CB">
        <w:tc>
          <w:tcPr>
            <w:tcW w:w="3966" w:type="dxa"/>
          </w:tcPr>
          <w:p w:rsidR="004F452E" w:rsidRDefault="004F452E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زهرة عبيد</w:t>
            </w:r>
          </w:p>
          <w:p w:rsidR="004F452E" w:rsidRDefault="004F452E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ZAHRA ABID</w:t>
            </w:r>
          </w:p>
          <w:p w:rsidR="004F452E" w:rsidRDefault="004F452E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4F452E" w:rsidRDefault="004F452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G735221</w:t>
            </w:r>
          </w:p>
        </w:tc>
        <w:tc>
          <w:tcPr>
            <w:tcW w:w="2551" w:type="dxa"/>
          </w:tcPr>
          <w:p w:rsidR="004F452E" w:rsidRDefault="004F452E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27/02/1998</w:t>
            </w:r>
          </w:p>
          <w:p w:rsidR="004F452E" w:rsidRDefault="004F452E" w:rsidP="004F452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القنيطرة</w:t>
            </w:r>
          </w:p>
        </w:tc>
        <w:tc>
          <w:tcPr>
            <w:tcW w:w="1134" w:type="dxa"/>
          </w:tcPr>
          <w:p w:rsidR="004F452E" w:rsidRDefault="004F452E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4F452E" w:rsidRDefault="004F452E" w:rsidP="004F452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المصطفى بن محمد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الزاهية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الغوتي</w:t>
            </w:r>
            <w:proofErr w:type="spellEnd"/>
          </w:p>
          <w:p w:rsidR="004F452E" w:rsidRDefault="004F452E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4F452E" w:rsidRDefault="004F452E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4F452E" w:rsidRPr="008B7FB5" w:rsidRDefault="004F452E" w:rsidP="004F452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4F452E" w:rsidRDefault="004F452E" w:rsidP="004F452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4F452E" w:rsidRDefault="004F452E" w:rsidP="004F452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4F452E" w:rsidRDefault="004F452E" w:rsidP="004F452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393972" w:rsidRDefault="00393972" w:rsidP="0039397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393972" w:rsidRDefault="00393972" w:rsidP="0039397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393972" w:rsidRDefault="00393972" w:rsidP="0039397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393972" w:rsidRDefault="00393972" w:rsidP="0039397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393972" w:rsidRDefault="00393972" w:rsidP="0039397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93972" w:rsidRPr="008B7FB5" w:rsidRDefault="00393972" w:rsidP="0039397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393972" w:rsidRPr="000B1B21" w:rsidRDefault="00393972" w:rsidP="0039397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393972" w:rsidRPr="000156CB" w:rsidTr="006B50CB">
        <w:tc>
          <w:tcPr>
            <w:tcW w:w="3966" w:type="dxa"/>
          </w:tcPr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393972" w:rsidTr="006B50CB">
        <w:tc>
          <w:tcPr>
            <w:tcW w:w="3966" w:type="dxa"/>
          </w:tcPr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عبدالالاه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علة</w:t>
            </w:r>
          </w:p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ABDELILAH ALLA</w:t>
            </w:r>
          </w:p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393972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F644054</w:t>
            </w:r>
          </w:p>
        </w:tc>
        <w:tc>
          <w:tcPr>
            <w:tcW w:w="2551" w:type="dxa"/>
          </w:tcPr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26/03/1997</w:t>
            </w:r>
          </w:p>
          <w:p w:rsidR="00393972" w:rsidRDefault="00393972" w:rsidP="0039397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وجدة</w:t>
            </w:r>
          </w:p>
        </w:tc>
        <w:tc>
          <w:tcPr>
            <w:tcW w:w="1134" w:type="dxa"/>
          </w:tcPr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ابن الاخضر بن محمد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كريمة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العياشي</w:t>
            </w:r>
          </w:p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393972" w:rsidRPr="008B7FB5" w:rsidRDefault="00393972" w:rsidP="0039397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393972" w:rsidRDefault="00393972" w:rsidP="0039397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393972" w:rsidRDefault="00393972" w:rsidP="0039397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393972" w:rsidRDefault="00393972" w:rsidP="0039397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393972" w:rsidRPr="00DF7682" w:rsidRDefault="00393972" w:rsidP="0039397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393972" w:rsidRPr="00393972" w:rsidRDefault="00393972" w:rsidP="0039397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393972" w:rsidRDefault="00393972" w:rsidP="00393972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393972" w:rsidRDefault="00393972" w:rsidP="0039397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393972" w:rsidRDefault="00393972" w:rsidP="0039397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393972" w:rsidRPr="008B7FB5" w:rsidRDefault="00393972" w:rsidP="0039397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393972" w:rsidRPr="000B1B21" w:rsidRDefault="00393972" w:rsidP="0039397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393972" w:rsidRPr="000156CB" w:rsidTr="006B50CB">
        <w:tc>
          <w:tcPr>
            <w:tcW w:w="3966" w:type="dxa"/>
          </w:tcPr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393972" w:rsidRPr="000B1B21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393972" w:rsidTr="006B50CB">
        <w:tc>
          <w:tcPr>
            <w:tcW w:w="3966" w:type="dxa"/>
          </w:tcPr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الزهراء بن الشيخ</w:t>
            </w:r>
          </w:p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FATIMA EZZAHRAE BEN CHEIKH</w:t>
            </w:r>
          </w:p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393972" w:rsidRDefault="0039397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CD686993</w:t>
            </w:r>
          </w:p>
        </w:tc>
        <w:tc>
          <w:tcPr>
            <w:tcW w:w="2551" w:type="dxa"/>
          </w:tcPr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01/10/1999</w:t>
            </w:r>
          </w:p>
          <w:p w:rsidR="00393972" w:rsidRDefault="00393972" w:rsidP="0039397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الولجة تاونات</w:t>
            </w:r>
          </w:p>
        </w:tc>
        <w:tc>
          <w:tcPr>
            <w:tcW w:w="1134" w:type="dxa"/>
          </w:tcPr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فؤاد بن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عبدالله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و حليمة بنت محمد</w:t>
            </w:r>
          </w:p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393972" w:rsidRDefault="00393972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393972" w:rsidRPr="008B7FB5" w:rsidRDefault="00393972" w:rsidP="0039397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393972" w:rsidRDefault="00393972" w:rsidP="0039397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393972" w:rsidRDefault="00393972" w:rsidP="0039397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393972" w:rsidRDefault="00393972" w:rsidP="0039397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C82870" w:rsidRDefault="00C82870" w:rsidP="00C82870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C82870" w:rsidRDefault="00C82870" w:rsidP="00C82870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C82870" w:rsidRDefault="00C82870" w:rsidP="00C82870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C82870" w:rsidRDefault="00C82870" w:rsidP="00C828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82870" w:rsidRDefault="00C82870" w:rsidP="00C828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82870" w:rsidRPr="008B7FB5" w:rsidRDefault="00C82870" w:rsidP="00C82870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C82870" w:rsidRPr="000B1B21" w:rsidRDefault="00C82870" w:rsidP="00C82870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C82870" w:rsidRPr="000156CB" w:rsidTr="006B50CB">
        <w:tc>
          <w:tcPr>
            <w:tcW w:w="3966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82870" w:rsidTr="006B50CB">
        <w:tc>
          <w:tcPr>
            <w:tcW w:w="3966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رضا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بايس</w:t>
            </w:r>
            <w:proofErr w:type="spellEnd"/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REDA BAISS</w:t>
            </w:r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C82870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AA87893</w:t>
            </w:r>
          </w:p>
        </w:tc>
        <w:tc>
          <w:tcPr>
            <w:tcW w:w="2551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06/07/1999</w:t>
            </w:r>
          </w:p>
          <w:p w:rsidR="00C82870" w:rsidRDefault="00C82870" w:rsidP="00C8287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الرباط</w:t>
            </w:r>
          </w:p>
        </w:tc>
        <w:tc>
          <w:tcPr>
            <w:tcW w:w="1134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C82870" w:rsidRDefault="00C82870" w:rsidP="00C82870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ابن حسن بن المحجوب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زينة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82870" w:rsidRPr="008B7FB5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C82870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C82870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C82870" w:rsidRDefault="00C82870" w:rsidP="00C82870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C82870" w:rsidRDefault="00C82870" w:rsidP="00C82870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C82870" w:rsidRDefault="00C82870" w:rsidP="00C82870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C82870" w:rsidRDefault="00C82870" w:rsidP="00C82870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C82870" w:rsidRDefault="00C82870" w:rsidP="00C828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82870" w:rsidRDefault="00C82870" w:rsidP="00C828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82870" w:rsidRPr="008B7FB5" w:rsidRDefault="00C82870" w:rsidP="00C82870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C82870" w:rsidRPr="000B1B21" w:rsidRDefault="00C82870" w:rsidP="00C82870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C82870" w:rsidRPr="000156CB" w:rsidTr="006B50CB">
        <w:tc>
          <w:tcPr>
            <w:tcW w:w="3966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82870" w:rsidTr="006B50CB">
        <w:tc>
          <w:tcPr>
            <w:tcW w:w="3966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الرحمان قوتي</w:t>
            </w:r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ABDERRAHMANE CAOUTI</w:t>
            </w:r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C82870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HH68377</w:t>
            </w:r>
          </w:p>
        </w:tc>
        <w:tc>
          <w:tcPr>
            <w:tcW w:w="2551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18/04/1998</w:t>
            </w:r>
          </w:p>
          <w:p w:rsidR="00C82870" w:rsidRDefault="00C82870" w:rsidP="00C8287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اسفي</w:t>
            </w:r>
          </w:p>
        </w:tc>
        <w:tc>
          <w:tcPr>
            <w:tcW w:w="1134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C82870" w:rsidRDefault="00C82870" w:rsidP="00C82870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ابن</w:t>
            </w: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 xml:space="preserve"> </w:t>
            </w: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العربي بن بلخير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رشيدة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المختار</w:t>
            </w:r>
          </w:p>
          <w:p w:rsidR="00C82870" w:rsidRP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82870" w:rsidRPr="008B7FB5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C82870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C82870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C82870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C82870" w:rsidRPr="00C82870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82870" w:rsidRPr="00393972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82870" w:rsidRPr="00C82870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82870" w:rsidRDefault="00C82870" w:rsidP="00C828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82870" w:rsidRDefault="00C82870" w:rsidP="00C828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82870" w:rsidRPr="008B7FB5" w:rsidRDefault="00C82870" w:rsidP="00C82870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C82870" w:rsidRPr="000B1B21" w:rsidRDefault="00C82870" w:rsidP="00C82870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C82870" w:rsidRPr="000156CB" w:rsidTr="006B50CB">
        <w:tc>
          <w:tcPr>
            <w:tcW w:w="3966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82870" w:rsidTr="006B50CB">
        <w:tc>
          <w:tcPr>
            <w:tcW w:w="3966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حنان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الخلفيوي</w:t>
            </w:r>
            <w:proofErr w:type="spellEnd"/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HANANE EL KHALFIOUI</w:t>
            </w:r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C82870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S785436</w:t>
            </w:r>
          </w:p>
        </w:tc>
        <w:tc>
          <w:tcPr>
            <w:tcW w:w="2551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29/08/1999</w:t>
            </w:r>
          </w:p>
          <w:p w:rsidR="00C82870" w:rsidRDefault="00C82870" w:rsidP="00C8287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الناظور</w:t>
            </w:r>
          </w:p>
        </w:tc>
        <w:tc>
          <w:tcPr>
            <w:tcW w:w="1134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محمد بن احمد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عزيزة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امحمد</w:t>
            </w:r>
            <w:proofErr w:type="spellEnd"/>
          </w:p>
          <w:p w:rsidR="00C82870" w:rsidRP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82870" w:rsidRPr="008B7FB5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C82870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C82870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C82870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C82870" w:rsidRPr="00C82870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82870" w:rsidRPr="00393972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82870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C82870" w:rsidRDefault="00C82870" w:rsidP="00C828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82870" w:rsidRDefault="00C82870" w:rsidP="00C828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82870" w:rsidRPr="008B7FB5" w:rsidRDefault="00C82870" w:rsidP="00C82870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C82870" w:rsidRPr="000B1B21" w:rsidRDefault="00C82870" w:rsidP="00C82870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C82870" w:rsidRPr="000156CB" w:rsidTr="006B50CB">
        <w:tc>
          <w:tcPr>
            <w:tcW w:w="3966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82870" w:rsidTr="006B50CB">
        <w:tc>
          <w:tcPr>
            <w:tcW w:w="3966" w:type="dxa"/>
          </w:tcPr>
          <w:p w:rsidR="00C82870" w:rsidRDefault="00C82870" w:rsidP="00C82870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فردوس الجبلي</w:t>
            </w:r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FERDAOUS EL JABLI</w:t>
            </w:r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C82870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LE27765</w:t>
            </w:r>
          </w:p>
        </w:tc>
        <w:tc>
          <w:tcPr>
            <w:tcW w:w="2551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01/07/1998</w:t>
            </w:r>
          </w:p>
          <w:p w:rsidR="00C82870" w:rsidRDefault="00C82870" w:rsidP="00C8287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تطوان</w:t>
            </w:r>
          </w:p>
        </w:tc>
        <w:tc>
          <w:tcPr>
            <w:tcW w:w="1134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العياشي بن لحسن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نعيمة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احمد</w:t>
            </w:r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82870" w:rsidRPr="008B7FB5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C82870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C82870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C82870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C82870" w:rsidRPr="00C82870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82870" w:rsidRPr="00393972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82870" w:rsidRDefault="00C82870" w:rsidP="00C82870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C82870" w:rsidRDefault="00C82870" w:rsidP="00C828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C82870" w:rsidRDefault="00C82870" w:rsidP="00C8287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C82870" w:rsidRPr="008B7FB5" w:rsidRDefault="00C82870" w:rsidP="00C82870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C82870" w:rsidRPr="000B1B21" w:rsidRDefault="00C82870" w:rsidP="00C82870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C82870" w:rsidRPr="000156CB" w:rsidTr="006B50CB">
        <w:tc>
          <w:tcPr>
            <w:tcW w:w="3966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C82870" w:rsidRPr="000B1B21" w:rsidRDefault="00C8287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C82870" w:rsidTr="006B50CB">
        <w:tc>
          <w:tcPr>
            <w:tcW w:w="3966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شيماء عمراتي</w:t>
            </w:r>
          </w:p>
          <w:p w:rsidR="00C82870" w:rsidRDefault="00660C25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CHAIMAE AMRATI</w:t>
            </w:r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C82870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CD588856</w:t>
            </w:r>
          </w:p>
        </w:tc>
        <w:tc>
          <w:tcPr>
            <w:tcW w:w="2551" w:type="dxa"/>
          </w:tcPr>
          <w:p w:rsidR="00C82870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25/07/1998</w:t>
            </w:r>
          </w:p>
          <w:p w:rsidR="00C82870" w:rsidRDefault="00C82870" w:rsidP="00C8287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مولاي عبد الكريم تاونات</w:t>
            </w:r>
          </w:p>
        </w:tc>
        <w:tc>
          <w:tcPr>
            <w:tcW w:w="1134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محمد بن الخمار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خديجة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عبد السلام</w:t>
            </w:r>
          </w:p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C82870" w:rsidRDefault="00C8287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C82870" w:rsidRPr="008B7FB5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C82870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C82870" w:rsidRDefault="00C82870" w:rsidP="00C82870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C82870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C82870" w:rsidRPr="00C82870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C82870" w:rsidRPr="00393972" w:rsidRDefault="00C82870" w:rsidP="00C82870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660C25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660C25" w:rsidRDefault="00660C25" w:rsidP="00660C2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60C25" w:rsidRDefault="00660C25" w:rsidP="00660C2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60C25" w:rsidRPr="008B7FB5" w:rsidRDefault="00660C25" w:rsidP="00660C25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60C25" w:rsidRPr="000B1B21" w:rsidRDefault="00660C25" w:rsidP="00660C25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60C25" w:rsidRPr="000156CB" w:rsidTr="006B50CB">
        <w:tc>
          <w:tcPr>
            <w:tcW w:w="3966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60C25" w:rsidTr="006B50CB">
        <w:tc>
          <w:tcPr>
            <w:tcW w:w="3966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محمد ياسين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الجيدي</w:t>
            </w:r>
            <w:proofErr w:type="spellEnd"/>
          </w:p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MOHAMED YASSIN ELJAIDI</w:t>
            </w:r>
          </w:p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660C25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KB166704</w:t>
            </w:r>
          </w:p>
        </w:tc>
        <w:tc>
          <w:tcPr>
            <w:tcW w:w="2551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19/01/1998</w:t>
            </w:r>
          </w:p>
          <w:p w:rsidR="00660C25" w:rsidRDefault="00660C25" w:rsidP="00660C2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اسطيحة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شفشاون</w:t>
            </w:r>
          </w:p>
        </w:tc>
        <w:tc>
          <w:tcPr>
            <w:tcW w:w="1134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ابن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عبدالمجيد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محمد و مليكة بنت المفضل</w:t>
            </w:r>
          </w:p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60C25" w:rsidRPr="008B7FB5" w:rsidRDefault="00660C25" w:rsidP="00660C25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60C25" w:rsidRDefault="00660C25" w:rsidP="00660C2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60C25" w:rsidRDefault="00660C25" w:rsidP="00660C2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60C25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660C25" w:rsidRPr="00C82870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660C25" w:rsidRPr="00393972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660C25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660C25" w:rsidRDefault="00660C25" w:rsidP="00660C2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60C25" w:rsidRDefault="00660C25" w:rsidP="00660C2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60C25" w:rsidRPr="008B7FB5" w:rsidRDefault="00660C25" w:rsidP="00660C25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60C25" w:rsidRPr="000B1B21" w:rsidRDefault="00660C25" w:rsidP="00660C25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60C25" w:rsidRPr="000156CB" w:rsidTr="006B50CB">
        <w:tc>
          <w:tcPr>
            <w:tcW w:w="3966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60C25" w:rsidTr="006B50CB">
        <w:tc>
          <w:tcPr>
            <w:tcW w:w="3966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نهيلة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هرموش</w:t>
            </w:r>
            <w:proofErr w:type="spellEnd"/>
          </w:p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NOUHAILA HERMOUCH</w:t>
            </w:r>
          </w:p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660C25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GM207011</w:t>
            </w:r>
          </w:p>
        </w:tc>
        <w:tc>
          <w:tcPr>
            <w:tcW w:w="2551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29/05/1999</w:t>
            </w:r>
          </w:p>
          <w:p w:rsidR="00660C25" w:rsidRDefault="00660C25" w:rsidP="00660C2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وزان</w:t>
            </w:r>
          </w:p>
        </w:tc>
        <w:tc>
          <w:tcPr>
            <w:tcW w:w="1134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محمد بن التهامي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السعدية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60C25" w:rsidRPr="008B7FB5" w:rsidRDefault="00660C25" w:rsidP="00660C25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60C25" w:rsidRDefault="00660C25" w:rsidP="00660C2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60C25" w:rsidRDefault="00660C25" w:rsidP="00660C2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60C25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660C25" w:rsidRPr="00C82870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660C25" w:rsidRPr="00393972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660C25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660C25" w:rsidRDefault="00660C25" w:rsidP="00660C2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60C25" w:rsidRDefault="00660C25" w:rsidP="00660C25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60C25" w:rsidRPr="008B7FB5" w:rsidRDefault="00660C25" w:rsidP="00660C25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60C25" w:rsidRPr="000B1B21" w:rsidRDefault="00660C25" w:rsidP="00660C25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60C25" w:rsidRPr="000156CB" w:rsidTr="006B50CB">
        <w:tc>
          <w:tcPr>
            <w:tcW w:w="3966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660C25" w:rsidRPr="000B1B21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60C25" w:rsidTr="006B50CB">
        <w:tc>
          <w:tcPr>
            <w:tcW w:w="3966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اميمة الملاس</w:t>
            </w:r>
          </w:p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OUMAYMA EL MALLAS</w:t>
            </w:r>
          </w:p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660C25" w:rsidRDefault="00660C25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DO55882</w:t>
            </w:r>
          </w:p>
        </w:tc>
        <w:tc>
          <w:tcPr>
            <w:tcW w:w="2551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24/10/1998</w:t>
            </w:r>
          </w:p>
          <w:p w:rsidR="00660C25" w:rsidRDefault="00660C25" w:rsidP="00660C2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ويسلان مكناس</w:t>
            </w:r>
          </w:p>
        </w:tc>
        <w:tc>
          <w:tcPr>
            <w:tcW w:w="1134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عزيز بن بوجمعة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حسنة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ميلود</w:t>
            </w:r>
          </w:p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60C25" w:rsidRDefault="00660C25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60C25" w:rsidRPr="008B7FB5" w:rsidRDefault="00660C25" w:rsidP="00660C25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60C25" w:rsidRDefault="00660C25" w:rsidP="00660C2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60C25" w:rsidRDefault="00660C25" w:rsidP="00660C25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60C25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660C25" w:rsidRPr="00C82870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660C25" w:rsidRPr="00393972" w:rsidRDefault="00660C25" w:rsidP="00660C25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31E38" w:rsidRDefault="00931E38" w:rsidP="00931E3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931E38" w:rsidRDefault="00931E38" w:rsidP="00931E3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931E38" w:rsidRDefault="00931E38" w:rsidP="00931E3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931E38" w:rsidRPr="008B7FB5" w:rsidRDefault="00931E38" w:rsidP="00931E38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931E38" w:rsidRPr="000B1B21" w:rsidRDefault="00931E38" w:rsidP="00931E38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931E38" w:rsidRPr="000156CB" w:rsidTr="006B50CB">
        <w:tc>
          <w:tcPr>
            <w:tcW w:w="3966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931E38" w:rsidTr="006B50CB">
        <w:tc>
          <w:tcPr>
            <w:tcW w:w="3966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نسيمة شعاع</w:t>
            </w:r>
          </w:p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NASSIMA CHOUAA</w:t>
            </w:r>
          </w:p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931E38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K558488</w:t>
            </w:r>
          </w:p>
        </w:tc>
        <w:tc>
          <w:tcPr>
            <w:tcW w:w="2551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18/08/1999</w:t>
            </w:r>
          </w:p>
          <w:p w:rsidR="00931E38" w:rsidRDefault="00931E38" w:rsidP="00931E3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طنجة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اصيلة</w:t>
            </w:r>
          </w:p>
        </w:tc>
        <w:tc>
          <w:tcPr>
            <w:tcW w:w="1134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عبد العزيز بن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امبارك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فاطمة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الزهرة</w:t>
            </w:r>
          </w:p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931E38" w:rsidRPr="008B7FB5" w:rsidRDefault="00931E38" w:rsidP="00931E38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931E38" w:rsidRDefault="00931E38" w:rsidP="00931E3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931E38" w:rsidRDefault="00931E38" w:rsidP="00931E3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931E38" w:rsidRDefault="00931E38" w:rsidP="00931E3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931E38" w:rsidRPr="00C82870" w:rsidRDefault="00931E38" w:rsidP="00931E3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31E38" w:rsidRPr="00393972" w:rsidRDefault="00931E38" w:rsidP="00931E3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31E38" w:rsidRDefault="00931E38" w:rsidP="00931E3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31E38" w:rsidRDefault="00931E38" w:rsidP="00931E3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931E38" w:rsidRDefault="00931E38" w:rsidP="00931E3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931E38" w:rsidRPr="008B7FB5" w:rsidRDefault="00931E38" w:rsidP="00931E38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931E38" w:rsidRPr="000B1B21" w:rsidRDefault="00931E38" w:rsidP="00931E38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931E38" w:rsidRPr="000156CB" w:rsidTr="006B50CB">
        <w:tc>
          <w:tcPr>
            <w:tcW w:w="3966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931E38" w:rsidTr="006B50CB">
        <w:tc>
          <w:tcPr>
            <w:tcW w:w="3966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فاطمة الزهراء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البرودي</w:t>
            </w:r>
            <w:proofErr w:type="spellEnd"/>
          </w:p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FATIMA ZAHRAE EL BAROUDI</w:t>
            </w:r>
          </w:p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931E38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CD664538</w:t>
            </w:r>
          </w:p>
        </w:tc>
        <w:tc>
          <w:tcPr>
            <w:tcW w:w="2551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15/06/1999</w:t>
            </w:r>
          </w:p>
          <w:p w:rsidR="00931E38" w:rsidRDefault="00931E38" w:rsidP="00931E3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فاس</w:t>
            </w:r>
          </w:p>
        </w:tc>
        <w:tc>
          <w:tcPr>
            <w:tcW w:w="1134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محمد بن محمد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فاطمة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الصغير</w:t>
            </w:r>
          </w:p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931E38" w:rsidRPr="008B7FB5" w:rsidRDefault="00931E38" w:rsidP="00931E38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931E38" w:rsidRDefault="00931E38" w:rsidP="00931E3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931E38" w:rsidRDefault="00931E38" w:rsidP="00931E3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931E38" w:rsidRDefault="00931E38" w:rsidP="00931E3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931E38" w:rsidRPr="00C82870" w:rsidRDefault="00931E38" w:rsidP="00931E3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931E38" w:rsidRDefault="00931E38" w:rsidP="00931E3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931E38" w:rsidRDefault="00931E38" w:rsidP="00931E3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:rsidR="00931E38" w:rsidRDefault="00931E38" w:rsidP="00931E3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931E38" w:rsidRDefault="00931E38" w:rsidP="00931E38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931E38" w:rsidRPr="008B7FB5" w:rsidRDefault="00931E38" w:rsidP="00931E38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931E38" w:rsidRPr="000B1B21" w:rsidRDefault="00931E38" w:rsidP="00931E38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931E38" w:rsidRPr="000156CB" w:rsidTr="006B50CB">
        <w:tc>
          <w:tcPr>
            <w:tcW w:w="3966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931E38" w:rsidRPr="000B1B21" w:rsidRDefault="00931E38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931E38" w:rsidTr="006B50CB">
        <w:tc>
          <w:tcPr>
            <w:tcW w:w="3966" w:type="dxa"/>
          </w:tcPr>
          <w:p w:rsidR="00931E38" w:rsidRDefault="00D23D95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فاطمة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القيطوني</w:t>
            </w:r>
            <w:proofErr w:type="spellEnd"/>
          </w:p>
          <w:p w:rsidR="00931E38" w:rsidRDefault="004F5627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FATIMA KAITOUNI</w:t>
            </w:r>
          </w:p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931E38" w:rsidRDefault="004F5627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LC321447</w:t>
            </w:r>
          </w:p>
        </w:tc>
        <w:tc>
          <w:tcPr>
            <w:tcW w:w="2551" w:type="dxa"/>
          </w:tcPr>
          <w:p w:rsidR="00931E38" w:rsidRDefault="004F5627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08/09/1999</w:t>
            </w:r>
          </w:p>
          <w:p w:rsidR="00931E38" w:rsidRDefault="00931E38" w:rsidP="00D23D9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D23D95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فيفي شفشاون</w:t>
            </w:r>
          </w:p>
        </w:tc>
        <w:tc>
          <w:tcPr>
            <w:tcW w:w="1134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931E38" w:rsidRDefault="004F5627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عبد السلام بن محمد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فاطمة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امحمد</w:t>
            </w:r>
            <w:proofErr w:type="spellEnd"/>
          </w:p>
          <w:p w:rsidR="00931E38" w:rsidRPr="004F5627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931E38" w:rsidRDefault="00931E38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931E38" w:rsidRPr="008B7FB5" w:rsidRDefault="00931E38" w:rsidP="00931E38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931E38" w:rsidRDefault="00931E38" w:rsidP="00931E3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931E38" w:rsidRDefault="00931E38" w:rsidP="00931E38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931E38" w:rsidRDefault="00931E38" w:rsidP="00931E3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931E38" w:rsidRPr="00C82870" w:rsidRDefault="00931E38" w:rsidP="00931E3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E56748" w:rsidRDefault="00E56748" w:rsidP="00E56748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AD026E" w:rsidRDefault="00AD026E" w:rsidP="00EA743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4F5627" w:rsidRDefault="004F5627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4F5627" w:rsidRDefault="004F5627" w:rsidP="004F562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4F5627" w:rsidRPr="008B7FB5" w:rsidRDefault="004F5627" w:rsidP="004F5627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</w:t>
      </w:r>
      <w:proofErr w:type="gramStart"/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الإدارة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proofErr w:type="gramEnd"/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4F5627" w:rsidRPr="000B1B21" w:rsidRDefault="004F5627" w:rsidP="004F5627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4F5627" w:rsidRPr="000156CB" w:rsidTr="006B50CB">
        <w:tc>
          <w:tcPr>
            <w:tcW w:w="3966" w:type="dxa"/>
          </w:tcPr>
          <w:p w:rsidR="004F5627" w:rsidRPr="000B1B21" w:rsidRDefault="004F5627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4F5627" w:rsidRPr="000B1B21" w:rsidRDefault="004F5627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مكان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الازدياد</w:t>
            </w:r>
          </w:p>
        </w:tc>
        <w:tc>
          <w:tcPr>
            <w:tcW w:w="1134" w:type="dxa"/>
          </w:tcPr>
          <w:p w:rsidR="004F5627" w:rsidRPr="000B1B21" w:rsidRDefault="004F5627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4F5627" w:rsidRPr="000B1B21" w:rsidRDefault="004F5627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4F5627" w:rsidRPr="000B1B21" w:rsidRDefault="004F5627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 الأم</w:t>
            </w:r>
            <w:proofErr w:type="gramEnd"/>
          </w:p>
        </w:tc>
        <w:tc>
          <w:tcPr>
            <w:tcW w:w="3544" w:type="dxa"/>
          </w:tcPr>
          <w:p w:rsidR="004F5627" w:rsidRPr="000B1B21" w:rsidRDefault="004F5627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4F5627" w:rsidTr="006B50CB">
        <w:tc>
          <w:tcPr>
            <w:tcW w:w="3966" w:type="dxa"/>
          </w:tcPr>
          <w:p w:rsidR="004F5627" w:rsidRDefault="004F5627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لطيفة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العروصي</w:t>
            </w:r>
            <w:proofErr w:type="spellEnd"/>
          </w:p>
          <w:p w:rsidR="004F5627" w:rsidRDefault="004F5627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LATIFA LAROUSSI</w:t>
            </w:r>
          </w:p>
          <w:p w:rsidR="004F5627" w:rsidRDefault="004F5627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 :</w:t>
            </w:r>
            <w:proofErr w:type="gramEnd"/>
          </w:p>
          <w:p w:rsidR="004F5627" w:rsidRDefault="00651B1D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LE28565</w:t>
            </w:r>
          </w:p>
        </w:tc>
        <w:tc>
          <w:tcPr>
            <w:tcW w:w="2551" w:type="dxa"/>
          </w:tcPr>
          <w:p w:rsidR="004F5627" w:rsidRDefault="00651B1D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06/10/1999</w:t>
            </w:r>
          </w:p>
          <w:p w:rsidR="004F5627" w:rsidRDefault="004F5627" w:rsidP="004F562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مارتيل تطوان</w:t>
            </w:r>
          </w:p>
        </w:tc>
        <w:tc>
          <w:tcPr>
            <w:tcW w:w="1134" w:type="dxa"/>
          </w:tcPr>
          <w:p w:rsidR="004F5627" w:rsidRDefault="004F5627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4F5627" w:rsidRDefault="004F5627" w:rsidP="004F562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بنت عبد الوهاب بن محمد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 فاطمة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احمد</w:t>
            </w:r>
          </w:p>
          <w:p w:rsidR="004F5627" w:rsidRPr="004F5627" w:rsidRDefault="004F5627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4F5627" w:rsidRDefault="004F5627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4F5627" w:rsidRPr="008B7FB5" w:rsidRDefault="004F5627" w:rsidP="004F5627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4F5627" w:rsidRDefault="004F5627" w:rsidP="004F562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4F5627" w:rsidRDefault="004F5627" w:rsidP="004F5627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و 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رقم:........................</w:t>
      </w:r>
      <w:proofErr w:type="gram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4F5627" w:rsidRDefault="004F5627" w:rsidP="004F5627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خاص 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</w:p>
    <w:p w:rsidR="000E05A1" w:rsidRDefault="000E05A1" w:rsidP="000E05A1">
      <w:pPr>
        <w:bidi/>
        <w:spacing w:before="120" w:after="120"/>
      </w:pPr>
    </w:p>
    <w:p w:rsidR="00815F0E" w:rsidRPr="00931E38" w:rsidRDefault="00815F0E" w:rsidP="00815F0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</w:p>
    <w:p w:rsidR="000E05A1" w:rsidRDefault="000E05A1" w:rsidP="00EA743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815F0E" w:rsidRDefault="00815F0E" w:rsidP="000E05A1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815F0E" w:rsidRDefault="00815F0E" w:rsidP="00815F0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815F0E" w:rsidRPr="008B7FB5" w:rsidRDefault="00815F0E" w:rsidP="00815F0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815F0E" w:rsidRPr="000B1B21" w:rsidRDefault="00815F0E" w:rsidP="00815F0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815F0E" w:rsidRPr="000156CB" w:rsidTr="006B50CB">
        <w:tc>
          <w:tcPr>
            <w:tcW w:w="3966" w:type="dxa"/>
          </w:tcPr>
          <w:p w:rsidR="00815F0E" w:rsidRPr="000B1B21" w:rsidRDefault="00815F0E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E56748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E56748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E56748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E56748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E56748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815F0E" w:rsidRPr="000B1B21" w:rsidRDefault="00815F0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815F0E" w:rsidRPr="000B1B21" w:rsidRDefault="00815F0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815F0E" w:rsidRPr="000B1B21" w:rsidRDefault="00815F0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815F0E" w:rsidRPr="000B1B21" w:rsidRDefault="00815F0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815F0E" w:rsidRPr="000B1B21" w:rsidRDefault="00815F0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815F0E" w:rsidTr="006B50CB">
        <w:tc>
          <w:tcPr>
            <w:tcW w:w="3966" w:type="dxa"/>
          </w:tcPr>
          <w:p w:rsidR="00E56748" w:rsidRDefault="00E56748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ندى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اليملاحي</w:t>
            </w:r>
            <w:proofErr w:type="spellEnd"/>
          </w:p>
          <w:p w:rsidR="00815F0E" w:rsidRDefault="004736F3" w:rsidP="00E56748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NADA EL YEMLALI</w:t>
            </w:r>
          </w:p>
          <w:p w:rsidR="00815F0E" w:rsidRDefault="00815F0E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815F0E" w:rsidRDefault="004736F3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K567735</w:t>
            </w:r>
          </w:p>
        </w:tc>
        <w:tc>
          <w:tcPr>
            <w:tcW w:w="2551" w:type="dxa"/>
          </w:tcPr>
          <w:p w:rsidR="00815F0E" w:rsidRDefault="004736F3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16/10/1999</w:t>
            </w:r>
          </w:p>
          <w:p w:rsidR="00815F0E" w:rsidRDefault="00815F0E" w:rsidP="00E5674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E5674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طنجة </w:t>
            </w:r>
            <w:proofErr w:type="spellStart"/>
            <w:r w:rsidR="00E5674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 w:rsidR="00E5674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815F0E" w:rsidRDefault="00815F0E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4736F3" w:rsidRDefault="004736F3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المجيد بن محمد</w:t>
            </w:r>
          </w:p>
          <w:p w:rsidR="00815F0E" w:rsidRDefault="004736F3" w:rsidP="004736F3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أسماء بنت محمد</w:t>
            </w:r>
          </w:p>
          <w:p w:rsidR="00815F0E" w:rsidRPr="004F5627" w:rsidRDefault="00815F0E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815F0E" w:rsidRDefault="00815F0E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815F0E" w:rsidRPr="008B7FB5" w:rsidRDefault="00815F0E" w:rsidP="00815F0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815F0E" w:rsidRDefault="00815F0E" w:rsidP="00815F0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815F0E" w:rsidRDefault="00815F0E" w:rsidP="00815F0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815F0E" w:rsidRDefault="00815F0E" w:rsidP="00815F0E">
      <w:pPr>
        <w:bidi/>
        <w:spacing w:before="120" w:after="120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815F0E" w:rsidRDefault="00815F0E" w:rsidP="00815F0E">
      <w:pPr>
        <w:bidi/>
        <w:spacing w:before="120" w:after="120"/>
      </w:pPr>
    </w:p>
    <w:p w:rsidR="006B50CB" w:rsidRDefault="006B50CB" w:rsidP="006B50CB">
      <w:pPr>
        <w:bidi/>
        <w:spacing w:before="120" w:after="120"/>
      </w:pPr>
    </w:p>
    <w:p w:rsidR="00AD026E" w:rsidRDefault="00AD026E" w:rsidP="00AD026E">
      <w:pPr>
        <w:bidi/>
        <w:spacing w:before="120" w:after="120"/>
      </w:pPr>
    </w:p>
    <w:p w:rsidR="00AD026E" w:rsidRDefault="00AD026E" w:rsidP="00EA743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026E" w:rsidRDefault="00AD026E" w:rsidP="00AD026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0E05A1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0E05A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0E05A1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0E05A1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0E05A1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0E05A1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ماجدة حمي</w:t>
            </w:r>
          </w:p>
          <w:p w:rsidR="006B50CB" w:rsidRDefault="000E05A1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MAJDA HAMMI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0E05A1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LC329956</w:t>
            </w:r>
          </w:p>
        </w:tc>
        <w:tc>
          <w:tcPr>
            <w:tcW w:w="2551" w:type="dxa"/>
          </w:tcPr>
          <w:p w:rsidR="006B50CB" w:rsidRDefault="000E05A1" w:rsidP="006B50CB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19/09/1999</w:t>
            </w:r>
          </w:p>
          <w:p w:rsidR="006B50CB" w:rsidRDefault="006B50CB" w:rsidP="000E05A1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0E05A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بني </w:t>
            </w:r>
            <w:proofErr w:type="spellStart"/>
            <w:r w:rsidR="000E05A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دركول</w:t>
            </w:r>
            <w:proofErr w:type="spellEnd"/>
            <w:r w:rsidR="000E05A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شفشاون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0E05A1" w:rsidRDefault="000E05A1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أحمد</w:t>
            </w:r>
          </w:p>
          <w:p w:rsidR="006B50CB" w:rsidRDefault="000E05A1" w:rsidP="000E05A1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وفاء بنت محمد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EA7432" w:rsidP="00EA743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</w:t>
      </w:r>
      <w:r w:rsidR="00EA7432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C16E0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C16E00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C16E00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C16E0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C16E0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C16E0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هناء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كريمص</w:t>
            </w:r>
            <w:proofErr w:type="spellEnd"/>
          </w:p>
          <w:p w:rsidR="006B50CB" w:rsidRDefault="0040526F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HANAE KRIMES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40526F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LE35525</w:t>
            </w:r>
          </w:p>
        </w:tc>
        <w:tc>
          <w:tcPr>
            <w:tcW w:w="2551" w:type="dxa"/>
          </w:tcPr>
          <w:p w:rsidR="006B50CB" w:rsidRDefault="0040526F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01/10/1999</w:t>
            </w:r>
          </w:p>
          <w:p w:rsidR="006B50CB" w:rsidRDefault="006B50CB" w:rsidP="00C16E0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تطوان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C16E00" w:rsidRDefault="00C16E00" w:rsidP="00C16E00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عبد القادر بن سي </w:t>
            </w:r>
            <w:r w:rsidR="006B50CB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</w:t>
            </w: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6B50CB" w:rsidRPr="004F5627" w:rsidRDefault="00C16E00" w:rsidP="00C16E0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عا</w:t>
            </w:r>
            <w:r w:rsidR="0040526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ئشة بنت الطيب</w:t>
            </w: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40526F" w:rsidRDefault="0051761B" w:rsidP="0040526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40526F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40526F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40526F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40526F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40526F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40526F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هبة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الأزهاري</w:t>
            </w:r>
            <w:proofErr w:type="spellEnd"/>
          </w:p>
          <w:p w:rsidR="006B50CB" w:rsidRDefault="0040526F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HEBA EL AZHARI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40526F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L635754</w:t>
            </w:r>
          </w:p>
        </w:tc>
        <w:tc>
          <w:tcPr>
            <w:tcW w:w="2551" w:type="dxa"/>
          </w:tcPr>
          <w:p w:rsidR="006B50CB" w:rsidRDefault="0040526F" w:rsidP="006B50CB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10/04/1999</w:t>
            </w:r>
          </w:p>
          <w:p w:rsidR="006B50CB" w:rsidRDefault="006B50CB" w:rsidP="0040526F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تطوان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40526F" w:rsidRDefault="0040526F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حسن بن عبد السلام</w:t>
            </w:r>
          </w:p>
          <w:p w:rsidR="006B50CB" w:rsidRDefault="0040526F" w:rsidP="0040526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فطومة بنت عبد السلام 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40526F" w:rsidRDefault="0051761B" w:rsidP="0040526F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40526F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40526F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40526F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40526F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40526F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40526F" w:rsidRDefault="0040526F" w:rsidP="0040526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سكينة المتوكل</w:t>
            </w:r>
          </w:p>
          <w:p w:rsidR="006B50CB" w:rsidRPr="0040526F" w:rsidRDefault="0040526F" w:rsidP="0040526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SOUKAINA E </w:t>
            </w:r>
            <w:r w:rsidRPr="0040526F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>MOUTAOUAKKEL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40526F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JA183316</w:t>
            </w:r>
          </w:p>
        </w:tc>
        <w:tc>
          <w:tcPr>
            <w:tcW w:w="2551" w:type="dxa"/>
          </w:tcPr>
          <w:p w:rsidR="006B50CB" w:rsidRDefault="0040526F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25/01/1999</w:t>
            </w:r>
          </w:p>
          <w:p w:rsidR="006B50CB" w:rsidRDefault="006B50CB" w:rsidP="0040526F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40526F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الداخلة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40526F" w:rsidRDefault="0040526F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المصطفى بن العربي</w:t>
            </w:r>
          </w:p>
          <w:p w:rsidR="006B50CB" w:rsidRDefault="0040526F" w:rsidP="0040526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نجات بنت التهامي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AA7E24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AA7E24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AA7E24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AA7E24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AA7E24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AA7E24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خولة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السحروفي</w:t>
            </w:r>
            <w:proofErr w:type="spellEnd"/>
          </w:p>
          <w:p w:rsidR="00AA7E24" w:rsidRDefault="00AA7E24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KHAOULA SAHROUFI</w:t>
            </w:r>
          </w:p>
          <w:p w:rsidR="006B50CB" w:rsidRDefault="006B50CB" w:rsidP="00AA7E2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AA7E24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D964529</w:t>
            </w:r>
          </w:p>
        </w:tc>
        <w:tc>
          <w:tcPr>
            <w:tcW w:w="2551" w:type="dxa"/>
          </w:tcPr>
          <w:p w:rsidR="006B50CB" w:rsidRDefault="00AA7E24" w:rsidP="006B50CB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04/05/1999</w:t>
            </w:r>
          </w:p>
          <w:p w:rsidR="006B50CB" w:rsidRDefault="006B50CB" w:rsidP="00AA7E2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AA7E24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بوفكران</w:t>
            </w:r>
            <w:proofErr w:type="spellEnd"/>
            <w:r w:rsidR="00AA7E24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مكناس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A7E24" w:rsidRDefault="00AA7E24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الكبير بن بوعزة</w:t>
            </w:r>
          </w:p>
          <w:p w:rsidR="006B50CB" w:rsidRDefault="00AA7E24" w:rsidP="00AA7E24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جميلة </w:t>
            </w:r>
            <w:r w:rsidR="006B50CB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</w:t>
            </w:r>
            <w:proofErr w:type="gramEnd"/>
            <w:r w:rsidR="006B50CB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احمد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A7E24" w:rsidRDefault="00AA7E24" w:rsidP="00AA7E24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51761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AA7E24" w:rsidRDefault="006B50CB" w:rsidP="00AA7E24">
      <w:pPr>
        <w:bidi/>
        <w:spacing w:before="120" w:after="120"/>
        <w:ind w:left="-1704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AA7E24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AA7E24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AA7E24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AA7E24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AA7E24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AA7E24" w:rsidRDefault="00AA7E24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فاطمة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أعبيد</w:t>
            </w:r>
            <w:proofErr w:type="spellEnd"/>
          </w:p>
          <w:p w:rsidR="006B50CB" w:rsidRDefault="00AA7E24" w:rsidP="00AA7E24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FATIMA ABID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AA7E24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GJ46388</w:t>
            </w:r>
          </w:p>
        </w:tc>
        <w:tc>
          <w:tcPr>
            <w:tcW w:w="2551" w:type="dxa"/>
          </w:tcPr>
          <w:p w:rsidR="006B50CB" w:rsidRDefault="00AA7E24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08/05/1996</w:t>
            </w:r>
          </w:p>
          <w:p w:rsidR="006B50CB" w:rsidRDefault="006B50CB" w:rsidP="00AA7E2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AA7E24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تاوغيلت</w:t>
            </w:r>
            <w:proofErr w:type="spellEnd"/>
            <w:r w:rsidR="00AA7E24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سيدي قاسم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A7E24" w:rsidRDefault="00AA7E24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قاسم بن أحمد</w:t>
            </w:r>
          </w:p>
          <w:p w:rsidR="006B50CB" w:rsidRDefault="00AA7E24" w:rsidP="00AA7E24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فاطنة بنت محمد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CC1DC6" w:rsidRDefault="00CC1DC6" w:rsidP="00CC1DC6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1C136E" w:rsidRDefault="001C136E" w:rsidP="001C136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="00CC1DC6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 بالحروف العربية </w:t>
            </w:r>
            <w:r w:rsidR="00CC1DC6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CC1DC6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سفيان أجلال</w:t>
            </w:r>
          </w:p>
          <w:p w:rsidR="00CC1DC6" w:rsidRDefault="00CC1DC6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SOUFIANE AJELLAL</w:t>
            </w:r>
          </w:p>
          <w:p w:rsidR="006B50CB" w:rsidRDefault="006B50CB" w:rsidP="00CC1DC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CC1DC6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AE203223</w:t>
            </w:r>
          </w:p>
        </w:tc>
        <w:tc>
          <w:tcPr>
            <w:tcW w:w="2551" w:type="dxa"/>
          </w:tcPr>
          <w:p w:rsidR="006B50CB" w:rsidRDefault="00CC1DC6" w:rsidP="006B50CB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22/12/1997</w:t>
            </w:r>
          </w:p>
          <w:p w:rsidR="006B50CB" w:rsidRDefault="006B50CB" w:rsidP="00CC1DC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CC1DC6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سيدي </w:t>
            </w:r>
            <w:proofErr w:type="spellStart"/>
            <w:r w:rsidR="00CC1DC6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بوقنادل</w:t>
            </w:r>
            <w:proofErr w:type="spellEnd"/>
            <w:r w:rsidR="00CC1DC6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سلا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1C136E" w:rsidRDefault="001C136E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علي </w:t>
            </w:r>
            <w:r w:rsidR="006B50CB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 محمد </w:t>
            </w:r>
          </w:p>
          <w:p w:rsidR="006B50CB" w:rsidRDefault="006B50CB" w:rsidP="001C136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بنت ا</w:t>
            </w:r>
            <w:r w:rsidR="001C136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لمختار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51761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1C136E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والعائلي 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1C136E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1C136E" w:rsidRDefault="001C136E" w:rsidP="001C136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ياسر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العمرتي</w:t>
            </w:r>
            <w:proofErr w:type="spellEnd"/>
          </w:p>
          <w:p w:rsidR="001C136E" w:rsidRDefault="001C136E" w:rsidP="001C136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YASSIR EL AMARTI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1C136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K551489</w:t>
            </w:r>
          </w:p>
        </w:tc>
        <w:tc>
          <w:tcPr>
            <w:tcW w:w="2551" w:type="dxa"/>
          </w:tcPr>
          <w:p w:rsidR="006B50CB" w:rsidRDefault="001C136E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27/09/1995</w:t>
            </w:r>
          </w:p>
          <w:p w:rsidR="006B50CB" w:rsidRDefault="006B50CB" w:rsidP="001C136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1C136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طنجة </w:t>
            </w:r>
            <w:proofErr w:type="spellStart"/>
            <w:r w:rsidR="001C136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 w:rsidR="001C136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1C136E" w:rsidRDefault="001C136E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عبد السلام</w:t>
            </w:r>
          </w:p>
          <w:p w:rsidR="006B50CB" w:rsidRPr="004F5627" w:rsidRDefault="001C136E" w:rsidP="001C136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  <w:t>لطيفة بنت محمد</w:t>
            </w: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51761B" w:rsidRDefault="0051761B" w:rsidP="0051761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وا</w:t>
            </w:r>
            <w:r w:rsidR="009C0244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لعائلي بالحروف العربية و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9C0244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أسماء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أجرواسي</w:t>
            </w:r>
            <w:proofErr w:type="spellEnd"/>
          </w:p>
          <w:p w:rsidR="006B50CB" w:rsidRDefault="009C0244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ASMAA AJEROUASSI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9C0244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L625497</w:t>
            </w:r>
          </w:p>
        </w:tc>
        <w:tc>
          <w:tcPr>
            <w:tcW w:w="2551" w:type="dxa"/>
          </w:tcPr>
          <w:p w:rsidR="006B50CB" w:rsidRDefault="009C0244" w:rsidP="009C024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26</w:t>
            </w:r>
            <w:r w:rsidR="006B50C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/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12</w:t>
            </w:r>
            <w:r w:rsidR="006B50CB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/1999</w:t>
            </w:r>
          </w:p>
          <w:p w:rsidR="006B50CB" w:rsidRDefault="006B50CB" w:rsidP="009C0244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تطوان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9C0244" w:rsidRDefault="009C0244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</w:t>
            </w:r>
            <w:r w:rsidR="006B50CB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محمد </w:t>
            </w:r>
          </w:p>
          <w:p w:rsidR="006B50CB" w:rsidRDefault="009C0244" w:rsidP="009C0244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لبنى بنت محمد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9C0244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9C0244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9C0244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9C0244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9C0244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9C0244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الزهراء أشن</w:t>
            </w:r>
          </w:p>
          <w:p w:rsidR="006B50CB" w:rsidRDefault="00A25323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FATIMA ZAHRAE OUCHEN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A25323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GI1067</w:t>
            </w:r>
          </w:p>
        </w:tc>
        <w:tc>
          <w:tcPr>
            <w:tcW w:w="2551" w:type="dxa"/>
          </w:tcPr>
          <w:p w:rsidR="006B50CB" w:rsidRDefault="00A25323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27/04/1999</w:t>
            </w:r>
          </w:p>
          <w:p w:rsidR="006B50CB" w:rsidRDefault="006B50CB" w:rsidP="00A25323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A25323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تدارت</w:t>
            </w:r>
            <w:proofErr w:type="spellEnd"/>
            <w:r w:rsidR="00A25323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كرسيف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25323" w:rsidRDefault="00A25323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الرحمان بن عمرو</w:t>
            </w:r>
          </w:p>
          <w:p w:rsidR="006B50CB" w:rsidRDefault="00A25323" w:rsidP="00A25323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زينب بنت عمرو 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A25323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A25323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A25323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A25323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A25323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A25323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يسرى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أرقراق</w:t>
            </w:r>
            <w:proofErr w:type="spellEnd"/>
          </w:p>
          <w:p w:rsidR="006B50CB" w:rsidRDefault="00A25323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YOUSRA</w:t>
            </w:r>
            <w:r w:rsidR="00CC7592"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 xml:space="preserve"> </w:t>
            </w: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ARAKRAK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A25323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LA177236</w:t>
            </w:r>
          </w:p>
        </w:tc>
        <w:tc>
          <w:tcPr>
            <w:tcW w:w="2551" w:type="dxa"/>
          </w:tcPr>
          <w:p w:rsidR="006B50CB" w:rsidRDefault="00A25323" w:rsidP="006B50CB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08/09/1999</w:t>
            </w:r>
          </w:p>
          <w:p w:rsidR="006B50CB" w:rsidRDefault="006B50CB" w:rsidP="00A25323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A25323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الساحل العرائش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25323" w:rsidRDefault="00A25323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عبد السلام</w:t>
            </w:r>
          </w:p>
          <w:p w:rsidR="006B50CB" w:rsidRDefault="00A25323" w:rsidP="00A25323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حفيظة بنت عبد السلام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CC7592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CC7592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CC7592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CC7592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CC7592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CC7592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ناهد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الحليمي</w:t>
            </w:r>
            <w:proofErr w:type="spellEnd"/>
          </w:p>
          <w:p w:rsidR="006B50CB" w:rsidRDefault="00CC7592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NAHID EL HELIMI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CC7592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KB132558</w:t>
            </w:r>
          </w:p>
        </w:tc>
        <w:tc>
          <w:tcPr>
            <w:tcW w:w="2551" w:type="dxa"/>
          </w:tcPr>
          <w:p w:rsidR="006B50CB" w:rsidRDefault="00CC7592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07/11/1996</w:t>
            </w:r>
          </w:p>
          <w:p w:rsidR="006B50CB" w:rsidRDefault="006B50CB" w:rsidP="00CC759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CC7592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طنجة </w:t>
            </w:r>
            <w:proofErr w:type="spellStart"/>
            <w:r w:rsidR="00CC7592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 w:rsidR="00CC7592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CC7592" w:rsidRDefault="00CC7592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مشيش</w:t>
            </w:r>
          </w:p>
          <w:p w:rsidR="006B50CB" w:rsidRDefault="00CC7592" w:rsidP="00CC7592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مينة بنت عبد السلام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05728E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هناء الخنوس</w:t>
            </w:r>
          </w:p>
          <w:p w:rsidR="006B50CB" w:rsidRDefault="0005728E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HANAE KHANNOUS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05728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KB186909</w:t>
            </w:r>
          </w:p>
        </w:tc>
        <w:tc>
          <w:tcPr>
            <w:tcW w:w="2551" w:type="dxa"/>
          </w:tcPr>
          <w:p w:rsidR="006B50CB" w:rsidRDefault="0005728E" w:rsidP="006B50CB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16/07/1999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05728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طنجة</w:t>
            </w:r>
            <w:proofErr w:type="gramEnd"/>
            <w:r w:rsidR="0005728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="0005728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 w:rsidR="0005728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6B50CB" w:rsidRDefault="0005728E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الله بن أحمد</w:t>
            </w:r>
          </w:p>
          <w:p w:rsidR="0005728E" w:rsidRDefault="0005728E" w:rsidP="0005728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نجاة بنت محمد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C30EA0">
        <w:trPr>
          <w:trHeight w:val="1771"/>
        </w:trPr>
        <w:tc>
          <w:tcPr>
            <w:tcW w:w="3966" w:type="dxa"/>
          </w:tcPr>
          <w:p w:rsidR="006B50CB" w:rsidRDefault="008476D3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شيما</w:t>
            </w:r>
            <w:r w:rsidR="00C30EA0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ء بلال</w:t>
            </w:r>
          </w:p>
          <w:p w:rsidR="006B50CB" w:rsidRDefault="00C30EA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CHAYMAE BLAL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C30EA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D891565</w:t>
            </w:r>
          </w:p>
        </w:tc>
        <w:tc>
          <w:tcPr>
            <w:tcW w:w="2551" w:type="dxa"/>
          </w:tcPr>
          <w:p w:rsidR="006B50CB" w:rsidRDefault="00C30EA0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09/03/1998</w:t>
            </w:r>
          </w:p>
          <w:p w:rsidR="006B50CB" w:rsidRDefault="006B50CB" w:rsidP="00C30EA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C30EA0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مكناس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6B50CB" w:rsidRDefault="00C30EA0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بوشعيب بن صالح</w:t>
            </w:r>
          </w:p>
          <w:p w:rsidR="00C30EA0" w:rsidRDefault="00C30EA0" w:rsidP="00C30EA0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بنت محمد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C30EA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غيتة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العمراني</w:t>
            </w:r>
          </w:p>
          <w:p w:rsidR="006B50CB" w:rsidRDefault="00C30EA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GHITA EL AMRANI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C30EA0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CD714346</w:t>
            </w:r>
          </w:p>
        </w:tc>
        <w:tc>
          <w:tcPr>
            <w:tcW w:w="2551" w:type="dxa"/>
          </w:tcPr>
          <w:p w:rsidR="006B50CB" w:rsidRDefault="00C30EA0" w:rsidP="006B50CB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08/07/1999</w:t>
            </w:r>
          </w:p>
          <w:p w:rsidR="006B50CB" w:rsidRDefault="006B50CB" w:rsidP="00C30EA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C30EA0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المرينيين</w:t>
            </w:r>
            <w:proofErr w:type="spellEnd"/>
            <w:r w:rsidR="00C30EA0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فاس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6B50CB" w:rsidRDefault="00C30EA0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المفضل بن علال</w:t>
            </w:r>
          </w:p>
          <w:p w:rsidR="00C30EA0" w:rsidRDefault="00C30EA0" w:rsidP="00C30EA0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بنت أحمد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C30EA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C30EA0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C30EA0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C30EA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C30EA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C30EA0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أنس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معمال</w:t>
            </w:r>
            <w:proofErr w:type="spellEnd"/>
          </w:p>
          <w:p w:rsidR="006B50CB" w:rsidRDefault="008700DF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ANAS MIAMAL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8700DF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Z620678</w:t>
            </w:r>
          </w:p>
        </w:tc>
        <w:tc>
          <w:tcPr>
            <w:tcW w:w="2551" w:type="dxa"/>
          </w:tcPr>
          <w:p w:rsidR="006B50CB" w:rsidRDefault="008700DF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23/04/1999</w:t>
            </w:r>
          </w:p>
          <w:p w:rsidR="006B50CB" w:rsidRDefault="006B50CB" w:rsidP="00C30EA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C30EA0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تاهلة</w:t>
            </w:r>
            <w:proofErr w:type="spellEnd"/>
            <w:r w:rsidR="00C30EA0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تازة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6B50CB" w:rsidRDefault="008700DF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ميمون بن قدور</w:t>
            </w:r>
          </w:p>
          <w:p w:rsidR="008700DF" w:rsidRDefault="008700DF" w:rsidP="008700D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بوشرة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8700DF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8700DF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8700DF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8700DF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8700DF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8700DF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أمال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أحجير</w:t>
            </w:r>
            <w:proofErr w:type="spellEnd"/>
          </w:p>
          <w:p w:rsidR="006B50CB" w:rsidRDefault="008700DF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AMAL AHJIR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8700DF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CB316455</w:t>
            </w:r>
          </w:p>
        </w:tc>
        <w:tc>
          <w:tcPr>
            <w:tcW w:w="2551" w:type="dxa"/>
          </w:tcPr>
          <w:p w:rsidR="006B50CB" w:rsidRDefault="008700DF" w:rsidP="006B50CB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18/05/1998</w:t>
            </w:r>
          </w:p>
          <w:p w:rsidR="006B50CB" w:rsidRDefault="006B50CB" w:rsidP="008700DF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8700DF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عين الشكاك صفرو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6B50CB" w:rsidRDefault="008700DF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المختار بن ادريس</w:t>
            </w:r>
          </w:p>
          <w:p w:rsidR="008700DF" w:rsidRDefault="008700DF" w:rsidP="008700D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خديجة بنت رحو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8700DF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ريم الراس</w:t>
            </w:r>
          </w:p>
          <w:p w:rsidR="006B50CB" w:rsidRDefault="008700DF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RIM RASS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8700DF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GB251298</w:t>
            </w:r>
          </w:p>
        </w:tc>
        <w:tc>
          <w:tcPr>
            <w:tcW w:w="2551" w:type="dxa"/>
          </w:tcPr>
          <w:p w:rsidR="006B50CB" w:rsidRDefault="008700DF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24/08/1999</w:t>
            </w:r>
          </w:p>
          <w:p w:rsidR="006B50CB" w:rsidRDefault="006B50CB" w:rsidP="008700DF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8700DF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القنيطرة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6B50CB" w:rsidRDefault="008700DF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التهامي</w:t>
            </w:r>
          </w:p>
          <w:p w:rsidR="008700DF" w:rsidRDefault="008700DF" w:rsidP="008700DF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لطيفة بنت محمد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B83FE9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B83FE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B83FE9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B83FE9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B83FE9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B83FE9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سارة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أهروش</w:t>
            </w:r>
            <w:proofErr w:type="spellEnd"/>
          </w:p>
          <w:p w:rsidR="006B50CB" w:rsidRDefault="00B83FE9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SARA AHROUCH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B83FE9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S747234</w:t>
            </w:r>
          </w:p>
        </w:tc>
        <w:tc>
          <w:tcPr>
            <w:tcW w:w="2551" w:type="dxa"/>
          </w:tcPr>
          <w:p w:rsidR="006B50CB" w:rsidRDefault="00B83FE9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15/12/1999</w:t>
            </w:r>
          </w:p>
          <w:p w:rsidR="006B50CB" w:rsidRDefault="006B50CB" w:rsidP="00B83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B83FE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بني بو </w:t>
            </w:r>
            <w:proofErr w:type="spellStart"/>
            <w:r w:rsidR="00B83FE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ايفرور</w:t>
            </w:r>
            <w:proofErr w:type="spellEnd"/>
            <w:r w:rsidR="00B83FE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الناظور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6B50CB" w:rsidRDefault="00B83FE9" w:rsidP="006B50CB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ميمون</w:t>
            </w:r>
          </w:p>
          <w:p w:rsidR="00B83FE9" w:rsidRDefault="00B83FE9" w:rsidP="00B83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تلايتماس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أحمد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6B50CB" w:rsidRDefault="00B83FE9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مريم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الوهراني</w:t>
            </w:r>
            <w:proofErr w:type="spellEnd"/>
          </w:p>
          <w:p w:rsidR="006B50CB" w:rsidRDefault="001C132C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MARIAM OUAHRANI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1C132C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K490862</w:t>
            </w:r>
          </w:p>
        </w:tc>
        <w:tc>
          <w:tcPr>
            <w:tcW w:w="2551" w:type="dxa"/>
          </w:tcPr>
          <w:p w:rsidR="006B50CB" w:rsidRDefault="001C132C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04/09/1994</w:t>
            </w:r>
          </w:p>
          <w:p w:rsidR="006B50CB" w:rsidRDefault="001C132C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طنجة</w:t>
            </w:r>
            <w:r w:rsidR="00B83FE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="00B83FE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 w:rsidR="00B83FE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6B50CB" w:rsidRDefault="00B83FE9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القادر بن عبد الله</w:t>
            </w:r>
          </w:p>
          <w:p w:rsidR="00B83FE9" w:rsidRDefault="00B83FE9" w:rsidP="00B83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عائشة بنت جابر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51761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6B50CB" w:rsidRDefault="006B50CB" w:rsidP="006B50C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6B50CB" w:rsidRPr="008B7FB5" w:rsidRDefault="006B50CB" w:rsidP="006B50CB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Pr="000B1B21" w:rsidRDefault="006B50CB" w:rsidP="006B50CB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6B50CB" w:rsidRPr="000156CB" w:rsidTr="006B50CB">
        <w:tc>
          <w:tcPr>
            <w:tcW w:w="3966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6B50CB" w:rsidRPr="000B1B21" w:rsidRDefault="006B50CB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6B50CB" w:rsidTr="006B50CB">
        <w:tc>
          <w:tcPr>
            <w:tcW w:w="3966" w:type="dxa"/>
          </w:tcPr>
          <w:p w:rsidR="00A93E7E" w:rsidRDefault="00A93E7E" w:rsidP="00A93E7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أميمة البردوني</w:t>
            </w:r>
          </w:p>
          <w:p w:rsidR="006B50CB" w:rsidRDefault="00A93E7E" w:rsidP="006B50CB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OUMAIMA EL BARDOUNI</w:t>
            </w:r>
          </w:p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6B50CB" w:rsidRDefault="00A93E7E" w:rsidP="006B50CB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L614683</w:t>
            </w:r>
          </w:p>
        </w:tc>
        <w:tc>
          <w:tcPr>
            <w:tcW w:w="2551" w:type="dxa"/>
          </w:tcPr>
          <w:p w:rsidR="006B50CB" w:rsidRDefault="00A93E7E" w:rsidP="006B50CB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27/01/1998</w:t>
            </w:r>
          </w:p>
          <w:p w:rsidR="006B50CB" w:rsidRDefault="006B50CB" w:rsidP="00A93E7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A93E7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تطوان</w:t>
            </w:r>
          </w:p>
        </w:tc>
        <w:tc>
          <w:tcPr>
            <w:tcW w:w="113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1C132C" w:rsidRDefault="00A93E7E" w:rsidP="001C132C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سعيد بن عمر</w:t>
            </w:r>
          </w:p>
          <w:p w:rsidR="00A93E7E" w:rsidRDefault="00A93E7E" w:rsidP="00A93E7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بنت أحمد</w:t>
            </w:r>
          </w:p>
          <w:p w:rsidR="006B50CB" w:rsidRPr="004F5627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6B50CB" w:rsidRDefault="006B50CB" w:rsidP="006B50CB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6B50CB" w:rsidRPr="008B7FB5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6B50CB" w:rsidRDefault="006B50CB" w:rsidP="006B50CB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Default="006B50CB" w:rsidP="006B50CB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6B50CB" w:rsidRPr="0051761B" w:rsidRDefault="0051761B" w:rsidP="0051761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ازهور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القبص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ZHOUR EL KABS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LA173682</w:t>
            </w:r>
          </w:p>
        </w:tc>
        <w:tc>
          <w:tcPr>
            <w:tcW w:w="2551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22/12/1999</w:t>
            </w:r>
          </w:p>
          <w:p w:rsidR="00A93E7E" w:rsidRDefault="00A93E7E" w:rsidP="00A93E7E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العرائش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نور الدين بن سلام</w:t>
            </w:r>
          </w:p>
          <w:p w:rsidR="00A93E7E" w:rsidRDefault="00A93E7E" w:rsidP="00A93E7E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نادية بنت عبد السلا</w:t>
            </w:r>
            <w:r w:rsidR="00D074F5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910A72" w:rsidP="00910A72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D074F5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سهيلة بنحمو</w:t>
            </w:r>
          </w:p>
          <w:p w:rsidR="00A93E7E" w:rsidRDefault="00D074F5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SOUHAILA BEN HAMMOU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D074F5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L636724</w:t>
            </w:r>
          </w:p>
        </w:tc>
        <w:tc>
          <w:tcPr>
            <w:tcW w:w="2551" w:type="dxa"/>
          </w:tcPr>
          <w:p w:rsidR="00A93E7E" w:rsidRDefault="00D074F5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04/09/1999</w:t>
            </w:r>
          </w:p>
          <w:p w:rsidR="00A93E7E" w:rsidRDefault="00A93E7E" w:rsidP="00D074F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D074F5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تطوان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D074F5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سعيد بن عبد السلام</w:t>
            </w:r>
          </w:p>
          <w:p w:rsidR="00D074F5" w:rsidRDefault="00D074F5" w:rsidP="00D074F5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الوزنة بنت ادريس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</w:pPr>
    </w:p>
    <w:p w:rsidR="00D074F5" w:rsidRDefault="00910A72" w:rsidP="00910A72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D074F5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بلال الطويل</w:t>
            </w:r>
          </w:p>
          <w:p w:rsidR="00A93E7E" w:rsidRDefault="00D074F5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BILAL TOUIL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D074F5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AE176154</w:t>
            </w:r>
          </w:p>
        </w:tc>
        <w:tc>
          <w:tcPr>
            <w:tcW w:w="2551" w:type="dxa"/>
          </w:tcPr>
          <w:p w:rsidR="00A93E7E" w:rsidRDefault="00D074F5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08/09/1998</w:t>
            </w:r>
          </w:p>
          <w:p w:rsidR="00A93E7E" w:rsidRDefault="00A93E7E" w:rsidP="00D074F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D074F5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الرباط حسان الرباط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D074F5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الطيبي بن مبارك</w:t>
            </w:r>
          </w:p>
          <w:p w:rsidR="00D074F5" w:rsidRDefault="00D074F5" w:rsidP="00D074F5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مينة بنت أحمد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910A72" w:rsidRDefault="00910A72" w:rsidP="00910A7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93E7E" w:rsidRDefault="00910A72" w:rsidP="00910A72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861B37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سليمة محسن</w:t>
            </w:r>
          </w:p>
          <w:p w:rsidR="00A93E7E" w:rsidRDefault="00861B37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SALIMA MOHSINE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861B37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D902536</w:t>
            </w:r>
          </w:p>
        </w:tc>
        <w:tc>
          <w:tcPr>
            <w:tcW w:w="2551" w:type="dxa"/>
          </w:tcPr>
          <w:p w:rsidR="00A93E7E" w:rsidRDefault="00861B37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19/01/1998</w:t>
            </w:r>
          </w:p>
          <w:p w:rsidR="00A93E7E" w:rsidRDefault="00A93E7E" w:rsidP="00861B3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861B3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مكناس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A93E7E" w:rsidP="00861B37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عبد </w:t>
            </w:r>
            <w:r w:rsidR="00861B3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الاله بن الحسين</w:t>
            </w:r>
          </w:p>
          <w:p w:rsidR="00861B37" w:rsidRDefault="00861B37" w:rsidP="00861B3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رشيدة بنت ادريس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0D1E55" w:rsidRDefault="00910A72" w:rsidP="00910A72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0D1E55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خلو محمد</w:t>
            </w:r>
          </w:p>
          <w:p w:rsidR="00A93E7E" w:rsidRDefault="000D1E55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MOHAMMED KHALLOU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0D1E55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L607367</w:t>
            </w:r>
          </w:p>
        </w:tc>
        <w:tc>
          <w:tcPr>
            <w:tcW w:w="2551" w:type="dxa"/>
          </w:tcPr>
          <w:p w:rsidR="00A93E7E" w:rsidRDefault="000D1E55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01/01/1997</w:t>
            </w:r>
          </w:p>
          <w:p w:rsidR="00A93E7E" w:rsidRPr="00D3038A" w:rsidRDefault="00A93E7E" w:rsidP="000D1E55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0D1E55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الخميسات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0D1E55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سليمان</w:t>
            </w:r>
          </w:p>
          <w:p w:rsidR="000D1E55" w:rsidRDefault="000D1E55" w:rsidP="000D1E55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حجو بنت لصفر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910A72" w:rsidP="00910A72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D3038A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ابتهال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الغوش</w:t>
            </w:r>
            <w:proofErr w:type="spellEnd"/>
          </w:p>
          <w:p w:rsidR="00A93E7E" w:rsidRDefault="00D3038A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IBTIHAL EL GHOUCH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D3038A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K561613</w:t>
            </w:r>
          </w:p>
        </w:tc>
        <w:tc>
          <w:tcPr>
            <w:tcW w:w="2551" w:type="dxa"/>
          </w:tcPr>
          <w:p w:rsidR="00A93E7E" w:rsidRDefault="00D3038A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31/08/1999</w:t>
            </w:r>
          </w:p>
          <w:p w:rsidR="00A93E7E" w:rsidRDefault="00D3038A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A93E7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طنجة </w:t>
            </w:r>
            <w:proofErr w:type="spellStart"/>
            <w:r w:rsidR="00A93E7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 w:rsidR="00A93E7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D3038A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الكريم بن محمد</w:t>
            </w:r>
          </w:p>
          <w:p w:rsidR="00D3038A" w:rsidRDefault="00D3038A" w:rsidP="00D3038A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علية بنت الحسن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910A72" w:rsidP="00910A72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DE15CA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منى كيدا</w:t>
            </w:r>
          </w:p>
          <w:p w:rsidR="00A93E7E" w:rsidRDefault="00DE15CA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MOUNA GUIDA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DE15CA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D887692</w:t>
            </w:r>
          </w:p>
        </w:tc>
        <w:tc>
          <w:tcPr>
            <w:tcW w:w="2551" w:type="dxa"/>
          </w:tcPr>
          <w:p w:rsidR="00A93E7E" w:rsidRDefault="00DE15CA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27/02</w:t>
            </w:r>
            <w:r w:rsidR="00A93E7E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/1999</w:t>
            </w:r>
          </w:p>
          <w:p w:rsidR="00A93E7E" w:rsidRDefault="00DE15CA" w:rsidP="00DE15CA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خنيفرة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DE15CA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حميد بن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بنعيسى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DE15CA" w:rsidRDefault="00DE15CA" w:rsidP="00DE15CA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يطو بنت ميلود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F93CBE" w:rsidRDefault="00F93CBE" w:rsidP="00F93CB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93E7E" w:rsidRPr="00F93CBE" w:rsidRDefault="00F93CBE" w:rsidP="00F93CBE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3D64D4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عبد الكريم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الهوالي</w:t>
            </w:r>
            <w:proofErr w:type="spellEnd"/>
          </w:p>
          <w:p w:rsidR="00A93E7E" w:rsidRDefault="003D64D4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ABDELKARIM HAOUALI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A93E7E" w:rsidP="003D64D4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</w:t>
            </w:r>
            <w:r w:rsidR="003D64D4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176100</w:t>
            </w:r>
          </w:p>
        </w:tc>
        <w:tc>
          <w:tcPr>
            <w:tcW w:w="2551" w:type="dxa"/>
          </w:tcPr>
          <w:p w:rsidR="00A93E7E" w:rsidRDefault="003D64D4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23/09/1998</w:t>
            </w:r>
          </w:p>
          <w:p w:rsidR="00A93E7E" w:rsidRDefault="003D64D4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="00A93E7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طنجة </w:t>
            </w:r>
            <w:proofErr w:type="spellStart"/>
            <w:r w:rsidR="00A93E7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 w:rsidR="00A93E7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3D64D4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علي بن عبد السلام</w:t>
            </w:r>
          </w:p>
          <w:p w:rsidR="003D64D4" w:rsidRDefault="003D64D4" w:rsidP="003D64D4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مليكة بنت عبد القادر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93E7E" w:rsidRDefault="00F93CBE" w:rsidP="00F93CB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</w:t>
      </w:r>
      <w:r w:rsidR="00A00308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8119F9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فدوى درهم</w:t>
            </w:r>
          </w:p>
          <w:p w:rsidR="00A93E7E" w:rsidRDefault="003D64D4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FADWA DERHEM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3D64D4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CD684366</w:t>
            </w:r>
          </w:p>
        </w:tc>
        <w:tc>
          <w:tcPr>
            <w:tcW w:w="2551" w:type="dxa"/>
          </w:tcPr>
          <w:p w:rsidR="00A93E7E" w:rsidRDefault="008119F9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09/07/1998</w:t>
            </w:r>
          </w:p>
          <w:p w:rsidR="00A93E7E" w:rsidRDefault="00A93E7E" w:rsidP="008119F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8119F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فاس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8119F9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المهدي</w:t>
            </w:r>
          </w:p>
          <w:p w:rsidR="008119F9" w:rsidRDefault="008119F9" w:rsidP="008119F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فاطمة بنت محمد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CB7D3B" w:rsidRDefault="00CB7D3B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CB7D3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7F1522" w:rsidRDefault="007F1522" w:rsidP="007F1522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أميمة جاحظ</w:t>
            </w:r>
          </w:p>
          <w:p w:rsidR="00A93E7E" w:rsidRDefault="007F1522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OUMAIMA JAHID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7F1522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AE257004</w:t>
            </w:r>
          </w:p>
        </w:tc>
        <w:tc>
          <w:tcPr>
            <w:tcW w:w="2551" w:type="dxa"/>
          </w:tcPr>
          <w:p w:rsidR="00A93E7E" w:rsidRDefault="007F1522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07/06/1999</w:t>
            </w:r>
          </w:p>
          <w:p w:rsidR="00A93E7E" w:rsidRDefault="00A93E7E" w:rsidP="007F1522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7F1522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أهل المربع الفقيه بن صالح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7F1522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المصطفى بن عبد القادر</w:t>
            </w:r>
          </w:p>
          <w:p w:rsidR="007F1522" w:rsidRDefault="007F1522" w:rsidP="007F1522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خديجة بنت عبد القادر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7F1522" w:rsidRDefault="00CB7D3B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7F15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7F1522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حنان بوطالب</w:t>
            </w:r>
          </w:p>
          <w:p w:rsidR="00A93E7E" w:rsidRDefault="007F1522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HANANE BOUTALEB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7F1522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JE308835</w:t>
            </w:r>
          </w:p>
        </w:tc>
        <w:tc>
          <w:tcPr>
            <w:tcW w:w="2551" w:type="dxa"/>
          </w:tcPr>
          <w:p w:rsidR="00A93E7E" w:rsidRDefault="007F1522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12/05/1999</w:t>
            </w:r>
          </w:p>
          <w:p w:rsidR="00A93E7E" w:rsidRDefault="007F1522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تافراوت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تيزنيت</w:t>
            </w:r>
            <w:proofErr w:type="spellEnd"/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7F1522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سعيد بن محمد</w:t>
            </w:r>
          </w:p>
          <w:p w:rsidR="007F1522" w:rsidRDefault="007F1522" w:rsidP="007F1522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حافضة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ابراهيم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CB7D3B" w:rsidP="00CB7D3B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2E4F0A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مونية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رابحي</w:t>
            </w:r>
          </w:p>
          <w:p w:rsidR="00A93E7E" w:rsidRDefault="008D5B5C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MOUNIA RABHI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8D5B5C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F590005</w:t>
            </w:r>
          </w:p>
        </w:tc>
        <w:tc>
          <w:tcPr>
            <w:tcW w:w="2551" w:type="dxa"/>
          </w:tcPr>
          <w:p w:rsidR="00A93E7E" w:rsidRDefault="008D5B5C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23/12/1996</w:t>
            </w:r>
          </w:p>
          <w:p w:rsidR="00A93E7E" w:rsidRDefault="00A93E7E" w:rsidP="002E4F0A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2E4F0A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مستفركي</w:t>
            </w:r>
            <w:proofErr w:type="spellEnd"/>
            <w:r w:rsidR="002E4F0A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وجدة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2E4F0A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حدو بن رمضان</w:t>
            </w:r>
          </w:p>
          <w:p w:rsidR="002E4F0A" w:rsidRDefault="002E4F0A" w:rsidP="002E4F0A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</w:t>
            </w:r>
            <w:r w:rsidR="008D5B5C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زهرة بنت ميمون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CB7D3B" w:rsidP="00CB7D3B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8D5B5C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ابتسام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الزعروري</w:t>
            </w:r>
            <w:proofErr w:type="spellEnd"/>
          </w:p>
          <w:p w:rsidR="00A93E7E" w:rsidRDefault="008D5B5C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IBTISSAM EZ-ZAAROURY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8D5B5C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D895560</w:t>
            </w:r>
          </w:p>
        </w:tc>
        <w:tc>
          <w:tcPr>
            <w:tcW w:w="2551" w:type="dxa"/>
          </w:tcPr>
          <w:p w:rsidR="00A93E7E" w:rsidRDefault="008D5B5C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20/04/1999</w:t>
            </w:r>
          </w:p>
          <w:p w:rsidR="00A93E7E" w:rsidRDefault="00A93E7E" w:rsidP="008D5B5C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8D5B5C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أزغيرة</w:t>
            </w:r>
            <w:proofErr w:type="spellEnd"/>
            <w:r w:rsidR="008D5B5C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وزان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8D5B5C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رشيد بن محمد</w:t>
            </w:r>
          </w:p>
          <w:p w:rsidR="008D5B5C" w:rsidRDefault="008D5B5C" w:rsidP="008D5B5C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خديجة بنت لحسن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</w:pPr>
    </w:p>
    <w:p w:rsidR="00CB7D3B" w:rsidRDefault="00CB7D3B" w:rsidP="00CB7D3B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</w:t>
      </w:r>
      <w:r w:rsidR="00CB7D3B"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2D6DF3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2D6DF3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2D6DF3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2D6DF3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2D6DF3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8D5B5C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هدى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زرقوني</w:t>
            </w:r>
            <w:proofErr w:type="spellEnd"/>
          </w:p>
          <w:p w:rsidR="00A93E7E" w:rsidRDefault="002D6DF3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HOUDA ZARKOUNI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2D6DF3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AS4009</w:t>
            </w:r>
          </w:p>
        </w:tc>
        <w:tc>
          <w:tcPr>
            <w:tcW w:w="2551" w:type="dxa"/>
          </w:tcPr>
          <w:p w:rsidR="00A93E7E" w:rsidRDefault="002D6DF3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30/01/1999</w:t>
            </w:r>
          </w:p>
          <w:p w:rsidR="00A93E7E" w:rsidRDefault="00A93E7E" w:rsidP="008D5B5C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8D5B5C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سيدي علال البحراوي الخميسات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8D5B5C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الوهاب</w:t>
            </w:r>
          </w:p>
          <w:p w:rsidR="008D5B5C" w:rsidRDefault="008D5B5C" w:rsidP="008D5B5C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لطيفة بنت الخالدي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D026E" w:rsidRDefault="00AD026E" w:rsidP="00AD026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</w:pPr>
    </w:p>
    <w:p w:rsidR="00CB7D3B" w:rsidRDefault="00CB7D3B" w:rsidP="00CB7D3B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7361F7" w:rsidRDefault="00CB7D3B" w:rsidP="00CB7D3B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DD1E0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DD1E00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DD1E00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DD1E0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DD1E0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7361F7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كوثر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بولباز</w:t>
            </w:r>
            <w:proofErr w:type="spellEnd"/>
          </w:p>
          <w:p w:rsidR="00A93E7E" w:rsidRDefault="00DD1E00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KAOUTAR BOULBAZ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DD1E00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XA128614</w:t>
            </w:r>
          </w:p>
        </w:tc>
        <w:tc>
          <w:tcPr>
            <w:tcW w:w="2551" w:type="dxa"/>
          </w:tcPr>
          <w:p w:rsidR="00A93E7E" w:rsidRDefault="00DD1E00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20/11/1999</w:t>
            </w:r>
          </w:p>
          <w:p w:rsidR="00A93E7E" w:rsidRDefault="00A93E7E" w:rsidP="007361F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7361F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تيفلت الخميسات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7361F7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الحسين</w:t>
            </w:r>
          </w:p>
          <w:p w:rsidR="007361F7" w:rsidRDefault="007361F7" w:rsidP="007361F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رقية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</w:pPr>
    </w:p>
    <w:p w:rsidR="00AD026E" w:rsidRDefault="00AD026E" w:rsidP="00AD026E">
      <w:pPr>
        <w:bidi/>
        <w:spacing w:before="120" w:after="120"/>
      </w:pPr>
    </w:p>
    <w:p w:rsidR="00A37C30" w:rsidRDefault="00A37C30" w:rsidP="00A37C3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93E7E" w:rsidRDefault="00A37C30" w:rsidP="00A37C30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37C30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DD1E00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نهيلة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الطريبق</w:t>
            </w:r>
            <w:proofErr w:type="spellEnd"/>
          </w:p>
          <w:p w:rsidR="00A93E7E" w:rsidRDefault="00DD1E00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NOHAILA TRIBAK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DD1E00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L624389</w:t>
            </w:r>
          </w:p>
        </w:tc>
        <w:tc>
          <w:tcPr>
            <w:tcW w:w="2551" w:type="dxa"/>
          </w:tcPr>
          <w:p w:rsidR="00A93E7E" w:rsidRDefault="00DD1E00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04/01/2000</w:t>
            </w:r>
          </w:p>
          <w:p w:rsidR="00A93E7E" w:rsidRDefault="00DD1E00" w:rsidP="00DD1E00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</w:t>
            </w: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 xml:space="preserve"> </w:t>
            </w: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تطوان</w:t>
            </w:r>
            <w:proofErr w:type="gramEnd"/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DD1E00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مصطفى بن أحمد</w:t>
            </w:r>
          </w:p>
          <w:p w:rsidR="00DD1E00" w:rsidRDefault="00DD1E00" w:rsidP="00DD1E00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ارحيمو بنت عبد الوهاب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A93E7E" w:rsidP="00A93E7E">
      <w:pPr>
        <w:bidi/>
        <w:spacing w:before="120" w:after="120"/>
        <w:rPr>
          <w:rtl/>
        </w:rPr>
      </w:pPr>
    </w:p>
    <w:p w:rsidR="00A93E7E" w:rsidRDefault="004705E3" w:rsidP="004705E3">
      <w:pPr>
        <w:bidi/>
        <w:spacing w:before="120" w:after="120"/>
        <w:jc w:val="center"/>
        <w:rPr>
          <w:rtl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93E7E" w:rsidRDefault="00A93E7E" w:rsidP="00A93E7E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93E7E" w:rsidRPr="008B7FB5" w:rsidRDefault="00A93E7E" w:rsidP="00A93E7E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93E7E" w:rsidRPr="000B1B21" w:rsidRDefault="00A93E7E" w:rsidP="00A93E7E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93E7E" w:rsidRPr="000156CB" w:rsidTr="000A5FE9">
        <w:tc>
          <w:tcPr>
            <w:tcW w:w="3966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DD1E0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DD1E00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 xml:space="preserve">العائلي </w:t>
            </w:r>
            <w:r w:rsidR="00DD1E0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DD1E00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93E7E" w:rsidRPr="000B1B21" w:rsidRDefault="00A93E7E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93E7E" w:rsidTr="000A5FE9">
        <w:tc>
          <w:tcPr>
            <w:tcW w:w="3966" w:type="dxa"/>
          </w:tcPr>
          <w:p w:rsidR="00A93E7E" w:rsidRDefault="00DD1E00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الرحيم الحمادي</w:t>
            </w:r>
          </w:p>
          <w:p w:rsidR="00A93E7E" w:rsidRDefault="00DD1E00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ABDERRAHIM EL HAMADI</w:t>
            </w:r>
          </w:p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93E7E" w:rsidRDefault="00DD1E00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GM55536</w:t>
            </w:r>
          </w:p>
        </w:tc>
        <w:tc>
          <w:tcPr>
            <w:tcW w:w="2551" w:type="dxa"/>
          </w:tcPr>
          <w:p w:rsidR="00A93E7E" w:rsidRDefault="00DD1E00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01/11/1978</w:t>
            </w:r>
          </w:p>
          <w:p w:rsidR="00A93E7E" w:rsidRDefault="00A93E7E" w:rsidP="00DD1E00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DD1E00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القنيطرة</w:t>
            </w:r>
          </w:p>
        </w:tc>
        <w:tc>
          <w:tcPr>
            <w:tcW w:w="113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93E7E" w:rsidRDefault="00DD1E00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السلام بن أحمد</w:t>
            </w:r>
          </w:p>
          <w:p w:rsidR="00DD1E00" w:rsidRDefault="00DD1E00" w:rsidP="00DD1E00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حفيظة بنت محمد</w:t>
            </w:r>
          </w:p>
          <w:p w:rsidR="00A93E7E" w:rsidRPr="004F5627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93E7E" w:rsidRDefault="00A93E7E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93E7E" w:rsidRPr="008B7FB5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r w:rsidR="00F05466" w:rsidRPr="008353A2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بصحته </w:t>
      </w:r>
      <w:r w:rsidR="00F05466"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93E7E" w:rsidRDefault="00A93E7E" w:rsidP="00A93E7E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93E7E" w:rsidRDefault="00A93E7E" w:rsidP="00A93E7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21E49" w:rsidRDefault="00A21E49" w:rsidP="00A21E49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21E49" w:rsidRDefault="00A21E49" w:rsidP="00A21E49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21E49" w:rsidRDefault="00A21E49" w:rsidP="00A21E49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21E49" w:rsidRDefault="00DD75F7" w:rsidP="00DD75F7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A21E49" w:rsidRDefault="00A21E49" w:rsidP="00A21E49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A21E49" w:rsidRPr="008B7FB5" w:rsidRDefault="00A21E49" w:rsidP="00A21E49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21E49" w:rsidRPr="000B1B21" w:rsidRDefault="00A21E49" w:rsidP="00A21E49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A21E49" w:rsidRPr="000156CB" w:rsidTr="000A5FE9">
        <w:tc>
          <w:tcPr>
            <w:tcW w:w="3966" w:type="dxa"/>
          </w:tcPr>
          <w:p w:rsidR="00A21E49" w:rsidRPr="000B1B21" w:rsidRDefault="00A21E49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r w:rsidR="000A5FE9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="000A5FE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العائلي</w:t>
            </w:r>
            <w:r w:rsidR="000A5FE9"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="000A5FE9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بالحروف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العربية </w:t>
            </w:r>
            <w:r w:rsidR="000A5FE9"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واللاتينية</w:t>
            </w:r>
          </w:p>
        </w:tc>
        <w:tc>
          <w:tcPr>
            <w:tcW w:w="2551" w:type="dxa"/>
          </w:tcPr>
          <w:p w:rsidR="00A21E49" w:rsidRPr="000B1B21" w:rsidRDefault="00A21E49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A21E49" w:rsidRPr="000B1B21" w:rsidRDefault="00A21E49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A21E49" w:rsidRPr="000B1B21" w:rsidRDefault="00A21E49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A21E49" w:rsidRPr="000B1B21" w:rsidRDefault="00A21E49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A21E49" w:rsidRPr="000B1B21" w:rsidRDefault="00A21E49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A21E49" w:rsidTr="000A5FE9">
        <w:tc>
          <w:tcPr>
            <w:tcW w:w="3966" w:type="dxa"/>
          </w:tcPr>
          <w:p w:rsidR="00A21E49" w:rsidRDefault="00A21E49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حنان الشاعر</w:t>
            </w:r>
          </w:p>
          <w:p w:rsidR="00A21E49" w:rsidRDefault="00A21E49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HANANE CHAIR</w:t>
            </w:r>
          </w:p>
          <w:p w:rsidR="00A21E49" w:rsidRDefault="00A21E49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A21E49" w:rsidRDefault="00A21E49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K357084</w:t>
            </w:r>
          </w:p>
        </w:tc>
        <w:tc>
          <w:tcPr>
            <w:tcW w:w="2551" w:type="dxa"/>
          </w:tcPr>
          <w:p w:rsidR="00A21E49" w:rsidRDefault="00A21E49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20/09/1981</w:t>
            </w:r>
          </w:p>
          <w:p w:rsidR="00A21E49" w:rsidRDefault="00A21E49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طنجة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A21E49" w:rsidRDefault="00A21E49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A21E49" w:rsidRDefault="00A21E49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محمد</w:t>
            </w:r>
          </w:p>
          <w:p w:rsidR="00A21E49" w:rsidRDefault="00A21E49" w:rsidP="00A21E4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عائشة بنت محمد</w:t>
            </w:r>
          </w:p>
          <w:p w:rsidR="00A21E49" w:rsidRPr="004F5627" w:rsidRDefault="00A21E49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A21E49" w:rsidRDefault="00A21E49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A21E49" w:rsidRPr="008B7FB5" w:rsidRDefault="00A21E49" w:rsidP="00A21E49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A21E49" w:rsidRDefault="00A21E49" w:rsidP="00A21E49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A21E49" w:rsidRDefault="00A21E49" w:rsidP="00A21E49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A21E49" w:rsidRDefault="00A21E49" w:rsidP="00A21E49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A21E49" w:rsidRPr="00A21E49" w:rsidRDefault="00A21E49" w:rsidP="00A21E49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93E7E" w:rsidRDefault="00A93E7E" w:rsidP="00A93E7E">
      <w:pPr>
        <w:bidi/>
        <w:spacing w:before="120" w:after="120"/>
      </w:pPr>
    </w:p>
    <w:p w:rsidR="000A5FE9" w:rsidRDefault="000A5FE9" w:rsidP="000A5FE9">
      <w:pPr>
        <w:bidi/>
        <w:spacing w:before="120" w:after="120"/>
      </w:pPr>
    </w:p>
    <w:p w:rsidR="000A5FE9" w:rsidRDefault="000A5FE9" w:rsidP="000A5FE9">
      <w:pPr>
        <w:bidi/>
        <w:spacing w:before="120" w:after="120"/>
      </w:pPr>
    </w:p>
    <w:p w:rsidR="000A5FE9" w:rsidRDefault="00DD75F7" w:rsidP="00DD75F7">
      <w:pPr>
        <w:bidi/>
        <w:spacing w:before="120" w:after="120"/>
        <w:jc w:val="center"/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0A5FE9" w:rsidRDefault="000A5FE9" w:rsidP="000A5FE9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0A5FE9" w:rsidRPr="008B7FB5" w:rsidRDefault="000A5FE9" w:rsidP="000A5FE9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0A5FE9" w:rsidRPr="000B1B21" w:rsidRDefault="000A5FE9" w:rsidP="000A5FE9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0A5FE9" w:rsidRPr="000156CB" w:rsidTr="000A5FE9">
        <w:tc>
          <w:tcPr>
            <w:tcW w:w="3966" w:type="dxa"/>
          </w:tcPr>
          <w:p w:rsidR="000A5FE9" w:rsidRPr="000B1B21" w:rsidRDefault="000A5FE9" w:rsidP="000A5FE9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0A5FE9" w:rsidRPr="000B1B21" w:rsidRDefault="000A5FE9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0A5FE9" w:rsidRPr="000B1B21" w:rsidRDefault="000A5FE9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0A5FE9" w:rsidRPr="000B1B21" w:rsidRDefault="000A5FE9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0A5FE9" w:rsidRPr="000B1B21" w:rsidRDefault="000A5FE9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0A5FE9" w:rsidRPr="000B1B21" w:rsidRDefault="000A5FE9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0A5FE9" w:rsidTr="000A5FE9">
        <w:tc>
          <w:tcPr>
            <w:tcW w:w="3966" w:type="dxa"/>
          </w:tcPr>
          <w:p w:rsidR="000A5FE9" w:rsidRDefault="00B141B6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نهيلة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بونويرة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0A5FE9" w:rsidRDefault="00DD75F7" w:rsidP="000A5FE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NOUHAYLA BOUNOUIRA</w:t>
            </w:r>
          </w:p>
          <w:p w:rsidR="000A5FE9" w:rsidRDefault="000A5FE9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0A5FE9" w:rsidRDefault="00DD75F7" w:rsidP="000A5FE9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G729358</w:t>
            </w:r>
          </w:p>
        </w:tc>
        <w:tc>
          <w:tcPr>
            <w:tcW w:w="2551" w:type="dxa"/>
          </w:tcPr>
          <w:p w:rsidR="000A5FE9" w:rsidRDefault="00DD75F7" w:rsidP="000A5FE9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31/01/2000</w:t>
            </w:r>
          </w:p>
          <w:p w:rsidR="000A5FE9" w:rsidRDefault="00B141B6" w:rsidP="00B141B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بني لينت تازة</w:t>
            </w:r>
          </w:p>
        </w:tc>
        <w:tc>
          <w:tcPr>
            <w:tcW w:w="1134" w:type="dxa"/>
          </w:tcPr>
          <w:p w:rsidR="000A5FE9" w:rsidRDefault="000A5FE9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0A5FE9" w:rsidRDefault="00B141B6" w:rsidP="000A5FE9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الهادي بن علي</w:t>
            </w:r>
          </w:p>
          <w:p w:rsidR="00B141B6" w:rsidRDefault="00B141B6" w:rsidP="00B141B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حفيظة بنت عبد القادر</w:t>
            </w:r>
          </w:p>
          <w:p w:rsidR="000A5FE9" w:rsidRPr="004F5627" w:rsidRDefault="000A5FE9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0A5FE9" w:rsidRDefault="000A5FE9" w:rsidP="000A5FE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0A5FE9" w:rsidRPr="008B7FB5" w:rsidRDefault="000A5FE9" w:rsidP="000A5FE9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0A5FE9" w:rsidRDefault="000A5FE9" w:rsidP="000A5FE9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0A5FE9" w:rsidRDefault="000A5FE9" w:rsidP="000A5FE9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0A5FE9" w:rsidRDefault="000A5FE9" w:rsidP="00AD026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jc w:val="center"/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0922" w:rsidRDefault="00DD0922" w:rsidP="00DD0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0922" w:rsidRPr="008B7FB5" w:rsidRDefault="00DD0922" w:rsidP="00DD092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Pr="000B1B21" w:rsidRDefault="00DD0922" w:rsidP="00DD092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DD0922" w:rsidRPr="000156CB" w:rsidTr="008977D6">
        <w:tc>
          <w:tcPr>
            <w:tcW w:w="3966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0922" w:rsidTr="008977D6">
        <w:tc>
          <w:tcPr>
            <w:tcW w:w="3966" w:type="dxa"/>
          </w:tcPr>
          <w:p w:rsidR="00DD0922" w:rsidRDefault="00EA5BF7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أمينة الوهابي</w:t>
            </w:r>
          </w:p>
          <w:p w:rsidR="00DD0922" w:rsidRDefault="00EA5BF7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AMINA EL OUAHABI</w:t>
            </w:r>
          </w:p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DD0922" w:rsidRDefault="00EA5BF7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KB179457</w:t>
            </w:r>
          </w:p>
        </w:tc>
        <w:tc>
          <w:tcPr>
            <w:tcW w:w="2551" w:type="dxa"/>
          </w:tcPr>
          <w:p w:rsidR="00DD0922" w:rsidRDefault="00EA5BF7" w:rsidP="008977D6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20/03/1999</w:t>
            </w:r>
          </w:p>
          <w:p w:rsidR="00DD0922" w:rsidRDefault="00DD0922" w:rsidP="00EA5BF7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EA5BF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="00EA5BF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gramEnd"/>
            <w:r w:rsidR="00EA5BF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="00EA5BF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طنجة</w:t>
            </w:r>
            <w:proofErr w:type="spellEnd"/>
            <w:r w:rsidR="00EA5BF7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أصيلة</w:t>
            </w:r>
          </w:p>
        </w:tc>
        <w:tc>
          <w:tcPr>
            <w:tcW w:w="113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DD0922" w:rsidRDefault="00EA5BF7" w:rsidP="008977D6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السلام بن المفضل</w:t>
            </w:r>
          </w:p>
          <w:p w:rsidR="00EA5BF7" w:rsidRDefault="00EA5BF7" w:rsidP="00EA5BF7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الزهرة بنت عبد السلام</w:t>
            </w:r>
          </w:p>
          <w:p w:rsidR="00DD0922" w:rsidRPr="004F5627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0922" w:rsidRPr="008B7FB5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jc w:val="center"/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0922" w:rsidRDefault="00DD0922" w:rsidP="00DD0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0922" w:rsidRPr="008B7FB5" w:rsidRDefault="00DD0922" w:rsidP="00DD092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Pr="000B1B21" w:rsidRDefault="00DD0922" w:rsidP="00DD092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DD0922" w:rsidRPr="000156CB" w:rsidTr="008977D6">
        <w:tc>
          <w:tcPr>
            <w:tcW w:w="3966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0922" w:rsidTr="008977D6">
        <w:tc>
          <w:tcPr>
            <w:tcW w:w="3966" w:type="dxa"/>
          </w:tcPr>
          <w:p w:rsidR="00DD0922" w:rsidRDefault="001D6439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البوزيدي</w:t>
            </w:r>
          </w:p>
          <w:p w:rsidR="00DD0922" w:rsidRDefault="001D6439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MOHAMMED EL BOUZIDI</w:t>
            </w:r>
          </w:p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DD0922" w:rsidRDefault="001D6439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Z563811</w:t>
            </w:r>
          </w:p>
        </w:tc>
        <w:tc>
          <w:tcPr>
            <w:tcW w:w="2551" w:type="dxa"/>
          </w:tcPr>
          <w:p w:rsidR="00DD0922" w:rsidRDefault="001D6439" w:rsidP="008977D6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29/08/1999</w:t>
            </w:r>
          </w:p>
          <w:p w:rsidR="00DD0922" w:rsidRDefault="00DD0922" w:rsidP="001D6439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1D643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غياثة</w:t>
            </w:r>
            <w:proofErr w:type="spellEnd"/>
            <w:r w:rsidR="001D643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الغربية تازة</w:t>
            </w:r>
          </w:p>
        </w:tc>
        <w:tc>
          <w:tcPr>
            <w:tcW w:w="113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DD0922" w:rsidRDefault="001D6439" w:rsidP="008977D6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حسن بن محمد</w:t>
            </w:r>
          </w:p>
          <w:p w:rsidR="001D6439" w:rsidRDefault="001D6439" w:rsidP="001D6439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كريمة بنت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باقاسم</w:t>
            </w:r>
            <w:proofErr w:type="spellEnd"/>
          </w:p>
          <w:p w:rsidR="00DD0922" w:rsidRPr="004F5627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0922" w:rsidRPr="008B7FB5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jc w:val="center"/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0922" w:rsidRDefault="00DD0922" w:rsidP="00DD0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0922" w:rsidRPr="008B7FB5" w:rsidRDefault="00DD0922" w:rsidP="00DD092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Pr="000B1B21" w:rsidRDefault="00DD0922" w:rsidP="00DD092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DD0922" w:rsidRPr="000156CB" w:rsidTr="008977D6">
        <w:tc>
          <w:tcPr>
            <w:tcW w:w="3966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0922" w:rsidTr="008977D6">
        <w:tc>
          <w:tcPr>
            <w:tcW w:w="3966" w:type="dxa"/>
          </w:tcPr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موسى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موحموح</w:t>
            </w:r>
            <w:proofErr w:type="spellEnd"/>
          </w:p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MOUSSA MOHMOH</w:t>
            </w:r>
          </w:p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DD0922" w:rsidRDefault="000D5F68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Z604854</w:t>
            </w:r>
          </w:p>
        </w:tc>
        <w:tc>
          <w:tcPr>
            <w:tcW w:w="2551" w:type="dxa"/>
          </w:tcPr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27/11/1997</w:t>
            </w:r>
          </w:p>
          <w:p w:rsidR="00DD0922" w:rsidRDefault="00DD0922" w:rsidP="000D5F6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تازة</w:t>
            </w:r>
          </w:p>
        </w:tc>
        <w:tc>
          <w:tcPr>
            <w:tcW w:w="113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الصغير بن محمد</w:t>
            </w:r>
          </w:p>
          <w:p w:rsidR="000D5F68" w:rsidRDefault="000D5F68" w:rsidP="000D5F68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محجوبة بنت قدور</w:t>
            </w:r>
          </w:p>
          <w:p w:rsidR="00DD0922" w:rsidRPr="004F5627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0922" w:rsidRPr="008B7FB5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jc w:val="center"/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0922" w:rsidRDefault="00DD0922" w:rsidP="00DD0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0922" w:rsidRPr="008B7FB5" w:rsidRDefault="00DD0922" w:rsidP="00DD092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Pr="000B1B21" w:rsidRDefault="00DD0922" w:rsidP="00DD092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DD0922" w:rsidRPr="000156CB" w:rsidTr="008977D6">
        <w:tc>
          <w:tcPr>
            <w:tcW w:w="3966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0922" w:rsidTr="008977D6">
        <w:tc>
          <w:tcPr>
            <w:tcW w:w="3966" w:type="dxa"/>
          </w:tcPr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أميمة الناجي</w:t>
            </w:r>
          </w:p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OUMAIMA ENNAJI</w:t>
            </w:r>
          </w:p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DD0922" w:rsidRDefault="000D5F68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R355021</w:t>
            </w:r>
          </w:p>
        </w:tc>
        <w:tc>
          <w:tcPr>
            <w:tcW w:w="2551" w:type="dxa"/>
          </w:tcPr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21/04/1999</w:t>
            </w:r>
          </w:p>
          <w:p w:rsidR="00DD0922" w:rsidRDefault="00DD0922" w:rsidP="000D5F6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0D5F6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الحسيمة</w:t>
            </w:r>
          </w:p>
        </w:tc>
        <w:tc>
          <w:tcPr>
            <w:tcW w:w="113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امحمد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 مسعود</w:t>
            </w:r>
          </w:p>
          <w:p w:rsidR="000D5F68" w:rsidRDefault="000D5F68" w:rsidP="000D5F68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مليكة بنت أحمد</w:t>
            </w:r>
          </w:p>
          <w:p w:rsidR="00DD0922" w:rsidRPr="004F5627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0922" w:rsidRPr="008B7FB5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jc w:val="center"/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0922" w:rsidRDefault="00DD0922" w:rsidP="00DD0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0922" w:rsidRPr="008B7FB5" w:rsidRDefault="00DD0922" w:rsidP="00DD092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Pr="000B1B21" w:rsidRDefault="00DD0922" w:rsidP="00DD092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DD0922" w:rsidRPr="000156CB" w:rsidTr="008977D6">
        <w:tc>
          <w:tcPr>
            <w:tcW w:w="3966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0922" w:rsidTr="008977D6">
        <w:tc>
          <w:tcPr>
            <w:tcW w:w="3966" w:type="dxa"/>
          </w:tcPr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أنس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احتي</w:t>
            </w:r>
            <w:proofErr w:type="spellEnd"/>
          </w:p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ANAS OUHTI</w:t>
            </w:r>
          </w:p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DD0922" w:rsidRDefault="000D5F68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UA117334</w:t>
            </w:r>
          </w:p>
        </w:tc>
        <w:tc>
          <w:tcPr>
            <w:tcW w:w="2551" w:type="dxa"/>
          </w:tcPr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06/12/1998</w:t>
            </w:r>
          </w:p>
          <w:p w:rsidR="00DD0922" w:rsidRDefault="00DD0922" w:rsidP="000D5F68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0D5F68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وجدة</w:t>
            </w:r>
          </w:p>
        </w:tc>
        <w:tc>
          <w:tcPr>
            <w:tcW w:w="113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لحبيب بن محمد</w:t>
            </w:r>
          </w:p>
          <w:p w:rsidR="000D5F68" w:rsidRDefault="000D5F68" w:rsidP="000D5F68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سعدية بنت عبد الله</w:t>
            </w:r>
          </w:p>
          <w:p w:rsidR="00DD0922" w:rsidRPr="004F5627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0922" w:rsidRPr="008B7FB5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jc w:val="center"/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0922" w:rsidRDefault="00DD0922" w:rsidP="00DD0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0922" w:rsidRPr="008B7FB5" w:rsidRDefault="00DD0922" w:rsidP="00DD092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Pr="000B1B21" w:rsidRDefault="00DD0922" w:rsidP="00DD092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DD0922" w:rsidRPr="000156CB" w:rsidTr="008977D6">
        <w:tc>
          <w:tcPr>
            <w:tcW w:w="3966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0922" w:rsidTr="008977D6">
        <w:tc>
          <w:tcPr>
            <w:tcW w:w="3966" w:type="dxa"/>
          </w:tcPr>
          <w:p w:rsidR="00DD0922" w:rsidRDefault="006A705C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وليد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مومح</w:t>
            </w:r>
            <w:proofErr w:type="spellEnd"/>
          </w:p>
          <w:p w:rsidR="00DD0922" w:rsidRDefault="000D5F68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OUALID MOUMAH</w:t>
            </w:r>
          </w:p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DD0922" w:rsidRDefault="000D5F68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Z607580</w:t>
            </w:r>
          </w:p>
        </w:tc>
        <w:tc>
          <w:tcPr>
            <w:tcW w:w="2551" w:type="dxa"/>
          </w:tcPr>
          <w:p w:rsidR="00DD0922" w:rsidRDefault="006A705C" w:rsidP="008977D6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18/10/1999</w:t>
            </w:r>
          </w:p>
          <w:p w:rsidR="00DD0922" w:rsidRDefault="00DD0922" w:rsidP="006A705C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ب تازة</w:t>
            </w:r>
          </w:p>
        </w:tc>
        <w:tc>
          <w:tcPr>
            <w:tcW w:w="113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DD0922" w:rsidRDefault="006A705C" w:rsidP="008977D6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الرحمان بن محمد</w:t>
            </w:r>
          </w:p>
          <w:p w:rsidR="006A705C" w:rsidRDefault="006A705C" w:rsidP="006A705C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فاطيمة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بنت محمد</w:t>
            </w:r>
          </w:p>
          <w:p w:rsidR="00DD0922" w:rsidRPr="004F5627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0922" w:rsidRPr="008B7FB5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jc w:val="center"/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0922" w:rsidRDefault="00DD0922" w:rsidP="00DD0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0922" w:rsidRPr="008B7FB5" w:rsidRDefault="00DD0922" w:rsidP="00DD092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Pr="000B1B21" w:rsidRDefault="00DD0922" w:rsidP="00DD092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DD0922" w:rsidRPr="000156CB" w:rsidTr="008977D6">
        <w:tc>
          <w:tcPr>
            <w:tcW w:w="3966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0922" w:rsidTr="008977D6">
        <w:tc>
          <w:tcPr>
            <w:tcW w:w="3966" w:type="dxa"/>
          </w:tcPr>
          <w:p w:rsidR="00DD0922" w:rsidRDefault="006A705C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حسن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المذكوري</w:t>
            </w:r>
            <w:proofErr w:type="spellEnd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DD0922" w:rsidRDefault="006A705C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HASSAN EL MADKOURI</w:t>
            </w:r>
          </w:p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DD0922" w:rsidRDefault="006A705C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DC37453</w:t>
            </w:r>
          </w:p>
        </w:tc>
        <w:tc>
          <w:tcPr>
            <w:tcW w:w="2551" w:type="dxa"/>
          </w:tcPr>
          <w:p w:rsidR="00DD0922" w:rsidRDefault="006A705C" w:rsidP="008977D6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21/07/1999</w:t>
            </w:r>
          </w:p>
          <w:p w:rsidR="00DD0922" w:rsidRDefault="00DD0922" w:rsidP="006A705C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r w:rsidR="006A705C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مولاي ادريس زرهون مكناس</w:t>
            </w:r>
          </w:p>
        </w:tc>
        <w:tc>
          <w:tcPr>
            <w:tcW w:w="113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DD0922" w:rsidRDefault="006A705C" w:rsidP="008977D6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محمد بن بلعيد</w:t>
            </w:r>
          </w:p>
          <w:p w:rsidR="006A705C" w:rsidRDefault="006A705C" w:rsidP="006A705C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صباح بنت محمد</w:t>
            </w:r>
          </w:p>
          <w:p w:rsidR="00DD0922" w:rsidRPr="004F5627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0922" w:rsidRPr="008B7FB5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</w:pPr>
    </w:p>
    <w:p w:rsidR="00DD0922" w:rsidRDefault="00DD0922" w:rsidP="00DD0922">
      <w:pPr>
        <w:bidi/>
        <w:spacing w:before="120" w:after="120"/>
        <w:jc w:val="center"/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استمارة مراقبة التوظيف</w:t>
      </w:r>
    </w:p>
    <w:p w:rsidR="00DD0922" w:rsidRDefault="00DD0922" w:rsidP="00DD0922">
      <w:pPr>
        <w:bidi/>
        <w:spacing w:before="120" w:after="120"/>
        <w:jc w:val="center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D014C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السجل المركزي التأديبي</w:t>
      </w:r>
    </w:p>
    <w:p w:rsidR="00DD0922" w:rsidRPr="008B7FB5" w:rsidRDefault="00DD0922" w:rsidP="00DD0922">
      <w:pPr>
        <w:bidi/>
        <w:spacing w:before="120" w:after="120"/>
        <w:ind w:left="-1704"/>
        <w:jc w:val="center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وزارة الاقتصاد والمالية وإصلاح الإدارة 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540187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قطاع إصلاح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Pr="000B1B21" w:rsidRDefault="00DD0922" w:rsidP="00DD0922">
      <w:pPr>
        <w:bidi/>
        <w:spacing w:before="120" w:after="120"/>
        <w:jc w:val="both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tbl>
      <w:tblPr>
        <w:tblStyle w:val="Grilledutableau"/>
        <w:tblpPr w:leftFromText="141" w:rightFromText="141" w:vertAnchor="text" w:horzAnchor="margin" w:tblpXSpec="center" w:tblpY="-90"/>
        <w:bidiVisual/>
        <w:tblW w:w="13747" w:type="dxa"/>
        <w:tblLayout w:type="fixed"/>
        <w:tblLook w:val="04A0" w:firstRow="1" w:lastRow="0" w:firstColumn="1" w:lastColumn="0" w:noHBand="0" w:noVBand="1"/>
      </w:tblPr>
      <w:tblGrid>
        <w:gridCol w:w="3966"/>
        <w:gridCol w:w="2551"/>
        <w:gridCol w:w="1134"/>
        <w:gridCol w:w="2552"/>
        <w:gridCol w:w="3544"/>
      </w:tblGrid>
      <w:tr w:rsidR="00DD0922" w:rsidRPr="000156CB" w:rsidTr="008977D6">
        <w:tc>
          <w:tcPr>
            <w:tcW w:w="3966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الاسم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الشخصي </w:t>
            </w:r>
            <w:proofErr w:type="gram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و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lang w:bidi="ar-MA"/>
              </w:rPr>
              <w:t xml:space="preserve"> </w:t>
            </w: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العائلي</w:t>
            </w:r>
            <w:proofErr w:type="gram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بالحروف العربية و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اللاتيني</w:t>
            </w:r>
            <w:r w:rsidRPr="000B1B2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ة</w:t>
            </w:r>
          </w:p>
        </w:tc>
        <w:tc>
          <w:tcPr>
            <w:tcW w:w="2551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تاريخ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ومكان الازدياد</w:t>
            </w:r>
          </w:p>
        </w:tc>
        <w:tc>
          <w:tcPr>
            <w:tcW w:w="113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الجنسية</w:t>
            </w:r>
          </w:p>
        </w:tc>
        <w:tc>
          <w:tcPr>
            <w:tcW w:w="2552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النسب</w:t>
            </w:r>
          </w:p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إسم</w:t>
            </w:r>
            <w:proofErr w:type="spellEnd"/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الأب </w:t>
            </w:r>
            <w:r w:rsidRPr="000B1B21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والأم</w:t>
            </w:r>
          </w:p>
        </w:tc>
        <w:tc>
          <w:tcPr>
            <w:tcW w:w="3544" w:type="dxa"/>
          </w:tcPr>
          <w:p w:rsidR="00DD0922" w:rsidRPr="000B1B21" w:rsidRDefault="00DD0922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>السجل المركزي التأديبي</w:t>
            </w:r>
          </w:p>
        </w:tc>
      </w:tr>
      <w:tr w:rsidR="00DD0922" w:rsidTr="008977D6">
        <w:tc>
          <w:tcPr>
            <w:tcW w:w="3966" w:type="dxa"/>
          </w:tcPr>
          <w:p w:rsidR="00DD0922" w:rsidRDefault="006A705C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بلال </w:t>
            </w:r>
            <w:proofErr w:type="spell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الشتيوي</w:t>
            </w:r>
            <w:proofErr w:type="spellEnd"/>
          </w:p>
          <w:p w:rsidR="00DD0922" w:rsidRDefault="006A705C" w:rsidP="008977D6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  <w:t>BILAL CHTIOUI</w:t>
            </w:r>
          </w:p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</w:pPr>
            <w:r w:rsidRPr="000B1B21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 xml:space="preserve">رقم بطاقة التعريف </w:t>
            </w:r>
            <w:r w:rsidRPr="000B1B21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الوطنية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:</w:t>
            </w:r>
          </w:p>
          <w:p w:rsidR="00DD0922" w:rsidRDefault="006A705C" w:rsidP="008977D6">
            <w:pPr>
              <w:bidi/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Z617053</w:t>
            </w:r>
          </w:p>
        </w:tc>
        <w:tc>
          <w:tcPr>
            <w:tcW w:w="2551" w:type="dxa"/>
          </w:tcPr>
          <w:p w:rsidR="00DD0922" w:rsidRDefault="006A705C" w:rsidP="008977D6">
            <w:pPr>
              <w:bidi/>
              <w:spacing w:before="120" w:after="120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MA"/>
              </w:rPr>
              <w:t>28/10/1999</w:t>
            </w:r>
            <w:bookmarkStart w:id="0" w:name="_GoBack"/>
            <w:bookmarkEnd w:id="0"/>
          </w:p>
          <w:p w:rsidR="00DD0922" w:rsidRDefault="00DD0922" w:rsidP="006A705C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ب </w:t>
            </w:r>
            <w:proofErr w:type="spellStart"/>
            <w:r w:rsidR="006A705C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الطايفة</w:t>
            </w:r>
            <w:proofErr w:type="spellEnd"/>
            <w:r w:rsidR="006A705C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 xml:space="preserve"> تازة</w:t>
            </w:r>
          </w:p>
        </w:tc>
        <w:tc>
          <w:tcPr>
            <w:tcW w:w="113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  <w:r w:rsidRPr="008B7FB5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  <w:lang w:bidi="ar-MA"/>
              </w:rPr>
              <w:t>مغربية</w:t>
            </w:r>
          </w:p>
        </w:tc>
        <w:tc>
          <w:tcPr>
            <w:tcW w:w="2552" w:type="dxa"/>
          </w:tcPr>
          <w:p w:rsidR="00DD0922" w:rsidRDefault="006A705C" w:rsidP="008977D6">
            <w:pPr>
              <w:bidi/>
              <w:spacing w:before="120" w:after="120"/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عبد السلام بن بوجمعة</w:t>
            </w:r>
          </w:p>
          <w:p w:rsidR="006A705C" w:rsidRDefault="006A705C" w:rsidP="006A705C">
            <w:pPr>
              <w:bidi/>
              <w:spacing w:before="120" w:after="120"/>
              <w:rPr>
                <w:rFonts w:asciiTheme="majorBidi" w:hAnsiTheme="majorBidi" w:cs="Times New Roman"/>
                <w:b/>
                <w:bCs/>
                <w:sz w:val="28"/>
                <w:szCs w:val="28"/>
                <w:lang w:bidi="ar-MA"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  <w:lang w:bidi="ar-MA"/>
              </w:rPr>
              <w:t>حنان بنت محمد</w:t>
            </w:r>
          </w:p>
          <w:p w:rsidR="00DD0922" w:rsidRPr="004F5627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3544" w:type="dxa"/>
          </w:tcPr>
          <w:p w:rsidR="00DD0922" w:rsidRDefault="00DD0922" w:rsidP="008977D6">
            <w:pPr>
              <w:bidi/>
              <w:spacing w:before="120" w:after="12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</w:tbl>
    <w:p w:rsidR="00DD0922" w:rsidRPr="008B7FB5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MA"/>
        </w:rPr>
        <w:t>……………….</w:t>
      </w:r>
      <w:r w:rsidRPr="004766B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في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                                          ……………………</w:t>
      </w:r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أشهد </w:t>
      </w:r>
      <w:proofErr w:type="gramStart"/>
      <w:r w:rsidRPr="008353A2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بصحته:</w:t>
      </w:r>
      <w:proofErr w:type="gramEnd"/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8B7FB5">
        <w:rPr>
          <w:rFonts w:asciiTheme="majorBidi" w:hAnsiTheme="majorBidi" w:cs="Times New Roman"/>
          <w:sz w:val="28"/>
          <w:szCs w:val="28"/>
          <w:rtl/>
          <w:lang w:bidi="ar-MA"/>
        </w:rPr>
        <w:t>إ</w:t>
      </w: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مضاء الإدارة المعنية بالتوظيف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الرباط في:</w:t>
      </w:r>
    </w:p>
    <w:p w:rsidR="00DD0922" w:rsidRDefault="00DD0922" w:rsidP="00DD0922">
      <w:pPr>
        <w:bidi/>
        <w:spacing w:before="120" w:after="120"/>
        <w:ind w:left="-853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مع وضع </w:t>
      </w:r>
      <w:proofErr w:type="spellStart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إسم</w:t>
      </w:r>
      <w:proofErr w:type="spellEnd"/>
      <w:r w:rsidRPr="005E1F1F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الموقع </w:t>
      </w:r>
      <w:r w:rsidRPr="005E1F1F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وخاتم الإدارة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C900C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رقم: .......................</w:t>
      </w:r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م.و.ع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./</w:t>
      </w:r>
      <w:proofErr w:type="spellStart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ق.ت.م</w:t>
      </w:r>
      <w:proofErr w:type="spellEnd"/>
      <w:r w:rsidRPr="00C900C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.</w:t>
      </w:r>
    </w:p>
    <w:p w:rsid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خاص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بوزارة </w:t>
      </w:r>
      <w:r w:rsidRPr="00CD2A3D">
        <w:rPr>
          <w:rFonts w:asciiTheme="majorBidi" w:hAnsiTheme="majorBidi" w:cs="Times New Roman" w:hint="cs"/>
          <w:b/>
          <w:bCs/>
          <w:sz w:val="28"/>
          <w:szCs w:val="28"/>
          <w:rtl/>
          <w:lang w:bidi="ar-MA"/>
        </w:rPr>
        <w:t>الاقتصاد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 xml:space="preserve"> وإصلاح الإدارة ـ قطاع إصلاح الإدارة</w:t>
      </w:r>
      <w:r>
        <w:rPr>
          <w:rFonts w:asciiTheme="majorBidi" w:hAnsiTheme="majorBidi" w:cs="Times New Roman"/>
          <w:b/>
          <w:bCs/>
          <w:sz w:val="28"/>
          <w:szCs w:val="28"/>
          <w:lang w:bidi="ar-MA"/>
        </w:rPr>
        <w:t xml:space="preserve"> </w:t>
      </w:r>
      <w:r w:rsidRPr="00CD2A3D">
        <w:rPr>
          <w:rFonts w:asciiTheme="majorBidi" w:hAnsiTheme="majorBidi" w:cs="Times New Roman"/>
          <w:b/>
          <w:bCs/>
          <w:sz w:val="28"/>
          <w:szCs w:val="28"/>
          <w:rtl/>
          <w:lang w:bidi="ar-MA"/>
        </w:rPr>
        <w:t>ـ</w:t>
      </w:r>
    </w:p>
    <w:p w:rsidR="00DD0922" w:rsidRPr="00DD0922" w:rsidRDefault="00DD0922" w:rsidP="00DD0922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p w:rsidR="00AD026E" w:rsidRPr="00AD026E" w:rsidRDefault="00AD026E" w:rsidP="00AD026E">
      <w:pPr>
        <w:bidi/>
        <w:spacing w:before="120" w:after="120"/>
        <w:rPr>
          <w:rFonts w:asciiTheme="majorBidi" w:hAnsiTheme="majorBidi" w:cs="Times New Roman"/>
          <w:b/>
          <w:bCs/>
          <w:sz w:val="28"/>
          <w:szCs w:val="28"/>
          <w:lang w:bidi="ar-MA"/>
        </w:rPr>
      </w:pPr>
    </w:p>
    <w:sectPr w:rsidR="00AD026E" w:rsidRPr="00AD026E" w:rsidSect="008B7FB5">
      <w:headerReference w:type="even" r:id="rId8"/>
      <w:headerReference w:type="default" r:id="rId9"/>
      <w:footerReference w:type="default" r:id="rId10"/>
      <w:pgSz w:w="16838" w:h="11906" w:orient="landscape"/>
      <w:pgMar w:top="1418" w:right="2665" w:bottom="1418" w:left="1560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F6A" w:rsidRDefault="00EF3F6A" w:rsidP="00A863CF">
      <w:r>
        <w:separator/>
      </w:r>
    </w:p>
  </w:endnote>
  <w:endnote w:type="continuationSeparator" w:id="0">
    <w:p w:rsidR="00EF3F6A" w:rsidRDefault="00EF3F6A" w:rsidP="00A86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086428"/>
      <w:docPartObj>
        <w:docPartGallery w:val="Page Numbers (Bottom of Page)"/>
        <w:docPartUnique/>
      </w:docPartObj>
    </w:sdtPr>
    <w:sdtContent>
      <w:p w:rsidR="000A5FE9" w:rsidRDefault="000A5FE9" w:rsidP="000B1B21">
        <w:pPr>
          <w:pStyle w:val="Pieddepage"/>
          <w:jc w:val="center"/>
        </w:pPr>
      </w:p>
      <w:p w:rsidR="000A5FE9" w:rsidRDefault="000A5FE9">
        <w:pPr>
          <w:pStyle w:val="Pieddepage"/>
          <w:jc w:val="center"/>
        </w:pPr>
      </w:p>
      <w:p w:rsidR="000A5FE9" w:rsidRDefault="000A5FE9">
        <w:pPr>
          <w:pStyle w:val="Pieddepage"/>
          <w:jc w:val="center"/>
        </w:pPr>
      </w:p>
    </w:sdtContent>
  </w:sdt>
  <w:p w:rsidR="000A5FE9" w:rsidRPr="00251499" w:rsidRDefault="000A5FE9" w:rsidP="00251499">
    <w:pPr>
      <w:pStyle w:val="Pieddepage"/>
      <w:jc w:val="center"/>
      <w:rPr>
        <w:color w:val="262626" w:themeColor="text1" w:themeTint="D9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F6A" w:rsidRDefault="00EF3F6A" w:rsidP="00A863CF">
      <w:r>
        <w:separator/>
      </w:r>
    </w:p>
  </w:footnote>
  <w:footnote w:type="continuationSeparator" w:id="0">
    <w:p w:rsidR="00EF3F6A" w:rsidRDefault="00EF3F6A" w:rsidP="00A86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FE9" w:rsidRDefault="000A5FE9">
    <w:pPr>
      <w:pStyle w:val="En-tte"/>
    </w:pPr>
  </w:p>
  <w:p w:rsidR="000A5FE9" w:rsidRDefault="000A5FE9">
    <w:pPr>
      <w:pStyle w:val="En-tte"/>
    </w:pPr>
  </w:p>
  <w:p w:rsidR="000A5FE9" w:rsidRDefault="000A5FE9">
    <w:pPr>
      <w:pStyle w:val="En-tte"/>
    </w:pPr>
  </w:p>
  <w:p w:rsidR="000A5FE9" w:rsidRDefault="000A5FE9">
    <w:pPr>
      <w:pStyle w:val="En-tte"/>
    </w:pPr>
  </w:p>
  <w:p w:rsidR="000A5FE9" w:rsidRDefault="000A5FE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FE9" w:rsidRDefault="000A5FE9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3552949</wp:posOffset>
          </wp:positionH>
          <wp:positionV relativeFrom="paragraph">
            <wp:posOffset>-425829</wp:posOffset>
          </wp:positionV>
          <wp:extent cx="1928503" cy="1472540"/>
          <wp:effectExtent l="19050" t="0" r="0" b="0"/>
          <wp:wrapNone/>
          <wp:docPr id="15" name="Image 0" descr="logo CHU LE DERN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HU LE DERNIE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28503" cy="1472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-1.8pt;margin-top:-13.9pt;width:163.35pt;height:45pt;z-index:251662336;visibility:visible;mso-position-horizontal-relative:text;mso-position-vertical-relative:text;mso-width-relative:margin;mso-height-relative:margin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" stroked="f">
          <v:textbox>
            <w:txbxContent>
              <w:p w:rsidR="000A5FE9" w:rsidRPr="007530A9" w:rsidRDefault="000A5FE9" w:rsidP="00DF66BA">
                <w:pPr>
                  <w:jc w:val="center"/>
                  <w:rPr>
                    <w:rFonts w:cstheme="minorHAnsi"/>
                    <w:b/>
                    <w:bCs/>
                    <w:lang w:bidi="ar-MA"/>
                  </w:rPr>
                </w:pPr>
                <w:r w:rsidRPr="007530A9">
                  <w:rPr>
                    <w:rFonts w:cstheme="minorHAnsi"/>
                    <w:b/>
                    <w:bCs/>
                    <w:lang w:bidi="ar-MA"/>
                  </w:rPr>
                  <w:t>Royaume du Maroc</w:t>
                </w:r>
              </w:p>
              <w:p w:rsidR="000A5FE9" w:rsidRPr="007530A9" w:rsidRDefault="000A5FE9" w:rsidP="00DF66BA">
                <w:pPr>
                  <w:jc w:val="center"/>
                  <w:rPr>
                    <w:rFonts w:cs="Times New Roman"/>
                    <w:b/>
                    <w:bCs/>
                    <w:rtl/>
                    <w:lang w:bidi="ar-MA"/>
                  </w:rPr>
                </w:pPr>
                <w:r w:rsidRPr="007530A9">
                  <w:rPr>
                    <w:rFonts w:cstheme="minorHAnsi"/>
                    <w:b/>
                    <w:bCs/>
                    <w:lang w:bidi="ar-MA"/>
                  </w:rPr>
                  <w:t>Ministère de la Santé</w:t>
                </w:r>
              </w:p>
            </w:txbxContent>
          </v:textbox>
        </v:shape>
      </w:pict>
    </w:r>
    <w:r>
      <w:rPr>
        <w:noProof/>
        <w:lang w:eastAsia="en-US"/>
      </w:rPr>
      <w:pict>
        <v:shape id="Text Box 1" o:spid="_x0000_s2049" type="#_x0000_t202" style="position:absolute;margin-left:589.3pt;margin-top:-7.95pt;width:135.75pt;height:48.95pt;z-index:251661312;visibility:visible;mso-position-horizontal-relative:text;mso-position-vertical-relative:text;mso-width-relative:margin;mso-height-relative:margin" stroked="f">
          <v:textbox>
            <w:txbxContent>
              <w:p w:rsidR="000A5FE9" w:rsidRDefault="000A5FE9" w:rsidP="00DF66BA">
                <w:pPr>
                  <w:jc w:val="center"/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</w:pPr>
                <w:r w:rsidRPr="007530A9"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  <w:t>المملكة المغربية</w:t>
                </w:r>
              </w:p>
              <w:p w:rsidR="000A5FE9" w:rsidRDefault="000A5FE9" w:rsidP="00DF66BA">
                <w:pPr>
                  <w:jc w:val="center"/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</w:pPr>
                <w:r w:rsidRPr="00EB10C8"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  <w:t>وزارة الصحة</w:t>
                </w:r>
              </w:p>
              <w:p w:rsidR="000A5FE9" w:rsidRDefault="000A5FE9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</w:p>
              <w:p w:rsidR="000A5FE9" w:rsidRDefault="000A5FE9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</w:p>
              <w:p w:rsidR="000A5FE9" w:rsidRPr="007530A9" w:rsidRDefault="000A5FE9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</w:p>
              <w:p w:rsidR="000A5FE9" w:rsidRPr="007530A9" w:rsidRDefault="000A5FE9" w:rsidP="00DF66BA">
                <w:pPr>
                  <w:jc w:val="center"/>
                  <w:rPr>
                    <w:rFonts w:cstheme="minorHAnsi"/>
                    <w:b/>
                    <w:bCs/>
                    <w:sz w:val="26"/>
                    <w:szCs w:val="26"/>
                    <w:lang w:bidi="ar-MA"/>
                  </w:rPr>
                </w:pPr>
                <w:r w:rsidRPr="007530A9">
                  <w:rPr>
                    <w:rFonts w:cs="Times New Roman"/>
                    <w:b/>
                    <w:bCs/>
                    <w:sz w:val="26"/>
                    <w:szCs w:val="26"/>
                    <w:rtl/>
                    <w:lang w:bidi="ar-MA"/>
                  </w:rPr>
                  <w:t>وزارة الصحة</w:t>
                </w:r>
              </w:p>
            </w:txbxContent>
          </v:textbox>
        </v:shape>
      </w:pict>
    </w:r>
  </w:p>
  <w:p w:rsidR="000A5FE9" w:rsidRDefault="000A5FE9" w:rsidP="00DF66B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747C1"/>
    <w:multiLevelType w:val="hybridMultilevel"/>
    <w:tmpl w:val="2048D180"/>
    <w:lvl w:ilvl="0" w:tplc="CFF2257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84322"/>
    <w:multiLevelType w:val="hybridMultilevel"/>
    <w:tmpl w:val="A7D2A81A"/>
    <w:lvl w:ilvl="0" w:tplc="84065434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3D01DC8"/>
    <w:multiLevelType w:val="hybridMultilevel"/>
    <w:tmpl w:val="99E8BFAE"/>
    <w:lvl w:ilvl="0" w:tplc="B1246260">
      <w:start w:val="1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82E"/>
    <w:rsid w:val="00000A13"/>
    <w:rsid w:val="00002CC8"/>
    <w:rsid w:val="000156CB"/>
    <w:rsid w:val="00041EB1"/>
    <w:rsid w:val="00041FCF"/>
    <w:rsid w:val="000464D5"/>
    <w:rsid w:val="00047E21"/>
    <w:rsid w:val="0005728E"/>
    <w:rsid w:val="00063266"/>
    <w:rsid w:val="000635B8"/>
    <w:rsid w:val="0006396F"/>
    <w:rsid w:val="00064768"/>
    <w:rsid w:val="00066846"/>
    <w:rsid w:val="000807EF"/>
    <w:rsid w:val="000A4694"/>
    <w:rsid w:val="000A5FE9"/>
    <w:rsid w:val="000B1B21"/>
    <w:rsid w:val="000C7F29"/>
    <w:rsid w:val="000D1E55"/>
    <w:rsid w:val="000D5F68"/>
    <w:rsid w:val="000E05A1"/>
    <w:rsid w:val="000F1217"/>
    <w:rsid w:val="000F26A8"/>
    <w:rsid w:val="000F3312"/>
    <w:rsid w:val="000F3DF9"/>
    <w:rsid w:val="00110C60"/>
    <w:rsid w:val="001117A2"/>
    <w:rsid w:val="0013011D"/>
    <w:rsid w:val="0013169C"/>
    <w:rsid w:val="00131E5A"/>
    <w:rsid w:val="001350CD"/>
    <w:rsid w:val="00146E62"/>
    <w:rsid w:val="001818B8"/>
    <w:rsid w:val="00190307"/>
    <w:rsid w:val="00192728"/>
    <w:rsid w:val="00193B7D"/>
    <w:rsid w:val="00193C1D"/>
    <w:rsid w:val="001940AD"/>
    <w:rsid w:val="001A4383"/>
    <w:rsid w:val="001A4B92"/>
    <w:rsid w:val="001A6B49"/>
    <w:rsid w:val="001B2D71"/>
    <w:rsid w:val="001C132C"/>
    <w:rsid w:val="001C136E"/>
    <w:rsid w:val="001D6439"/>
    <w:rsid w:val="001D6557"/>
    <w:rsid w:val="001D7749"/>
    <w:rsid w:val="001F2BE2"/>
    <w:rsid w:val="001F7DCC"/>
    <w:rsid w:val="00201CEA"/>
    <w:rsid w:val="0020275A"/>
    <w:rsid w:val="00213761"/>
    <w:rsid w:val="00226EF9"/>
    <w:rsid w:val="0023437F"/>
    <w:rsid w:val="0023773C"/>
    <w:rsid w:val="00240D69"/>
    <w:rsid w:val="002431A6"/>
    <w:rsid w:val="0024616D"/>
    <w:rsid w:val="00246D10"/>
    <w:rsid w:val="00251499"/>
    <w:rsid w:val="00252BF5"/>
    <w:rsid w:val="00262A15"/>
    <w:rsid w:val="002710DF"/>
    <w:rsid w:val="00272E02"/>
    <w:rsid w:val="00284D70"/>
    <w:rsid w:val="00284D9F"/>
    <w:rsid w:val="00294D4A"/>
    <w:rsid w:val="002A6711"/>
    <w:rsid w:val="002C0E79"/>
    <w:rsid w:val="002C1E5E"/>
    <w:rsid w:val="002C6F30"/>
    <w:rsid w:val="002D6DF3"/>
    <w:rsid w:val="002E4F0A"/>
    <w:rsid w:val="002E5E36"/>
    <w:rsid w:val="00301F45"/>
    <w:rsid w:val="00305C95"/>
    <w:rsid w:val="00307783"/>
    <w:rsid w:val="00315763"/>
    <w:rsid w:val="003177A3"/>
    <w:rsid w:val="0033557C"/>
    <w:rsid w:val="0034069C"/>
    <w:rsid w:val="003440A3"/>
    <w:rsid w:val="00350BFF"/>
    <w:rsid w:val="00375098"/>
    <w:rsid w:val="00383756"/>
    <w:rsid w:val="00393972"/>
    <w:rsid w:val="003A6245"/>
    <w:rsid w:val="003C076C"/>
    <w:rsid w:val="003D0573"/>
    <w:rsid w:val="003D230B"/>
    <w:rsid w:val="003D395A"/>
    <w:rsid w:val="003D64D4"/>
    <w:rsid w:val="003E05E2"/>
    <w:rsid w:val="003E425E"/>
    <w:rsid w:val="003F2BFB"/>
    <w:rsid w:val="003F3503"/>
    <w:rsid w:val="0040526F"/>
    <w:rsid w:val="0040686D"/>
    <w:rsid w:val="00416182"/>
    <w:rsid w:val="00416D5E"/>
    <w:rsid w:val="004267AF"/>
    <w:rsid w:val="0043265A"/>
    <w:rsid w:val="004443F7"/>
    <w:rsid w:val="00465268"/>
    <w:rsid w:val="004705E3"/>
    <w:rsid w:val="004736F3"/>
    <w:rsid w:val="004766B2"/>
    <w:rsid w:val="0048041C"/>
    <w:rsid w:val="00485E80"/>
    <w:rsid w:val="004915B9"/>
    <w:rsid w:val="004A1E8E"/>
    <w:rsid w:val="004A6F04"/>
    <w:rsid w:val="004C1D93"/>
    <w:rsid w:val="004D3E79"/>
    <w:rsid w:val="004E202C"/>
    <w:rsid w:val="004F452E"/>
    <w:rsid w:val="004F5627"/>
    <w:rsid w:val="005036A6"/>
    <w:rsid w:val="005048A3"/>
    <w:rsid w:val="00512027"/>
    <w:rsid w:val="00516B26"/>
    <w:rsid w:val="0051761B"/>
    <w:rsid w:val="00524CFA"/>
    <w:rsid w:val="00526544"/>
    <w:rsid w:val="00540187"/>
    <w:rsid w:val="00540885"/>
    <w:rsid w:val="00550DCA"/>
    <w:rsid w:val="005548ED"/>
    <w:rsid w:val="00556268"/>
    <w:rsid w:val="00563845"/>
    <w:rsid w:val="00563E9F"/>
    <w:rsid w:val="00566583"/>
    <w:rsid w:val="005927D4"/>
    <w:rsid w:val="005934A4"/>
    <w:rsid w:val="005B5875"/>
    <w:rsid w:val="005B5993"/>
    <w:rsid w:val="005C5CD8"/>
    <w:rsid w:val="005C6848"/>
    <w:rsid w:val="005D23F9"/>
    <w:rsid w:val="005E1F1F"/>
    <w:rsid w:val="005E6ED5"/>
    <w:rsid w:val="005F1ABC"/>
    <w:rsid w:val="005F7760"/>
    <w:rsid w:val="0061303E"/>
    <w:rsid w:val="0061311F"/>
    <w:rsid w:val="00616510"/>
    <w:rsid w:val="0063640E"/>
    <w:rsid w:val="0064102C"/>
    <w:rsid w:val="00651B1D"/>
    <w:rsid w:val="006537E3"/>
    <w:rsid w:val="00660C25"/>
    <w:rsid w:val="006662E7"/>
    <w:rsid w:val="00684B50"/>
    <w:rsid w:val="006873FC"/>
    <w:rsid w:val="00695867"/>
    <w:rsid w:val="006A705C"/>
    <w:rsid w:val="006A7905"/>
    <w:rsid w:val="006B1ECF"/>
    <w:rsid w:val="006B2048"/>
    <w:rsid w:val="006B50CB"/>
    <w:rsid w:val="006B56E9"/>
    <w:rsid w:val="006C3AA9"/>
    <w:rsid w:val="006D4B12"/>
    <w:rsid w:val="006F1EFA"/>
    <w:rsid w:val="006F2FEB"/>
    <w:rsid w:val="00701657"/>
    <w:rsid w:val="007033ED"/>
    <w:rsid w:val="00706F9B"/>
    <w:rsid w:val="007257ED"/>
    <w:rsid w:val="00732875"/>
    <w:rsid w:val="00733B3E"/>
    <w:rsid w:val="007361F7"/>
    <w:rsid w:val="00751078"/>
    <w:rsid w:val="00751285"/>
    <w:rsid w:val="00752204"/>
    <w:rsid w:val="007530A9"/>
    <w:rsid w:val="00756DC6"/>
    <w:rsid w:val="0076014C"/>
    <w:rsid w:val="007620CB"/>
    <w:rsid w:val="00783C2A"/>
    <w:rsid w:val="00793516"/>
    <w:rsid w:val="007A5FFB"/>
    <w:rsid w:val="007C3D65"/>
    <w:rsid w:val="007D60E5"/>
    <w:rsid w:val="007E3D1F"/>
    <w:rsid w:val="007F0114"/>
    <w:rsid w:val="007F1522"/>
    <w:rsid w:val="007F694C"/>
    <w:rsid w:val="008048F0"/>
    <w:rsid w:val="00805045"/>
    <w:rsid w:val="008119F9"/>
    <w:rsid w:val="008145FD"/>
    <w:rsid w:val="00815F0E"/>
    <w:rsid w:val="00817156"/>
    <w:rsid w:val="008353A2"/>
    <w:rsid w:val="00837453"/>
    <w:rsid w:val="008414F4"/>
    <w:rsid w:val="008476D3"/>
    <w:rsid w:val="00852903"/>
    <w:rsid w:val="0085537E"/>
    <w:rsid w:val="008618F2"/>
    <w:rsid w:val="00861B37"/>
    <w:rsid w:val="00861C14"/>
    <w:rsid w:val="00862D7D"/>
    <w:rsid w:val="0086353F"/>
    <w:rsid w:val="008700DF"/>
    <w:rsid w:val="008730DD"/>
    <w:rsid w:val="008872F6"/>
    <w:rsid w:val="008929BE"/>
    <w:rsid w:val="00896ACD"/>
    <w:rsid w:val="008B6335"/>
    <w:rsid w:val="008B7FB5"/>
    <w:rsid w:val="008C00D7"/>
    <w:rsid w:val="008C2E76"/>
    <w:rsid w:val="008C45EC"/>
    <w:rsid w:val="008C6CAC"/>
    <w:rsid w:val="008C7FE7"/>
    <w:rsid w:val="008D5B5C"/>
    <w:rsid w:val="008F1EBF"/>
    <w:rsid w:val="008F6662"/>
    <w:rsid w:val="00903519"/>
    <w:rsid w:val="009051F0"/>
    <w:rsid w:val="0090579F"/>
    <w:rsid w:val="009059B4"/>
    <w:rsid w:val="00910A72"/>
    <w:rsid w:val="00912456"/>
    <w:rsid w:val="00914CCE"/>
    <w:rsid w:val="00916C94"/>
    <w:rsid w:val="00923283"/>
    <w:rsid w:val="009308F0"/>
    <w:rsid w:val="00931E38"/>
    <w:rsid w:val="009321D7"/>
    <w:rsid w:val="00936FFB"/>
    <w:rsid w:val="00960456"/>
    <w:rsid w:val="009605EA"/>
    <w:rsid w:val="00965A22"/>
    <w:rsid w:val="00972259"/>
    <w:rsid w:val="00972BB2"/>
    <w:rsid w:val="00983531"/>
    <w:rsid w:val="009A2182"/>
    <w:rsid w:val="009A487B"/>
    <w:rsid w:val="009A54A3"/>
    <w:rsid w:val="009A7652"/>
    <w:rsid w:val="009B022E"/>
    <w:rsid w:val="009B0B14"/>
    <w:rsid w:val="009B62DD"/>
    <w:rsid w:val="009C0244"/>
    <w:rsid w:val="009F429B"/>
    <w:rsid w:val="009F733E"/>
    <w:rsid w:val="00A00308"/>
    <w:rsid w:val="00A01C6C"/>
    <w:rsid w:val="00A03CFF"/>
    <w:rsid w:val="00A07979"/>
    <w:rsid w:val="00A130F2"/>
    <w:rsid w:val="00A13228"/>
    <w:rsid w:val="00A21E49"/>
    <w:rsid w:val="00A2382E"/>
    <w:rsid w:val="00A24445"/>
    <w:rsid w:val="00A2516A"/>
    <w:rsid w:val="00A25323"/>
    <w:rsid w:val="00A271EB"/>
    <w:rsid w:val="00A344BF"/>
    <w:rsid w:val="00A37C30"/>
    <w:rsid w:val="00A509DD"/>
    <w:rsid w:val="00A51295"/>
    <w:rsid w:val="00A5233F"/>
    <w:rsid w:val="00A63205"/>
    <w:rsid w:val="00A863CF"/>
    <w:rsid w:val="00A93E7E"/>
    <w:rsid w:val="00A96736"/>
    <w:rsid w:val="00AA7E24"/>
    <w:rsid w:val="00AD026E"/>
    <w:rsid w:val="00AD0912"/>
    <w:rsid w:val="00AD710B"/>
    <w:rsid w:val="00AF075D"/>
    <w:rsid w:val="00AF7387"/>
    <w:rsid w:val="00B0263F"/>
    <w:rsid w:val="00B10326"/>
    <w:rsid w:val="00B141B6"/>
    <w:rsid w:val="00B21857"/>
    <w:rsid w:val="00B2692C"/>
    <w:rsid w:val="00B33E40"/>
    <w:rsid w:val="00B343D0"/>
    <w:rsid w:val="00B400CB"/>
    <w:rsid w:val="00B42F8D"/>
    <w:rsid w:val="00B44C9A"/>
    <w:rsid w:val="00B46BB4"/>
    <w:rsid w:val="00B4702B"/>
    <w:rsid w:val="00B54F06"/>
    <w:rsid w:val="00B60BFD"/>
    <w:rsid w:val="00B83FE9"/>
    <w:rsid w:val="00BA0CC8"/>
    <w:rsid w:val="00BA17C4"/>
    <w:rsid w:val="00BA2283"/>
    <w:rsid w:val="00BB27AE"/>
    <w:rsid w:val="00BD4675"/>
    <w:rsid w:val="00BD5659"/>
    <w:rsid w:val="00BE3B2E"/>
    <w:rsid w:val="00BE631A"/>
    <w:rsid w:val="00BF6069"/>
    <w:rsid w:val="00BF6AC4"/>
    <w:rsid w:val="00C0145C"/>
    <w:rsid w:val="00C0420B"/>
    <w:rsid w:val="00C1099E"/>
    <w:rsid w:val="00C16E00"/>
    <w:rsid w:val="00C22944"/>
    <w:rsid w:val="00C2701E"/>
    <w:rsid w:val="00C2793C"/>
    <w:rsid w:val="00C30EA0"/>
    <w:rsid w:val="00C36268"/>
    <w:rsid w:val="00C55644"/>
    <w:rsid w:val="00C55CF4"/>
    <w:rsid w:val="00C66B70"/>
    <w:rsid w:val="00C802E6"/>
    <w:rsid w:val="00C813D4"/>
    <w:rsid w:val="00C82870"/>
    <w:rsid w:val="00C900CD"/>
    <w:rsid w:val="00CA4208"/>
    <w:rsid w:val="00CA7D59"/>
    <w:rsid w:val="00CA7E2B"/>
    <w:rsid w:val="00CB04C1"/>
    <w:rsid w:val="00CB7D3B"/>
    <w:rsid w:val="00CC1DC6"/>
    <w:rsid w:val="00CC7592"/>
    <w:rsid w:val="00CD2A3D"/>
    <w:rsid w:val="00CE4D8B"/>
    <w:rsid w:val="00D00C10"/>
    <w:rsid w:val="00D00D93"/>
    <w:rsid w:val="00D014CF"/>
    <w:rsid w:val="00D074F5"/>
    <w:rsid w:val="00D07E47"/>
    <w:rsid w:val="00D23D95"/>
    <w:rsid w:val="00D26F11"/>
    <w:rsid w:val="00D3038A"/>
    <w:rsid w:val="00D34072"/>
    <w:rsid w:val="00D36B40"/>
    <w:rsid w:val="00D50B8C"/>
    <w:rsid w:val="00D51F7A"/>
    <w:rsid w:val="00D5306A"/>
    <w:rsid w:val="00D54CF9"/>
    <w:rsid w:val="00D56A8B"/>
    <w:rsid w:val="00D60877"/>
    <w:rsid w:val="00D70B7C"/>
    <w:rsid w:val="00D7285A"/>
    <w:rsid w:val="00D76D0E"/>
    <w:rsid w:val="00D83D75"/>
    <w:rsid w:val="00D865F9"/>
    <w:rsid w:val="00DB5153"/>
    <w:rsid w:val="00DC72A4"/>
    <w:rsid w:val="00DD0922"/>
    <w:rsid w:val="00DD1E00"/>
    <w:rsid w:val="00DD5437"/>
    <w:rsid w:val="00DD6E53"/>
    <w:rsid w:val="00DD75F7"/>
    <w:rsid w:val="00DE15CA"/>
    <w:rsid w:val="00DE2925"/>
    <w:rsid w:val="00DE6601"/>
    <w:rsid w:val="00DF1C1B"/>
    <w:rsid w:val="00DF66BA"/>
    <w:rsid w:val="00DF7682"/>
    <w:rsid w:val="00E03DB6"/>
    <w:rsid w:val="00E20950"/>
    <w:rsid w:val="00E30601"/>
    <w:rsid w:val="00E339E7"/>
    <w:rsid w:val="00E3576E"/>
    <w:rsid w:val="00E56748"/>
    <w:rsid w:val="00E60A6F"/>
    <w:rsid w:val="00E61635"/>
    <w:rsid w:val="00E62923"/>
    <w:rsid w:val="00E6324E"/>
    <w:rsid w:val="00E9532A"/>
    <w:rsid w:val="00EA21EA"/>
    <w:rsid w:val="00EA5BF7"/>
    <w:rsid w:val="00EA7432"/>
    <w:rsid w:val="00EB10C8"/>
    <w:rsid w:val="00EB5FD5"/>
    <w:rsid w:val="00EC2F4D"/>
    <w:rsid w:val="00ED0E3B"/>
    <w:rsid w:val="00ED212F"/>
    <w:rsid w:val="00ED3837"/>
    <w:rsid w:val="00EE1619"/>
    <w:rsid w:val="00EE4BCF"/>
    <w:rsid w:val="00EF0510"/>
    <w:rsid w:val="00EF2B29"/>
    <w:rsid w:val="00EF3A6A"/>
    <w:rsid w:val="00EF3F6A"/>
    <w:rsid w:val="00F016CD"/>
    <w:rsid w:val="00F02D39"/>
    <w:rsid w:val="00F0423A"/>
    <w:rsid w:val="00F05466"/>
    <w:rsid w:val="00F05922"/>
    <w:rsid w:val="00F130AB"/>
    <w:rsid w:val="00F36146"/>
    <w:rsid w:val="00F46F16"/>
    <w:rsid w:val="00F52E2A"/>
    <w:rsid w:val="00F6292F"/>
    <w:rsid w:val="00F663AE"/>
    <w:rsid w:val="00F772BF"/>
    <w:rsid w:val="00F93CBE"/>
    <w:rsid w:val="00FC3038"/>
    <w:rsid w:val="00FC3051"/>
    <w:rsid w:val="00FD1C08"/>
    <w:rsid w:val="00FE4821"/>
    <w:rsid w:val="00FE4B75"/>
    <w:rsid w:val="00FE6030"/>
    <w:rsid w:val="00FF5DA8"/>
    <w:rsid w:val="00FF6690"/>
    <w:rsid w:val="00FF6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59C9F55C-4BEC-4089-BCA6-643A9D55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82E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CE4D8B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iCs/>
      <w:sz w:val="28"/>
      <w:szCs w:val="20"/>
    </w:rPr>
  </w:style>
  <w:style w:type="paragraph" w:styleId="Paragraphedeliste">
    <w:name w:val="List Paragraph"/>
    <w:basedOn w:val="Normal"/>
    <w:uiPriority w:val="34"/>
    <w:qFormat/>
    <w:rsid w:val="00131E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863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A863C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863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A863C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66B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6BA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unhideWhenUsed/>
    <w:rsid w:val="009035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bde\Desktop\en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1183-B1EA-4131-8535-6655EA47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entete</Template>
  <TotalTime>677</TotalTime>
  <Pages>105</Pages>
  <Words>10155</Words>
  <Characters>55853</Characters>
  <Application>Microsoft Office Word</Application>
  <DocSecurity>0</DocSecurity>
  <Lines>465</Lines>
  <Paragraphs>131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nabde</dc:creator>
  <cp:lastModifiedBy>dell</cp:lastModifiedBy>
  <cp:revision>50</cp:revision>
  <cp:lastPrinted>2021-02-04T10:00:00Z</cp:lastPrinted>
  <dcterms:created xsi:type="dcterms:W3CDTF">2021-01-26T15:20:00Z</dcterms:created>
  <dcterms:modified xsi:type="dcterms:W3CDTF">2021-02-04T13:28:00Z</dcterms:modified>
</cp:coreProperties>
</file>